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5B7" w:rsidRDefault="009F0AE1" w:rsidP="00311DB5">
      <w:pPr>
        <w:rPr>
          <w:rFonts w:ascii="Times New Roman" w:hAnsi="Times New Roman"/>
          <w:sz w:val="24"/>
          <w:szCs w:val="24"/>
        </w:rPr>
      </w:pPr>
      <w:r>
        <w:rPr>
          <w:rFonts w:ascii="Times New Roman" w:hAnsi="Times New Roman"/>
          <w:sz w:val="24"/>
          <w:szCs w:val="24"/>
        </w:rPr>
        <w:t>Číslo</w:t>
      </w:r>
      <w:r w:rsidR="00A41B1D">
        <w:rPr>
          <w:rFonts w:ascii="Times New Roman" w:hAnsi="Times New Roman"/>
          <w:sz w:val="24"/>
          <w:szCs w:val="24"/>
        </w:rPr>
        <w:t xml:space="preserve">: </w:t>
      </w:r>
      <w:sdt>
        <w:sdtPr>
          <w:rPr>
            <w:rFonts w:ascii="Times New Roman" w:hAnsi="Times New Roman"/>
            <w:sz w:val="24"/>
            <w:szCs w:val="24"/>
          </w:rPr>
          <w:alias w:val="RZ č.:"/>
          <w:tag w:val="RZ č.:"/>
          <w:id w:val="-206648028"/>
          <w:placeholder>
            <w:docPart w:val="1CC9EE9F242A4630B1C380571E571C94"/>
          </w:placeholder>
          <w:text/>
        </w:sdtPr>
        <w:sdtEndPr/>
        <w:sdtContent>
          <w:r w:rsidR="00311DB5" w:rsidRPr="00311DB5">
            <w:rPr>
              <w:rFonts w:ascii="Times New Roman" w:hAnsi="Times New Roman"/>
              <w:sz w:val="24"/>
              <w:szCs w:val="24"/>
            </w:rPr>
            <w:t>8702-38074/37/2018/Heg</w:t>
          </w:r>
        </w:sdtContent>
      </w:sdt>
    </w:p>
    <w:p w:rsidR="00434FF7" w:rsidRDefault="00434FF7" w:rsidP="00A41B1D">
      <w:pPr>
        <w:rPr>
          <w:rFonts w:ascii="Times New Roman" w:hAnsi="Times New Roman"/>
          <w:sz w:val="24"/>
          <w:szCs w:val="24"/>
        </w:rPr>
      </w:pPr>
    </w:p>
    <w:p w:rsidR="009F0AE1" w:rsidRDefault="00EC25B7" w:rsidP="00EC25B7">
      <w:pPr>
        <w:jc w:val="center"/>
        <w:rPr>
          <w:rFonts w:ascii="Times New Roman" w:hAnsi="Times New Roman"/>
          <w:b/>
          <w:sz w:val="32"/>
          <w:szCs w:val="32"/>
        </w:rPr>
      </w:pPr>
      <w:r w:rsidRPr="009F0AE1">
        <w:rPr>
          <w:rFonts w:ascii="Times New Roman" w:hAnsi="Times New Roman"/>
          <w:b/>
          <w:sz w:val="32"/>
          <w:szCs w:val="32"/>
        </w:rPr>
        <w:t xml:space="preserve">SPRÁVA O ENVIRONMENTÁLNEJ </w:t>
      </w:r>
      <w:r w:rsidR="000E65A5" w:rsidRPr="009F0AE1">
        <w:rPr>
          <w:rFonts w:ascii="Times New Roman" w:hAnsi="Times New Roman"/>
          <w:b/>
          <w:sz w:val="32"/>
          <w:szCs w:val="32"/>
        </w:rPr>
        <w:t>KONTRO</w:t>
      </w:r>
      <w:r w:rsidRPr="009F0AE1">
        <w:rPr>
          <w:rFonts w:ascii="Times New Roman" w:hAnsi="Times New Roman"/>
          <w:b/>
          <w:sz w:val="32"/>
          <w:szCs w:val="32"/>
        </w:rPr>
        <w:t xml:space="preserve">LE </w:t>
      </w:r>
    </w:p>
    <w:p w:rsidR="00EC25B7" w:rsidRPr="0064095D" w:rsidRDefault="00EC25B7" w:rsidP="00205F48">
      <w:pPr>
        <w:jc w:val="center"/>
        <w:rPr>
          <w:rFonts w:ascii="Times New Roman" w:hAnsi="Times New Roman"/>
          <w:b/>
          <w:sz w:val="32"/>
          <w:szCs w:val="32"/>
        </w:rPr>
      </w:pPr>
      <w:r w:rsidRPr="0064095D">
        <w:rPr>
          <w:rFonts w:ascii="Times New Roman" w:hAnsi="Times New Roman"/>
          <w:b/>
          <w:sz w:val="32"/>
          <w:szCs w:val="32"/>
        </w:rPr>
        <w:t xml:space="preserve">č. </w:t>
      </w:r>
      <w:sdt>
        <w:sdtPr>
          <w:rPr>
            <w:rFonts w:ascii="Times New Roman" w:hAnsi="Times New Roman"/>
            <w:b/>
            <w:sz w:val="32"/>
            <w:szCs w:val="32"/>
          </w:rPr>
          <w:id w:val="-1312937715"/>
          <w:placeholder>
            <w:docPart w:val="A38EE51644DC41D08CD5E1B05C0F941C"/>
          </w:placeholder>
        </w:sdtPr>
        <w:sdtEndPr/>
        <w:sdtContent>
          <w:r w:rsidR="00205F48">
            <w:rPr>
              <w:rFonts w:ascii="Times New Roman" w:hAnsi="Times New Roman"/>
              <w:b/>
              <w:sz w:val="32"/>
              <w:szCs w:val="32"/>
            </w:rPr>
            <w:t>55/2018</w:t>
          </w:r>
        </w:sdtContent>
      </w:sdt>
    </w:p>
    <w:p w:rsidR="002664FC" w:rsidRPr="0064095D" w:rsidRDefault="006F3DDF" w:rsidP="00453E5E">
      <w:pPr>
        <w:spacing w:after="0" w:line="300" w:lineRule="exact"/>
        <w:ind w:firstLine="708"/>
        <w:jc w:val="both"/>
        <w:rPr>
          <w:rFonts w:ascii="Times New Roman" w:hAnsi="Times New Roman"/>
          <w:sz w:val="24"/>
          <w:szCs w:val="24"/>
        </w:rPr>
      </w:pPr>
      <w:r w:rsidRPr="0064095D">
        <w:rPr>
          <w:rFonts w:ascii="Times New Roman" w:hAnsi="Times New Roman"/>
          <w:sz w:val="24"/>
          <w:szCs w:val="24"/>
        </w:rPr>
        <w:t xml:space="preserve">Slovenská inšpekcia životného prostredia, </w:t>
      </w:r>
      <w:sdt>
        <w:sdtPr>
          <w:rPr>
            <w:rFonts w:ascii="Times New Roman" w:hAnsi="Times New Roman"/>
            <w:sz w:val="24"/>
            <w:szCs w:val="24"/>
          </w:rPr>
          <w:alias w:val="IŽP"/>
          <w:tag w:val="IŽP"/>
          <w:id w:val="-268936935"/>
          <w:placeholder>
            <w:docPart w:val="A0DD9F8B75F84D86B20EC7D4B3373659"/>
          </w:placeholder>
          <w:dropDownList>
            <w:listItem w:value="Vyberte položku."/>
            <w:listItem w:displayText="Inšpektorát životného prostredia Žilina" w:value="Inšpektorát životného prostredia Žilina"/>
            <w:listItem w:displayText="Inšpektorát životného prostredia Košice" w:value="Inšpektorát životného prostredia Košice"/>
            <w:listItem w:displayText="Inšpektorát životného prostredia Banská Bystrica" w:value="Inšpektorát životného prostredia Banská Bystrica"/>
            <w:listItem w:displayText="Inšpektorát životného prostredia Bratislava" w:value="Inšpektorát životného prostredia Bratislava"/>
            <w:listItem w:displayText="Inšpektorát životného prostredia Bratislava, Stále pracovisko Nitra" w:value="Inšpektorát životného prostredia Bratislava, Stále pracovisko Nitra"/>
          </w:dropDownList>
        </w:sdtPr>
        <w:sdtEndPr/>
        <w:sdtContent>
          <w:r w:rsidR="00205F48">
            <w:rPr>
              <w:rFonts w:ascii="Times New Roman" w:hAnsi="Times New Roman"/>
              <w:sz w:val="24"/>
              <w:szCs w:val="24"/>
            </w:rPr>
            <w:t>Inšpektorát životného prostredia Bratislava</w:t>
          </w:r>
        </w:sdtContent>
      </w:sdt>
      <w:r w:rsidRPr="0064095D">
        <w:rPr>
          <w:rFonts w:ascii="Times New Roman" w:hAnsi="Times New Roman"/>
          <w:sz w:val="24"/>
          <w:szCs w:val="24"/>
        </w:rPr>
        <w:t>, Odbor integrovaného povoľovania a</w:t>
      </w:r>
      <w:r w:rsidR="002662CE" w:rsidRPr="0064095D">
        <w:rPr>
          <w:rFonts w:ascii="Times New Roman" w:hAnsi="Times New Roman"/>
          <w:sz w:val="24"/>
          <w:szCs w:val="24"/>
        </w:rPr>
        <w:t> </w:t>
      </w:r>
      <w:r w:rsidRPr="0064095D">
        <w:rPr>
          <w:rFonts w:ascii="Times New Roman" w:hAnsi="Times New Roman"/>
          <w:sz w:val="24"/>
          <w:szCs w:val="24"/>
        </w:rPr>
        <w:t>kontroly</w:t>
      </w:r>
      <w:r w:rsidR="002662CE" w:rsidRPr="0064095D">
        <w:rPr>
          <w:rFonts w:ascii="Times New Roman" w:hAnsi="Times New Roman"/>
          <w:sz w:val="24"/>
          <w:szCs w:val="24"/>
        </w:rPr>
        <w:t xml:space="preserve"> (ďalej len „SIŽP“)</w:t>
      </w:r>
      <w:r w:rsidRPr="0064095D">
        <w:rPr>
          <w:rFonts w:ascii="Times New Roman" w:hAnsi="Times New Roman"/>
          <w:sz w:val="24"/>
          <w:szCs w:val="24"/>
        </w:rPr>
        <w:t>, ako príslušný odborný kontrolný orgán</w:t>
      </w:r>
      <w:r w:rsidR="0028300B" w:rsidRPr="0064095D">
        <w:rPr>
          <w:rFonts w:ascii="Times New Roman" w:hAnsi="Times New Roman"/>
          <w:sz w:val="24"/>
          <w:szCs w:val="24"/>
        </w:rPr>
        <w:t xml:space="preserve"> – orgán štátneho dozoru</w:t>
      </w:r>
      <w:r w:rsidRPr="0064095D">
        <w:rPr>
          <w:rFonts w:ascii="Times New Roman" w:hAnsi="Times New Roman"/>
          <w:sz w:val="24"/>
          <w:szCs w:val="24"/>
        </w:rPr>
        <w:t xml:space="preserve"> podľa § 9 ods. 1 písm. a) a § 10 zákona č. 525/2003 Z. z. o štátnej správe starostlivosti o životné prostredie a o zmene a doplnení niektorých zákonov v znení neskorších predpisov a podľa § 32 ods. 1písm. d) zákona č. 39/2013 Z. z. o integrovanej prevencii a kontrole znečisťovania životného prostredia a o zmene a doplnení niektor</w:t>
      </w:r>
      <w:r w:rsidR="00001E40" w:rsidRPr="0064095D">
        <w:rPr>
          <w:rFonts w:ascii="Times New Roman" w:hAnsi="Times New Roman"/>
          <w:sz w:val="24"/>
          <w:szCs w:val="24"/>
        </w:rPr>
        <w:t xml:space="preserve">ých zákonov </w:t>
      </w:r>
      <w:r w:rsidR="00E06E36" w:rsidRPr="0064095D">
        <w:rPr>
          <w:rFonts w:ascii="Times New Roman" w:hAnsi="Times New Roman"/>
          <w:sz w:val="24"/>
          <w:szCs w:val="24"/>
        </w:rPr>
        <w:t xml:space="preserve">v znení neskorších predpisov (ďalej len „zákon o IPKZ“) vykonala environmentálnu kontrolu (ďalej len „kontrola“) podľa § 34 ods. 1 zákona o IPKZ vo väzbe na § 33 ods. 1 písm. f) a ods. 2 zákona o IPKZ z dôvodu </w:t>
      </w:r>
      <w:r w:rsidR="00104E9E" w:rsidRPr="0064095D">
        <w:rPr>
          <w:rFonts w:ascii="Times New Roman" w:hAnsi="Times New Roman"/>
          <w:sz w:val="24"/>
          <w:szCs w:val="24"/>
        </w:rPr>
        <w:t>uverejnenia rozhodnutia o záveroch o najlepších dostupných technikách.</w:t>
      </w:r>
      <w:r w:rsidR="00FB72D9">
        <w:rPr>
          <w:rFonts w:ascii="Times New Roman" w:hAnsi="Times New Roman"/>
          <w:sz w:val="24"/>
          <w:szCs w:val="24"/>
        </w:rPr>
        <w:t xml:space="preserve"> </w:t>
      </w:r>
      <w:r w:rsidR="00401F23" w:rsidRPr="0064095D">
        <w:rPr>
          <w:rFonts w:ascii="Times New Roman" w:hAnsi="Times New Roman"/>
          <w:sz w:val="24"/>
          <w:szCs w:val="24"/>
        </w:rPr>
        <w:t>Počas kontroly</w:t>
      </w:r>
      <w:r w:rsidR="00FB72D9">
        <w:rPr>
          <w:rFonts w:ascii="Times New Roman" w:hAnsi="Times New Roman"/>
          <w:sz w:val="24"/>
          <w:szCs w:val="24"/>
        </w:rPr>
        <w:t xml:space="preserve"> </w:t>
      </w:r>
      <w:r w:rsidR="00453E5E" w:rsidRPr="0064095D">
        <w:rPr>
          <w:rFonts w:ascii="Times New Roman" w:hAnsi="Times New Roman"/>
          <w:sz w:val="24"/>
          <w:szCs w:val="24"/>
        </w:rPr>
        <w:t>a pri vypracovaní správy o</w:t>
      </w:r>
      <w:r w:rsidR="00401F23" w:rsidRPr="0064095D">
        <w:rPr>
          <w:rFonts w:ascii="Times New Roman" w:hAnsi="Times New Roman"/>
          <w:sz w:val="24"/>
          <w:szCs w:val="24"/>
        </w:rPr>
        <w:t xml:space="preserve"> kontro</w:t>
      </w:r>
      <w:r w:rsidR="0028300B" w:rsidRPr="0064095D">
        <w:rPr>
          <w:rFonts w:ascii="Times New Roman" w:hAnsi="Times New Roman"/>
          <w:sz w:val="24"/>
          <w:szCs w:val="24"/>
        </w:rPr>
        <w:t>le sa postupovalo podľa zákona</w:t>
      </w:r>
      <w:r w:rsidR="00981EDC" w:rsidRPr="0064095D">
        <w:rPr>
          <w:rFonts w:ascii="Times New Roman" w:hAnsi="Times New Roman"/>
          <w:sz w:val="24"/>
          <w:szCs w:val="24"/>
        </w:rPr>
        <w:t xml:space="preserve"> o IPKZ.</w:t>
      </w:r>
    </w:p>
    <w:p w:rsidR="00001E40" w:rsidRPr="0064095D" w:rsidRDefault="00001E40" w:rsidP="00453E5E">
      <w:pPr>
        <w:spacing w:after="0" w:line="300" w:lineRule="exact"/>
        <w:ind w:firstLine="708"/>
        <w:jc w:val="both"/>
        <w:rPr>
          <w:rFonts w:ascii="Times New Roman" w:hAnsi="Times New Roman"/>
          <w:sz w:val="24"/>
          <w:szCs w:val="24"/>
        </w:rPr>
      </w:pPr>
    </w:p>
    <w:p w:rsidR="008F6FE7" w:rsidRPr="0064095D" w:rsidRDefault="00F401AA"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64095D">
        <w:rPr>
          <w:rFonts w:ascii="Times New Roman" w:hAnsi="Times New Roman"/>
          <w:b/>
          <w:sz w:val="24"/>
          <w:szCs w:val="24"/>
          <w:u w:val="single"/>
        </w:rPr>
        <w:t>Kontrola</w:t>
      </w:r>
    </w:p>
    <w:p w:rsidR="00104E9E" w:rsidRPr="0064095D" w:rsidRDefault="00DA4BDA" w:rsidP="00453E5E">
      <w:pPr>
        <w:tabs>
          <w:tab w:val="left" w:pos="708"/>
          <w:tab w:val="left" w:pos="1416"/>
          <w:tab w:val="left" w:pos="2124"/>
          <w:tab w:val="left" w:pos="2832"/>
          <w:tab w:val="left" w:pos="3540"/>
          <w:tab w:val="left" w:pos="4248"/>
          <w:tab w:val="left" w:pos="5145"/>
        </w:tabs>
        <w:spacing w:after="0" w:line="300" w:lineRule="exact"/>
        <w:jc w:val="both"/>
        <w:rPr>
          <w:rFonts w:ascii="Times New Roman" w:hAnsi="Times New Roman"/>
          <w:sz w:val="24"/>
          <w:szCs w:val="24"/>
        </w:rPr>
      </w:pPr>
      <w:r w:rsidRPr="0064095D">
        <w:rPr>
          <w:rFonts w:ascii="Times New Roman" w:hAnsi="Times New Roman"/>
          <w:sz w:val="24"/>
          <w:szCs w:val="24"/>
        </w:rPr>
        <w:t>Typ kontroly:</w:t>
      </w:r>
      <w:r w:rsidRPr="0064095D">
        <w:rPr>
          <w:rFonts w:ascii="Times New Roman" w:hAnsi="Times New Roman"/>
          <w:sz w:val="24"/>
          <w:szCs w:val="24"/>
        </w:rPr>
        <w:tab/>
      </w:r>
      <w:r w:rsidRPr="0064095D">
        <w:rPr>
          <w:rFonts w:ascii="Times New Roman" w:hAnsi="Times New Roman"/>
          <w:sz w:val="24"/>
          <w:szCs w:val="24"/>
        </w:rPr>
        <w:tab/>
      </w:r>
      <w:r w:rsidRPr="0064095D">
        <w:rPr>
          <w:rFonts w:ascii="Times New Roman" w:hAnsi="Times New Roman"/>
          <w:sz w:val="24"/>
          <w:szCs w:val="24"/>
        </w:rPr>
        <w:tab/>
      </w:r>
      <w:r w:rsidR="00104E9E" w:rsidRPr="0064095D">
        <w:rPr>
          <w:rFonts w:ascii="Times New Roman" w:hAnsi="Times New Roman"/>
          <w:b/>
          <w:sz w:val="24"/>
          <w:szCs w:val="24"/>
        </w:rPr>
        <w:t>§ 34 ods. 5 a 6 zákona o IPKZ – Bežná</w:t>
      </w:r>
    </w:p>
    <w:p w:rsidR="00740029" w:rsidRPr="0064095D" w:rsidRDefault="00740029" w:rsidP="00453E5E">
      <w:pPr>
        <w:spacing w:after="0" w:line="300" w:lineRule="exact"/>
        <w:jc w:val="both"/>
        <w:rPr>
          <w:rFonts w:ascii="Times New Roman" w:hAnsi="Times New Roman"/>
          <w:sz w:val="24"/>
          <w:szCs w:val="24"/>
        </w:rPr>
      </w:pPr>
      <w:r w:rsidRPr="0064095D">
        <w:rPr>
          <w:rFonts w:ascii="Times New Roman" w:hAnsi="Times New Roman"/>
          <w:sz w:val="24"/>
          <w:szCs w:val="24"/>
        </w:rPr>
        <w:t>Výsledok:</w:t>
      </w:r>
      <w:r w:rsidRPr="0064095D">
        <w:rPr>
          <w:rFonts w:ascii="Times New Roman" w:hAnsi="Times New Roman"/>
          <w:sz w:val="24"/>
          <w:szCs w:val="24"/>
        </w:rPr>
        <w:tab/>
      </w:r>
      <w:r w:rsidRPr="0064095D">
        <w:rPr>
          <w:rFonts w:ascii="Times New Roman" w:hAnsi="Times New Roman"/>
          <w:sz w:val="24"/>
          <w:szCs w:val="24"/>
        </w:rPr>
        <w:tab/>
      </w:r>
      <w:r w:rsidRPr="0064095D">
        <w:rPr>
          <w:rFonts w:ascii="Times New Roman" w:hAnsi="Times New Roman"/>
          <w:sz w:val="24"/>
          <w:szCs w:val="24"/>
        </w:rPr>
        <w:tab/>
      </w:r>
      <w:r w:rsidR="00104E9E" w:rsidRPr="0064095D">
        <w:rPr>
          <w:rFonts w:ascii="Times New Roman" w:hAnsi="Times New Roman"/>
          <w:b/>
          <w:sz w:val="24"/>
          <w:szCs w:val="24"/>
        </w:rPr>
        <w:t xml:space="preserve">§ 11 ods. 2 písm. a) zákona o IPKZ </w:t>
      </w:r>
    </w:p>
    <w:p w:rsidR="006D48C9" w:rsidRDefault="006D48C9" w:rsidP="00453E5E">
      <w:pPr>
        <w:spacing w:after="0" w:line="300" w:lineRule="exact"/>
        <w:jc w:val="both"/>
        <w:rPr>
          <w:rFonts w:ascii="Times New Roman" w:hAnsi="Times New Roman"/>
          <w:sz w:val="24"/>
          <w:szCs w:val="24"/>
        </w:rPr>
      </w:pPr>
    </w:p>
    <w:p w:rsidR="00F54991" w:rsidRPr="00F401AA" w:rsidRDefault="00380AD9"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F401AA">
        <w:rPr>
          <w:rFonts w:ascii="Times New Roman" w:hAnsi="Times New Roman"/>
          <w:b/>
          <w:sz w:val="24"/>
          <w:szCs w:val="24"/>
          <w:u w:val="single"/>
        </w:rPr>
        <w:t>Orgán štátneho dozoru</w:t>
      </w:r>
    </w:p>
    <w:p w:rsidR="0064095D" w:rsidRPr="008C43CB" w:rsidRDefault="0064095D" w:rsidP="00BD2C59">
      <w:pPr>
        <w:tabs>
          <w:tab w:val="left" w:pos="708"/>
          <w:tab w:val="left" w:pos="1416"/>
          <w:tab w:val="left" w:pos="2124"/>
          <w:tab w:val="left" w:pos="2832"/>
          <w:tab w:val="left" w:pos="3540"/>
          <w:tab w:val="left" w:pos="4248"/>
          <w:tab w:val="left" w:pos="5245"/>
        </w:tabs>
        <w:spacing w:after="0" w:line="300" w:lineRule="exact"/>
        <w:jc w:val="both"/>
        <w:rPr>
          <w:rFonts w:ascii="Times New Roman" w:hAnsi="Times New Roman"/>
          <w:sz w:val="24"/>
          <w:szCs w:val="24"/>
        </w:rPr>
      </w:pPr>
      <w:r w:rsidRPr="0064095D">
        <w:rPr>
          <w:rFonts w:ascii="Times New Roman" w:hAnsi="Times New Roman"/>
          <w:sz w:val="24"/>
          <w:szCs w:val="24"/>
        </w:rPr>
        <w:t>Inšpektor:</w:t>
      </w:r>
      <w:r w:rsidRPr="0064095D">
        <w:rPr>
          <w:rFonts w:ascii="Times New Roman" w:hAnsi="Times New Roman"/>
          <w:sz w:val="24"/>
          <w:szCs w:val="24"/>
        </w:rPr>
        <w:tab/>
      </w:r>
      <w:r w:rsidRPr="0064095D">
        <w:rPr>
          <w:rFonts w:ascii="Times New Roman" w:hAnsi="Times New Roman"/>
          <w:sz w:val="24"/>
          <w:szCs w:val="24"/>
        </w:rPr>
        <w:tab/>
      </w:r>
      <w:r w:rsidRPr="0064095D">
        <w:rPr>
          <w:rFonts w:ascii="Times New Roman" w:hAnsi="Times New Roman"/>
          <w:sz w:val="24"/>
          <w:szCs w:val="24"/>
        </w:rPr>
        <w:tab/>
      </w:r>
      <w:sdt>
        <w:sdtPr>
          <w:rPr>
            <w:rFonts w:ascii="Times New Roman" w:hAnsi="Times New Roman"/>
            <w:sz w:val="24"/>
            <w:szCs w:val="24"/>
          </w:rPr>
          <w:alias w:val="Inšpektor"/>
          <w:tag w:val="Inšpektor"/>
          <w:id w:val="223109976"/>
          <w:placeholder>
            <w:docPart w:val="5D808CF3CE344B6F9A449CDACDCDF763"/>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Juraj Čorba" w:value="Ing. Juraj Čorba"/>
            <w:listItem w:displayText="Ing. Natália Antalíková" w:value="Ing. Natália Antalíková"/>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lovský" w:value="RNDr. Igor Jedl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Ivana Záleská" w:value="Ing. Ivana Záleská"/>
            <w:listItem w:displayText="Mgr. Simona Fašungová" w:value="Mgr. Simona Fašungová"/>
            <w:listItem w:displayText="Ing. Csaba Hegedüš" w:value="Ing. Csaba Hegedüš"/>
            <w:listItem w:displayText="Ing. Janka Memersheimerová, PhD." w:value="Ing. Janka Memersheimerová, PhD."/>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 Juraj Šimon" w:value="Ing. Juraj Šimon"/>
            <w:listItem w:displayText="Ing. Kristína Titková" w:value="Ing. Kristína Titková"/>
          </w:dropDownList>
        </w:sdtPr>
        <w:sdtEndPr/>
        <w:sdtContent>
          <w:r w:rsidR="00205F48" w:rsidRPr="008C43CB">
            <w:rPr>
              <w:rFonts w:ascii="Times New Roman" w:hAnsi="Times New Roman"/>
              <w:sz w:val="24"/>
              <w:szCs w:val="24"/>
            </w:rPr>
            <w:t>Ing. Csaba Hegedüš</w:t>
          </w:r>
        </w:sdtContent>
      </w:sdt>
      <w:r w:rsidRPr="008C43CB">
        <w:rPr>
          <w:rFonts w:ascii="Times New Roman" w:hAnsi="Times New Roman"/>
          <w:sz w:val="24"/>
          <w:szCs w:val="24"/>
        </w:rPr>
        <w:tab/>
        <w:t>Číslo preukazu:</w:t>
      </w:r>
      <w:r w:rsidR="00BD2C59" w:rsidRPr="008C43CB">
        <w:rPr>
          <w:rFonts w:ascii="Times New Roman" w:hAnsi="Times New Roman"/>
          <w:sz w:val="24"/>
          <w:szCs w:val="24"/>
        </w:rPr>
        <w:t>574</w:t>
      </w:r>
    </w:p>
    <w:p w:rsidR="0064095D" w:rsidRPr="008C43CB" w:rsidRDefault="0064095D" w:rsidP="0064095D">
      <w:pPr>
        <w:tabs>
          <w:tab w:val="left" w:pos="708"/>
          <w:tab w:val="left" w:pos="1416"/>
          <w:tab w:val="left" w:pos="2124"/>
          <w:tab w:val="left" w:pos="2832"/>
          <w:tab w:val="left" w:pos="3540"/>
          <w:tab w:val="left" w:pos="4248"/>
          <w:tab w:val="left" w:pos="4956"/>
          <w:tab w:val="left" w:pos="7005"/>
        </w:tabs>
        <w:spacing w:after="0" w:line="300" w:lineRule="exact"/>
        <w:jc w:val="both"/>
        <w:rPr>
          <w:rFonts w:ascii="Times New Roman" w:hAnsi="Times New Roman"/>
          <w:sz w:val="24"/>
          <w:szCs w:val="24"/>
        </w:rPr>
      </w:pPr>
      <w:r w:rsidRPr="008C43CB">
        <w:rPr>
          <w:rFonts w:ascii="Times New Roman" w:hAnsi="Times New Roman"/>
          <w:sz w:val="24"/>
          <w:szCs w:val="24"/>
        </w:rPr>
        <w:t>Telefón:</w:t>
      </w:r>
      <w:r w:rsidRPr="008C43CB">
        <w:rPr>
          <w:rFonts w:ascii="Times New Roman" w:hAnsi="Times New Roman"/>
          <w:sz w:val="24"/>
          <w:szCs w:val="24"/>
        </w:rPr>
        <w:tab/>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alias w:val="Telefón"/>
          <w:tag w:val="Telefón"/>
          <w:id w:val="-404991200"/>
          <w:placeholder>
            <w:docPart w:val="17F6ADA32C7A4C89B8208F78725EF07D"/>
          </w:placeholder>
          <w:dropDownList>
            <w:listItem w:value="Vyberte položku."/>
            <w:listItem w:displayText="041 507 51 31" w:value="041 507 51 31"/>
            <w:listItem w:displayText="041 507 51 16" w:value="041 507 51 16"/>
            <w:listItem w:displayText="041 507 51 10" w:value="041 507 51 10"/>
            <w:listItem w:displayText="041 507 51 20" w:value="041 507 51 20"/>
            <w:listItem w:displayText="041 507 51 21" w:value="041 507 51 21"/>
            <w:listItem w:displayText="055 633 33 14" w:value="055 633 33 14"/>
            <w:listItem w:displayText="055 632 49 37" w:value="055 632 49 37"/>
            <w:listItem w:displayText="048 471 96 50" w:value="048 471 96 50"/>
            <w:listItem w:displayText="048 471 96 56 " w:value="048 471 96 56 "/>
            <w:listItem w:displayText="048 471 96 54 " w:value="048 471 96 54 "/>
            <w:listItem w:displayText="048 471 96 53" w:value="048 471 96 53"/>
            <w:listItem w:displayText="048 471 96 57" w:value="048 471 96 57"/>
            <w:listItem w:displayText="048 471 96 52" w:value="048 471 96 52"/>
            <w:listItem w:displayText="02 582 82 441" w:value="02 582 82 441"/>
            <w:listItem w:displayText="02 582 82 416" w:value="02 582 82 416"/>
            <w:listItem w:displayText="02 582 82 428" w:value="02 582 82 428"/>
            <w:listItem w:displayText="02 582 82 430" w:value="02 582 82 430"/>
            <w:listItem w:displayText="02 582 82 407" w:value="02 582 82 407"/>
            <w:listItem w:displayText="02 582 82 412" w:value="02 582 82 412"/>
            <w:listItem w:displayText="037 656 06 34" w:value="037 656 06 34"/>
            <w:listItem w:displayText="037 656 06 48" w:value="037 656 06 48"/>
            <w:listItem w:displayText="037 656 06 35" w:value="037 656 06 35"/>
            <w:listItem w:displayText="037 656 06 32" w:value="037 656 06 32"/>
            <w:listItem w:displayText="037 656 06 49" w:value="037 656 06 49"/>
            <w:listItem w:displayText="037 656 06 31" w:value="037 656 06 31"/>
            <w:listItem w:displayText="037 656 06 33" w:value="037 656 06 33"/>
            <w:listItem w:displayText="037 656 06 47" w:value="037 656 06 47"/>
          </w:dropDownList>
        </w:sdtPr>
        <w:sdtEndPr/>
        <w:sdtContent>
          <w:r w:rsidR="00205F48" w:rsidRPr="008C43CB">
            <w:rPr>
              <w:rFonts w:ascii="Times New Roman" w:hAnsi="Times New Roman"/>
              <w:sz w:val="24"/>
              <w:szCs w:val="24"/>
            </w:rPr>
            <w:t>02 582 82 416</w:t>
          </w:r>
        </w:sdtContent>
      </w:sdt>
      <w:r w:rsidRPr="008C43CB">
        <w:rPr>
          <w:rFonts w:ascii="Times New Roman" w:hAnsi="Times New Roman"/>
          <w:sz w:val="24"/>
          <w:szCs w:val="24"/>
        </w:rPr>
        <w:tab/>
      </w:r>
    </w:p>
    <w:p w:rsidR="0064095D" w:rsidRPr="008C43CB" w:rsidRDefault="0064095D" w:rsidP="0064095D">
      <w:pPr>
        <w:spacing w:after="0" w:line="300" w:lineRule="exact"/>
        <w:jc w:val="both"/>
        <w:rPr>
          <w:rFonts w:ascii="Times New Roman" w:hAnsi="Times New Roman"/>
          <w:sz w:val="24"/>
          <w:szCs w:val="24"/>
        </w:rPr>
      </w:pPr>
      <w:r w:rsidRPr="008C43CB">
        <w:rPr>
          <w:rFonts w:ascii="Times New Roman" w:hAnsi="Times New Roman"/>
          <w:sz w:val="24"/>
          <w:szCs w:val="24"/>
        </w:rPr>
        <w:t>Elektronická adresa:</w:t>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alias w:val="Elektronická adresa"/>
          <w:tag w:val="Elektronická adresa"/>
          <w:id w:val="1258794301"/>
          <w:placeholder>
            <w:docPart w:val="041C96A4FC104863BF8E5B840C679EA7"/>
          </w:placeholder>
          <w:dropDownList>
            <w:listItem w:value="Vyberte položku."/>
            <w:listItem w:displayText="miroslava.rekova@sizp.sk" w:value="miroslava.rekova@sizp.sk"/>
            <w:listItem w:displayText="eva.chytcakova@sizp.sk" w:value="eva.chytcakova@sizp.sk"/>
            <w:listItem w:displayText="eva.danova@sizp.sk" w:value="eva.danova@sizp.sk"/>
            <w:listItem w:displayText="zuzana.kadikova@sizp.sk" w:value="zuzana.kadikova@sizp.sk"/>
            <w:listItem w:displayText="rozalia.kozackova@sizp.sk" w:value="rozalia.kozackova@sizp.sk"/>
            <w:listItem w:displayText="marta.martincekova@sizp.sk" w:value="marta.martincekova@sizp.sk"/>
            <w:listItem w:displayText="alzbeta.patusova@sizp.sk" w:value="alzbeta.patusova@sizp.sk"/>
            <w:listItem w:displayText="andrea.sumichrastova@sizp.sk" w:value="andrea.sumichrastova@sizp.sk"/>
            <w:listItem w:displayText="jaroslava.zeriavova@sizp.sk" w:value="jaroslava.zeriavova@sizp.sk"/>
            <w:listItem w:displayText="juraj.corba@sizp.sk" w:value="juraj.corba@sizp.sk"/>
            <w:listItem w:displayText="natalia.antalikova@sizp.sk" w:value="natalia.antalikova@sizp.sk"/>
            <w:listItem w:displayText="juraj.berak@sizp.sk" w:value="juraj.berak@sizp.sk"/>
            <w:listItem w:displayText="renata.brezinova@sizp.sk" w:value="renata.brezinova@sizp.sk"/>
            <w:listItem w:displayText="ivan.hajdusek@sizp.sk" w:value="ivan.hajdusek@sizp.sk"/>
            <w:listItem w:displayText="katarina.hutnanova@sizp.sk" w:value="katarina.hutnanova@sizp.sk"/>
            <w:listItem w:displayText="eva.merjava@sizp.sk" w:value="eva.merjava@sizp.sk"/>
            <w:listItem w:displayText="eva.milistenferova@sizp.sk" w:value="eva.milistenferova@sizp.sk"/>
            <w:listItem w:displayText="vladimir.nedelko@sizp.sk" w:value="vladimir.nedelko@sizp.sk"/>
            <w:listItem w:displayText="jana.valachovicova@sizp.sk" w:value="jana.valachovicova@sizp.sk"/>
            <w:listItem w:displayText="renata.wittenbergerova@sizp.sk" w:value="renata.wittenbergerova@sizp.sk"/>
            <w:listItem w:displayText="katarina.raucinova@sizp.sk" w:value="katarina.raucinova@sizp.sk"/>
            <w:listItem w:displayText="branislav.benovic@sizp.sk" w:value="branislav.benovic@sizp.sk"/>
            <w:listItem w:displayText="igor.jedlovsky@sizp.sk" w:value="igor.jedlovsky@sizp.sk"/>
            <w:listItem w:displayText="anna.kassova@sizp.sk" w:value="anna.kassova@sizp.sk"/>
            <w:listItem w:displayText="zuzana.krizmova@sizp.sk" w:value="zuzana.krizmova@sizp.sk"/>
            <w:listItem w:displayText="jan.kurillo@sizp.sk" w:value="jan.kurillo@sizp.sk"/>
            <w:listItem w:displayText="ivan.miklos@sizp.sk" w:value="ivan.miklos@sizp.sk"/>
            <w:listItem w:displayText="katarina.pavlikova@sizp.sk " w:value="katarina.pavlikova@sizp.sk "/>
            <w:listItem w:displayText="maria.petrova@sizp.sk" w:value="maria.petrova@sizp.sk"/>
            <w:listItem w:displayText="alena.skornova@sizp.sk" w:value="alena.skornova@sizp.sk"/>
            <w:listItem w:displayText="ivana.zaleska@sizp.sk" w:value="ivana.zaleska@sizp.sk"/>
            <w:listItem w:displayText="simona.fasungova@sizp" w:value="simona.fasungova@sizp"/>
            <w:listItem w:displayText="csaba.hegedus@sizp.sk" w:value="csaba.hegedus@sizp.sk"/>
            <w:listItem w:displayText="daniel.kucko@sizp.sk" w:value="daniel.kucko@sizp.sk"/>
            <w:listItem w:displayText="janka.memersheimerova@sizp.sk" w:value="janka.memersheimerova@sizp.sk"/>
            <w:listItem w:displayText="milan.sobolic@sizp.sk" w:value="milan.sobolic@sizp.sk"/>
            <w:listItem w:displayText="marta.skrabakova@sizp.sk" w:value="marta.skrabakova@sizp.sk"/>
            <w:listItem w:displayText="peter.valentovic@sizp.sk" w:value="peter.valentovic@sizp.sk"/>
            <w:listItem w:displayText="ingrid.pojezdalova@sizp.sk" w:value="ingrid.pojezdalova@sizp.sk"/>
            <w:listItem w:displayText="lubica.casarova@sizp.sk" w:value="lubica.casarova@sizp.sk"/>
            <w:listItem w:displayText="martin.jursa@sizp.sk" w:value="martin.jursa@sizp.sk"/>
            <w:listItem w:displayText="kristina.kapriova@sizp.sk" w:value="kristina.kapriova@sizp.sk"/>
            <w:listItem w:displayText="martina.kristofova@sizp.sk" w:value="martina.kristofova@sizp.sk"/>
            <w:listItem w:displayText="monika.kromerova@sizp.sk" w:value="monika.kromerova@sizp.sk"/>
            <w:listItem w:displayText="edita.manova@sizp.sk" w:value="edita.manova@sizp.sk"/>
            <w:listItem w:displayText="monika.medovicova@sizp.sk" w:value="monika.medovicova@sizp.sk"/>
            <w:listItem w:displayText="martina.rumanovska@sizp.sk" w:value="martina.rumanovska@sizp.sk"/>
            <w:listItem w:displayText="viera.rusenova@sizp.sk" w:value="viera.rusenova@sizp.sk"/>
            <w:listItem w:displayText="juraj.simon@sizp.sk" w:value="juraj.simon@sizp.sk"/>
            <w:listItem w:displayText="kristina.titkova@sizp.sk" w:value="kristina.titkova@sizp.sk"/>
          </w:dropDownList>
        </w:sdtPr>
        <w:sdtEndPr/>
        <w:sdtContent>
          <w:r w:rsidR="00205F48" w:rsidRPr="008C43CB">
            <w:rPr>
              <w:rFonts w:ascii="Times New Roman" w:hAnsi="Times New Roman"/>
              <w:sz w:val="24"/>
              <w:szCs w:val="24"/>
            </w:rPr>
            <w:t>csaba.hegedus@sizp.sk</w:t>
          </w:r>
        </w:sdtContent>
      </w:sdt>
    </w:p>
    <w:p w:rsidR="002F6417" w:rsidRPr="008C43CB" w:rsidRDefault="002F6417" w:rsidP="00453E5E">
      <w:pPr>
        <w:spacing w:after="0" w:line="300" w:lineRule="exact"/>
        <w:jc w:val="both"/>
        <w:rPr>
          <w:rFonts w:ascii="Times New Roman" w:hAnsi="Times New Roman"/>
          <w:sz w:val="24"/>
          <w:szCs w:val="24"/>
        </w:rPr>
      </w:pPr>
    </w:p>
    <w:p w:rsidR="00205F48" w:rsidRPr="008C43CB" w:rsidRDefault="00205F48" w:rsidP="00205F48">
      <w:pPr>
        <w:tabs>
          <w:tab w:val="left" w:pos="708"/>
          <w:tab w:val="left" w:pos="1416"/>
          <w:tab w:val="left" w:pos="2124"/>
          <w:tab w:val="left" w:pos="2832"/>
          <w:tab w:val="left" w:pos="3540"/>
          <w:tab w:val="left" w:pos="4248"/>
          <w:tab w:val="left" w:pos="5245"/>
        </w:tabs>
        <w:spacing w:after="0" w:line="300" w:lineRule="exact"/>
        <w:jc w:val="both"/>
        <w:rPr>
          <w:rFonts w:ascii="Times New Roman" w:hAnsi="Times New Roman"/>
          <w:sz w:val="24"/>
          <w:szCs w:val="24"/>
        </w:rPr>
      </w:pPr>
      <w:r w:rsidRPr="008C43CB">
        <w:rPr>
          <w:rFonts w:ascii="Times New Roman" w:hAnsi="Times New Roman"/>
          <w:sz w:val="24"/>
          <w:szCs w:val="24"/>
        </w:rPr>
        <w:t>Inšpektor:</w:t>
      </w:r>
      <w:r w:rsidRPr="008C43CB">
        <w:rPr>
          <w:rFonts w:ascii="Times New Roman" w:hAnsi="Times New Roman"/>
          <w:sz w:val="24"/>
          <w:szCs w:val="24"/>
        </w:rPr>
        <w:tab/>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alias w:val="Inšpektor"/>
          <w:tag w:val="Inšpektor"/>
          <w:id w:val="-576672857"/>
          <w:placeholder>
            <w:docPart w:val="44BD53F739944F06A4200955542DBB4F"/>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Juraj Čorba" w:value="Ing. Juraj Čorba"/>
            <w:listItem w:displayText="Ing. Natália Antalíková" w:value="Ing. Natália Antalíková"/>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lovský" w:value="RNDr. Igor Jedl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Ivana Záleská" w:value="Ing. Ivana Záleská"/>
            <w:listItem w:displayText="Mgr. Simona Fašungová" w:value="Mgr. Simona Fašungová"/>
            <w:listItem w:displayText="Ing. Csaba Hegedüš" w:value="Ing. Csaba Hegedüš"/>
            <w:listItem w:displayText="Ing. Janka Memersheimerová, PhD." w:value="Ing. Janka Memersheimerová, PhD."/>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 Juraj Šimon" w:value="Ing. Juraj Šimon"/>
            <w:listItem w:displayText="Ing. Kristína Titková" w:value="Ing. Kristína Titková"/>
          </w:dropDownList>
        </w:sdtPr>
        <w:sdtEndPr/>
        <w:sdtContent>
          <w:r w:rsidRPr="008C43CB">
            <w:rPr>
              <w:rFonts w:ascii="Times New Roman" w:hAnsi="Times New Roman"/>
              <w:sz w:val="24"/>
              <w:szCs w:val="24"/>
            </w:rPr>
            <w:t>Mgr. Simona Fašungová</w:t>
          </w:r>
        </w:sdtContent>
      </w:sdt>
      <w:r w:rsidRPr="008C43CB">
        <w:rPr>
          <w:rFonts w:ascii="Times New Roman" w:hAnsi="Times New Roman"/>
          <w:sz w:val="24"/>
          <w:szCs w:val="24"/>
        </w:rPr>
        <w:tab/>
        <w:t xml:space="preserve">Číslo preukazu: </w:t>
      </w:r>
      <w:sdt>
        <w:sdtPr>
          <w:rPr>
            <w:rFonts w:ascii="Times New Roman" w:hAnsi="Times New Roman"/>
            <w:sz w:val="24"/>
            <w:szCs w:val="24"/>
          </w:rPr>
          <w:alias w:val="Číslo"/>
          <w:tag w:val="Číslo"/>
          <w:id w:val="-1865198743"/>
          <w:placeholder>
            <w:docPart w:val="BE7D0987AC9648599E9257B026D72658"/>
          </w:placeholder>
          <w:dropDownList>
            <w:listItem w:value="Vyberte položku."/>
            <w:listItem w:displayText="27" w:value="27"/>
            <w:listItem w:displayText="51" w:value="51"/>
            <w:listItem w:displayText="72" w:value="72"/>
            <w:listItem w:displayText="94" w:value="94"/>
            <w:listItem w:displayText="114" w:value="114"/>
            <w:listItem w:displayText="115" w:value="115"/>
            <w:listItem w:displayText="123" w:value="123"/>
            <w:listItem w:displayText="126" w:value="126"/>
            <w:listItem w:displayText="127" w:value="127"/>
            <w:listItem w:displayText="141" w:value="141"/>
            <w:listItem w:displayText="146" w:value="146"/>
            <w:listItem w:displayText="160" w:value="160"/>
            <w:listItem w:displayText="187" w:value="187"/>
            <w:listItem w:displayText="205" w:value="205"/>
            <w:listItem w:displayText="230" w:value="230"/>
            <w:listItem w:displayText="267" w:value="267"/>
            <w:listItem w:displayText="270" w:value="270"/>
            <w:listItem w:displayText="280" w:value="280"/>
            <w:listItem w:displayText="314" w:value="314"/>
            <w:listItem w:displayText="317" w:value="317"/>
            <w:listItem w:displayText="329" w:value="329"/>
            <w:listItem w:displayText="335" w:value="335"/>
            <w:listItem w:displayText="336" w:value="336"/>
            <w:listItem w:displayText="339" w:value="339"/>
            <w:listItem w:displayText="341" w:value="341"/>
            <w:listItem w:displayText="348" w:value="348"/>
            <w:listItem w:displayText="376" w:value="376"/>
            <w:listItem w:displayText="386" w:value="386"/>
            <w:listItem w:displayText="399" w:value="399"/>
            <w:listItem w:displayText="417" w:value="417"/>
            <w:listItem w:displayText="428" w:value="428"/>
            <w:listItem w:displayText="436" w:value="436"/>
            <w:listItem w:displayText="451" w:value="451"/>
            <w:listItem w:displayText="452" w:value="452"/>
            <w:listItem w:displayText="462" w:value="462"/>
            <w:listItem w:displayText="463" w:value="463"/>
            <w:listItem w:displayText="464" w:value="464"/>
            <w:listItem w:displayText="467" w:value="467"/>
            <w:listItem w:displayText="468" w:value="468"/>
            <w:listItem w:displayText="469" w:value="469"/>
            <w:listItem w:displayText="471" w:value="471"/>
            <w:listItem w:displayText="473" w:value="473"/>
            <w:listItem w:displayText="474" w:value="474"/>
            <w:listItem w:displayText="483" w:value="483"/>
            <w:listItem w:displayText="490" w:value="490"/>
            <w:listItem w:displayText="494" w:value="494"/>
            <w:listItem w:displayText="495" w:value="495"/>
            <w:listItem w:displayText="506" w:value="506"/>
            <w:listItem w:displayText="507" w:value="507"/>
            <w:listItem w:displayText="509" w:value="509"/>
            <w:listItem w:displayText="521" w:value="521"/>
            <w:listItem w:displayText="530" w:value="530"/>
            <w:listItem w:displayText="534" w:value="534"/>
            <w:listItem w:displayText="535" w:value="535"/>
            <w:listItem w:displayText="538" w:value="538"/>
            <w:listItem w:displayText="553" w:value="553"/>
            <w:listItem w:displayText="556" w:value="556"/>
            <w:listItem w:displayText="560" w:value="560"/>
            <w:listItem w:displayText="562" w:value="562"/>
            <w:listItem w:displayText="565" w:value="565"/>
            <w:listItem w:displayText="568" w:value="568"/>
            <w:listItem w:displayText="572" w:value="572"/>
            <w:listItem w:displayText="573" w:value="573"/>
            <w:listItem w:displayText="576" w:value="576"/>
            <w:listItem w:displayText="586" w:value="586"/>
            <w:listItem w:displayText="594" w:value="594"/>
            <w:listItem w:displayText="609" w:value="609"/>
            <w:listItem w:displayText="621" w:value="621"/>
          </w:dropDownList>
        </w:sdtPr>
        <w:sdtEndPr/>
        <w:sdtContent>
          <w:r w:rsidR="00BD2C59" w:rsidRPr="008C43CB">
            <w:rPr>
              <w:rFonts w:ascii="Times New Roman" w:hAnsi="Times New Roman"/>
              <w:sz w:val="24"/>
              <w:szCs w:val="24"/>
            </w:rPr>
            <w:t>553</w:t>
          </w:r>
        </w:sdtContent>
      </w:sdt>
    </w:p>
    <w:p w:rsidR="00205F48" w:rsidRPr="008C43CB" w:rsidRDefault="00205F48" w:rsidP="00205F48">
      <w:pPr>
        <w:tabs>
          <w:tab w:val="left" w:pos="708"/>
          <w:tab w:val="left" w:pos="1416"/>
          <w:tab w:val="left" w:pos="2124"/>
          <w:tab w:val="left" w:pos="2832"/>
          <w:tab w:val="left" w:pos="3540"/>
          <w:tab w:val="left" w:pos="4248"/>
          <w:tab w:val="left" w:pos="4956"/>
          <w:tab w:val="left" w:pos="7005"/>
        </w:tabs>
        <w:spacing w:after="0" w:line="300" w:lineRule="exact"/>
        <w:jc w:val="both"/>
        <w:rPr>
          <w:rFonts w:ascii="Times New Roman" w:hAnsi="Times New Roman"/>
          <w:sz w:val="24"/>
          <w:szCs w:val="24"/>
        </w:rPr>
      </w:pPr>
      <w:r w:rsidRPr="008C43CB">
        <w:rPr>
          <w:rFonts w:ascii="Times New Roman" w:hAnsi="Times New Roman"/>
          <w:sz w:val="24"/>
          <w:szCs w:val="24"/>
        </w:rPr>
        <w:t>Telefón:</w:t>
      </w:r>
      <w:r w:rsidRPr="008C43CB">
        <w:rPr>
          <w:rFonts w:ascii="Times New Roman" w:hAnsi="Times New Roman"/>
          <w:sz w:val="24"/>
          <w:szCs w:val="24"/>
        </w:rPr>
        <w:tab/>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alias w:val="Telefón"/>
          <w:tag w:val="Telefón"/>
          <w:id w:val="847145528"/>
          <w:placeholder>
            <w:docPart w:val="49AD20CB44F34DA6BD161C8B7B1950BA"/>
          </w:placeholder>
          <w:dropDownList>
            <w:listItem w:value="Vyberte položku."/>
            <w:listItem w:displayText="041 507 51 31" w:value="041 507 51 31"/>
            <w:listItem w:displayText="041 507 51 16" w:value="041 507 51 16"/>
            <w:listItem w:displayText="041 507 51 10" w:value="041 507 51 10"/>
            <w:listItem w:displayText="041 507 51 20" w:value="041 507 51 20"/>
            <w:listItem w:displayText="041 507 51 21" w:value="041 507 51 21"/>
            <w:listItem w:displayText="055 633 33 14" w:value="055 633 33 14"/>
            <w:listItem w:displayText="055 632 49 37" w:value="055 632 49 37"/>
            <w:listItem w:displayText="048 471 96 50" w:value="048 471 96 50"/>
            <w:listItem w:displayText="048 471 96 56 " w:value="048 471 96 56 "/>
            <w:listItem w:displayText="048 471 96 54 " w:value="048 471 96 54 "/>
            <w:listItem w:displayText="048 471 96 53" w:value="048 471 96 53"/>
            <w:listItem w:displayText="048 471 96 57" w:value="048 471 96 57"/>
            <w:listItem w:displayText="048 471 96 52" w:value="048 471 96 52"/>
            <w:listItem w:displayText="02 582 82 441" w:value="02 582 82 441"/>
            <w:listItem w:displayText="02 582 82 416" w:value="02 582 82 416"/>
            <w:listItem w:displayText="02 582 82 428" w:value="02 582 82 428"/>
            <w:listItem w:displayText="02 582 82 430" w:value="02 582 82 430"/>
            <w:listItem w:displayText="02 582 82 407" w:value="02 582 82 407"/>
            <w:listItem w:displayText="02 582 82 412" w:value="02 582 82 412"/>
            <w:listItem w:displayText="037 656 06 34" w:value="037 656 06 34"/>
            <w:listItem w:displayText="037 656 06 48" w:value="037 656 06 48"/>
            <w:listItem w:displayText="037 656 06 35" w:value="037 656 06 35"/>
            <w:listItem w:displayText="037 656 06 32" w:value="037 656 06 32"/>
            <w:listItem w:displayText="037 656 06 49" w:value="037 656 06 49"/>
            <w:listItem w:displayText="037 656 06 31" w:value="037 656 06 31"/>
            <w:listItem w:displayText="037 656 06 33" w:value="037 656 06 33"/>
            <w:listItem w:displayText="037 656 06 47" w:value="037 656 06 47"/>
          </w:dropDownList>
        </w:sdtPr>
        <w:sdtEndPr/>
        <w:sdtContent>
          <w:r w:rsidRPr="008C43CB">
            <w:rPr>
              <w:rFonts w:ascii="Times New Roman" w:hAnsi="Times New Roman"/>
              <w:sz w:val="24"/>
              <w:szCs w:val="24"/>
            </w:rPr>
            <w:t>02 582 82 416</w:t>
          </w:r>
        </w:sdtContent>
      </w:sdt>
      <w:r w:rsidRPr="008C43CB">
        <w:rPr>
          <w:rFonts w:ascii="Times New Roman" w:hAnsi="Times New Roman"/>
          <w:sz w:val="24"/>
          <w:szCs w:val="24"/>
        </w:rPr>
        <w:tab/>
      </w:r>
    </w:p>
    <w:p w:rsidR="00205F48" w:rsidRPr="008C43CB" w:rsidRDefault="00205F48" w:rsidP="00205F48">
      <w:pPr>
        <w:spacing w:after="0" w:line="300" w:lineRule="exact"/>
        <w:jc w:val="both"/>
        <w:rPr>
          <w:rFonts w:ascii="Times New Roman" w:hAnsi="Times New Roman"/>
          <w:sz w:val="24"/>
          <w:szCs w:val="24"/>
        </w:rPr>
      </w:pPr>
      <w:r w:rsidRPr="008C43CB">
        <w:rPr>
          <w:rFonts w:ascii="Times New Roman" w:hAnsi="Times New Roman"/>
          <w:sz w:val="24"/>
          <w:szCs w:val="24"/>
        </w:rPr>
        <w:t>Elektronická adresa:</w:t>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alias w:val="Elektronická adresa"/>
          <w:tag w:val="Elektronická adresa"/>
          <w:id w:val="993919797"/>
          <w:placeholder>
            <w:docPart w:val="940F2E7A914C412793D25C10BF5E6ACB"/>
          </w:placeholder>
          <w:dropDownList>
            <w:listItem w:value="Vyberte položku."/>
            <w:listItem w:displayText="miroslava.rekova@sizp.sk" w:value="miroslava.rekova@sizp.sk"/>
            <w:listItem w:displayText="eva.chytcakova@sizp.sk" w:value="eva.chytcakova@sizp.sk"/>
            <w:listItem w:displayText="eva.danova@sizp.sk" w:value="eva.danova@sizp.sk"/>
            <w:listItem w:displayText="zuzana.kadikova@sizp.sk" w:value="zuzana.kadikova@sizp.sk"/>
            <w:listItem w:displayText="rozalia.kozackova@sizp.sk" w:value="rozalia.kozackova@sizp.sk"/>
            <w:listItem w:displayText="marta.martincekova@sizp.sk" w:value="marta.martincekova@sizp.sk"/>
            <w:listItem w:displayText="alzbeta.patusova@sizp.sk" w:value="alzbeta.patusova@sizp.sk"/>
            <w:listItem w:displayText="andrea.sumichrastova@sizp.sk" w:value="andrea.sumichrastova@sizp.sk"/>
            <w:listItem w:displayText="jaroslava.zeriavova@sizp.sk" w:value="jaroslava.zeriavova@sizp.sk"/>
            <w:listItem w:displayText="juraj.corba@sizp.sk" w:value="juraj.corba@sizp.sk"/>
            <w:listItem w:displayText="natalia.antalikova@sizp.sk" w:value="natalia.antalikova@sizp.sk"/>
            <w:listItem w:displayText="juraj.berak@sizp.sk" w:value="juraj.berak@sizp.sk"/>
            <w:listItem w:displayText="renata.brezinova@sizp.sk" w:value="renata.brezinova@sizp.sk"/>
            <w:listItem w:displayText="ivan.hajdusek@sizp.sk" w:value="ivan.hajdusek@sizp.sk"/>
            <w:listItem w:displayText="katarina.hutnanova@sizp.sk" w:value="katarina.hutnanova@sizp.sk"/>
            <w:listItem w:displayText="eva.merjava@sizp.sk" w:value="eva.merjava@sizp.sk"/>
            <w:listItem w:displayText="eva.milistenferova@sizp.sk" w:value="eva.milistenferova@sizp.sk"/>
            <w:listItem w:displayText="vladimir.nedelko@sizp.sk" w:value="vladimir.nedelko@sizp.sk"/>
            <w:listItem w:displayText="jana.valachovicova@sizp.sk" w:value="jana.valachovicova@sizp.sk"/>
            <w:listItem w:displayText="renata.wittenbergerova@sizp.sk" w:value="renata.wittenbergerova@sizp.sk"/>
            <w:listItem w:displayText="katarina.raucinova@sizp.sk" w:value="katarina.raucinova@sizp.sk"/>
            <w:listItem w:displayText="branislav.benovic@sizp.sk" w:value="branislav.benovic@sizp.sk"/>
            <w:listItem w:displayText="igor.jedlovsky@sizp.sk" w:value="igor.jedlovsky@sizp.sk"/>
            <w:listItem w:displayText="anna.kassova@sizp.sk" w:value="anna.kassova@sizp.sk"/>
            <w:listItem w:displayText="zuzana.krizmova@sizp.sk" w:value="zuzana.krizmova@sizp.sk"/>
            <w:listItem w:displayText="jan.kurillo@sizp.sk" w:value="jan.kurillo@sizp.sk"/>
            <w:listItem w:displayText="ivan.miklos@sizp.sk" w:value="ivan.miklos@sizp.sk"/>
            <w:listItem w:displayText="katarina.pavlikova@sizp.sk " w:value="katarina.pavlikova@sizp.sk "/>
            <w:listItem w:displayText="maria.petrova@sizp.sk" w:value="maria.petrova@sizp.sk"/>
            <w:listItem w:displayText="alena.skornova@sizp.sk" w:value="alena.skornova@sizp.sk"/>
            <w:listItem w:displayText="ivana.zaleska@sizp.sk" w:value="ivana.zaleska@sizp.sk"/>
            <w:listItem w:displayText="simona.fasungova@sizp" w:value="simona.fasungova@sizp"/>
            <w:listItem w:displayText="csaba.hegedus@sizp.sk" w:value="csaba.hegedus@sizp.sk"/>
            <w:listItem w:displayText="daniel.kucko@sizp.sk" w:value="daniel.kucko@sizp.sk"/>
            <w:listItem w:displayText="janka.memersheimerova@sizp.sk" w:value="janka.memersheimerova@sizp.sk"/>
            <w:listItem w:displayText="milan.sobolic@sizp.sk" w:value="milan.sobolic@sizp.sk"/>
            <w:listItem w:displayText="marta.skrabakova@sizp.sk" w:value="marta.skrabakova@sizp.sk"/>
            <w:listItem w:displayText="peter.valentovic@sizp.sk" w:value="peter.valentovic@sizp.sk"/>
            <w:listItem w:displayText="ingrid.pojezdalova@sizp.sk" w:value="ingrid.pojezdalova@sizp.sk"/>
            <w:listItem w:displayText="lubica.casarova@sizp.sk" w:value="lubica.casarova@sizp.sk"/>
            <w:listItem w:displayText="martin.jursa@sizp.sk" w:value="martin.jursa@sizp.sk"/>
            <w:listItem w:displayText="kristina.kapriova@sizp.sk" w:value="kristina.kapriova@sizp.sk"/>
            <w:listItem w:displayText="martina.kristofova@sizp.sk" w:value="martina.kristofova@sizp.sk"/>
            <w:listItem w:displayText="monika.kromerova@sizp.sk" w:value="monika.kromerova@sizp.sk"/>
            <w:listItem w:displayText="edita.manova@sizp.sk" w:value="edita.manova@sizp.sk"/>
            <w:listItem w:displayText="monika.medovicova@sizp.sk" w:value="monika.medovicova@sizp.sk"/>
            <w:listItem w:displayText="martina.rumanovska@sizp.sk" w:value="martina.rumanovska@sizp.sk"/>
            <w:listItem w:displayText="viera.rusenova@sizp.sk" w:value="viera.rusenova@sizp.sk"/>
            <w:listItem w:displayText="juraj.simon@sizp.sk" w:value="juraj.simon@sizp.sk"/>
            <w:listItem w:displayText="kristina.titkova@sizp.sk" w:value="kristina.titkova@sizp.sk"/>
          </w:dropDownList>
        </w:sdtPr>
        <w:sdtEndPr/>
        <w:sdtContent>
          <w:r w:rsidRPr="008C43CB">
            <w:rPr>
              <w:rFonts w:ascii="Times New Roman" w:hAnsi="Times New Roman"/>
              <w:sz w:val="24"/>
              <w:szCs w:val="24"/>
            </w:rPr>
            <w:t>simona.fasungova@sizp</w:t>
          </w:r>
        </w:sdtContent>
      </w:sdt>
    </w:p>
    <w:p w:rsidR="00205F48" w:rsidRPr="008C43CB" w:rsidRDefault="00205F48" w:rsidP="00453E5E">
      <w:pPr>
        <w:spacing w:after="0" w:line="300" w:lineRule="exact"/>
        <w:jc w:val="both"/>
        <w:rPr>
          <w:rFonts w:ascii="Times New Roman" w:hAnsi="Times New Roman"/>
          <w:sz w:val="24"/>
          <w:szCs w:val="24"/>
        </w:rPr>
      </w:pPr>
    </w:p>
    <w:p w:rsidR="005D2418" w:rsidRPr="008C43CB" w:rsidRDefault="005D2418" w:rsidP="005D2418">
      <w:pPr>
        <w:spacing w:after="0" w:line="300" w:lineRule="exact"/>
        <w:jc w:val="both"/>
        <w:rPr>
          <w:rFonts w:ascii="Times New Roman" w:hAnsi="Times New Roman"/>
          <w:b/>
          <w:sz w:val="24"/>
          <w:szCs w:val="24"/>
          <w:u w:val="single"/>
        </w:rPr>
      </w:pPr>
      <w:r w:rsidRPr="008C43CB">
        <w:rPr>
          <w:rFonts w:ascii="Times New Roman" w:hAnsi="Times New Roman"/>
          <w:b/>
          <w:sz w:val="24"/>
          <w:szCs w:val="24"/>
        </w:rPr>
        <w:t>B.1.</w:t>
      </w:r>
      <w:r w:rsidRPr="008C43CB">
        <w:rPr>
          <w:rFonts w:ascii="Times New Roman" w:hAnsi="Times New Roman"/>
          <w:b/>
          <w:sz w:val="24"/>
          <w:szCs w:val="24"/>
          <w:u w:val="single"/>
        </w:rPr>
        <w:t>Prizvaná osoba</w:t>
      </w:r>
    </w:p>
    <w:p w:rsidR="005D2418" w:rsidRPr="008C43CB" w:rsidRDefault="005D2418" w:rsidP="00A65B3C">
      <w:pPr>
        <w:spacing w:after="0" w:line="300" w:lineRule="exact"/>
        <w:jc w:val="both"/>
        <w:rPr>
          <w:rFonts w:ascii="Times New Roman" w:hAnsi="Times New Roman"/>
          <w:sz w:val="24"/>
          <w:szCs w:val="24"/>
        </w:rPr>
      </w:pPr>
      <w:r w:rsidRPr="008C43CB">
        <w:rPr>
          <w:rFonts w:ascii="Times New Roman" w:hAnsi="Times New Roman"/>
          <w:sz w:val="24"/>
          <w:szCs w:val="24"/>
        </w:rPr>
        <w:t>Organizácia</w:t>
      </w:r>
      <w:r w:rsidR="00302EBE" w:rsidRPr="008C43CB">
        <w:rPr>
          <w:rFonts w:ascii="Times New Roman" w:hAnsi="Times New Roman"/>
          <w:sz w:val="24"/>
          <w:szCs w:val="24"/>
        </w:rPr>
        <w:t>:</w:t>
      </w:r>
      <w:r w:rsidR="00302EBE" w:rsidRPr="008C43CB">
        <w:rPr>
          <w:rFonts w:ascii="Times New Roman" w:hAnsi="Times New Roman"/>
          <w:sz w:val="24"/>
          <w:szCs w:val="24"/>
        </w:rPr>
        <w:tab/>
      </w:r>
      <w:r w:rsidR="00302EBE" w:rsidRPr="008C43CB">
        <w:rPr>
          <w:rFonts w:ascii="Times New Roman" w:hAnsi="Times New Roman"/>
          <w:sz w:val="24"/>
          <w:szCs w:val="24"/>
        </w:rPr>
        <w:tab/>
      </w:r>
      <w:r w:rsidR="00302EBE" w:rsidRPr="008C43CB">
        <w:rPr>
          <w:rFonts w:ascii="Times New Roman" w:hAnsi="Times New Roman"/>
          <w:sz w:val="24"/>
          <w:szCs w:val="24"/>
        </w:rPr>
        <w:tab/>
      </w:r>
      <w:sdt>
        <w:sdtPr>
          <w:rPr>
            <w:rFonts w:ascii="Times New Roman" w:hAnsi="Times New Roman"/>
            <w:sz w:val="24"/>
            <w:szCs w:val="24"/>
          </w:rPr>
          <w:id w:val="1271656022"/>
          <w:placeholder>
            <w:docPart w:val="4E3F7D84A1B745A0957ADE84DD288DB4"/>
          </w:placeholder>
        </w:sdtPr>
        <w:sdtEndPr/>
        <w:sdtContent>
          <w:r w:rsidR="00A65B3C" w:rsidRPr="008C43CB">
            <w:rPr>
              <w:rFonts w:ascii="Times New Roman" w:hAnsi="Times New Roman"/>
              <w:sz w:val="24"/>
              <w:szCs w:val="24"/>
            </w:rPr>
            <w:t>-</w:t>
          </w:r>
        </w:sdtContent>
      </w:sdt>
    </w:p>
    <w:p w:rsidR="005D2418" w:rsidRPr="008C43CB" w:rsidRDefault="00302EBE" w:rsidP="00A65B3C">
      <w:pPr>
        <w:spacing w:after="0" w:line="300" w:lineRule="exact"/>
        <w:jc w:val="both"/>
        <w:rPr>
          <w:rFonts w:ascii="Times New Roman" w:hAnsi="Times New Roman"/>
          <w:sz w:val="24"/>
          <w:szCs w:val="24"/>
        </w:rPr>
      </w:pPr>
      <w:r w:rsidRPr="008C43CB">
        <w:rPr>
          <w:rFonts w:ascii="Times New Roman" w:hAnsi="Times New Roman"/>
          <w:sz w:val="24"/>
          <w:szCs w:val="24"/>
        </w:rPr>
        <w:t>Adresa:</w:t>
      </w:r>
      <w:r w:rsidRPr="008C43CB">
        <w:rPr>
          <w:rFonts w:ascii="Times New Roman" w:hAnsi="Times New Roman"/>
          <w:sz w:val="24"/>
          <w:szCs w:val="24"/>
        </w:rPr>
        <w:tab/>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1017764314"/>
          <w:placeholder>
            <w:docPart w:val="E9FD8025827E46988DDEFEAA3231417B"/>
          </w:placeholder>
        </w:sdtPr>
        <w:sdtEndPr/>
        <w:sdtContent>
          <w:r w:rsidR="00A65B3C" w:rsidRPr="008C43CB">
            <w:rPr>
              <w:rFonts w:ascii="Times New Roman" w:hAnsi="Times New Roman"/>
              <w:sz w:val="24"/>
              <w:szCs w:val="24"/>
            </w:rPr>
            <w:t>-</w:t>
          </w:r>
        </w:sdtContent>
      </w:sdt>
    </w:p>
    <w:p w:rsidR="00302EBE" w:rsidRPr="008C43CB" w:rsidRDefault="00302EBE" w:rsidP="00A65B3C">
      <w:pPr>
        <w:tabs>
          <w:tab w:val="left" w:pos="2835"/>
          <w:tab w:val="left" w:pos="5245"/>
        </w:tabs>
        <w:spacing w:after="0" w:line="300" w:lineRule="exact"/>
        <w:jc w:val="both"/>
        <w:rPr>
          <w:rFonts w:ascii="Times New Roman" w:hAnsi="Times New Roman"/>
          <w:sz w:val="24"/>
          <w:szCs w:val="24"/>
        </w:rPr>
      </w:pPr>
      <w:r w:rsidRPr="008C43CB">
        <w:rPr>
          <w:rFonts w:ascii="Times New Roman" w:hAnsi="Times New Roman"/>
          <w:sz w:val="24"/>
          <w:szCs w:val="24"/>
        </w:rPr>
        <w:t>Zástupca:</w:t>
      </w:r>
      <w:r w:rsidRPr="008C43CB">
        <w:rPr>
          <w:rFonts w:ascii="Times New Roman" w:hAnsi="Times New Roman"/>
          <w:sz w:val="24"/>
          <w:szCs w:val="24"/>
        </w:rPr>
        <w:tab/>
      </w:r>
      <w:sdt>
        <w:sdtPr>
          <w:rPr>
            <w:rFonts w:ascii="Times New Roman" w:hAnsi="Times New Roman"/>
            <w:sz w:val="24"/>
            <w:szCs w:val="24"/>
          </w:rPr>
          <w:id w:val="365025224"/>
          <w:placeholder>
            <w:docPart w:val="A5F367A1FF20474189D5507A88FC18C7"/>
          </w:placeholder>
        </w:sdtPr>
        <w:sdtEndPr/>
        <w:sdtContent>
          <w:r w:rsidR="00A65B3C" w:rsidRPr="008C43CB">
            <w:rPr>
              <w:rFonts w:ascii="Times New Roman" w:hAnsi="Times New Roman"/>
              <w:sz w:val="24"/>
              <w:szCs w:val="24"/>
            </w:rPr>
            <w:t>-</w:t>
          </w:r>
        </w:sdtContent>
      </w:sdt>
      <w:r w:rsidRPr="008C43CB">
        <w:rPr>
          <w:rFonts w:ascii="Times New Roman" w:hAnsi="Times New Roman"/>
          <w:sz w:val="24"/>
          <w:szCs w:val="24"/>
        </w:rPr>
        <w:tab/>
        <w:t>Funkcia:</w:t>
      </w:r>
      <w:r w:rsidRPr="008C43CB">
        <w:rPr>
          <w:rFonts w:ascii="Times New Roman" w:hAnsi="Times New Roman"/>
          <w:sz w:val="24"/>
          <w:szCs w:val="24"/>
        </w:rPr>
        <w:tab/>
      </w:r>
      <w:sdt>
        <w:sdtPr>
          <w:rPr>
            <w:rFonts w:ascii="Times New Roman" w:hAnsi="Times New Roman"/>
            <w:sz w:val="24"/>
            <w:szCs w:val="24"/>
          </w:rPr>
          <w:id w:val="-1944456507"/>
          <w:placeholder>
            <w:docPart w:val="A5F367A1FF20474189D5507A88FC18C7"/>
          </w:placeholder>
        </w:sdtPr>
        <w:sdtEndPr/>
        <w:sdtContent>
          <w:r w:rsidR="00A65B3C" w:rsidRPr="008C43CB">
            <w:rPr>
              <w:rFonts w:ascii="Times New Roman" w:hAnsi="Times New Roman"/>
              <w:sz w:val="24"/>
              <w:szCs w:val="24"/>
            </w:rPr>
            <w:t>-</w:t>
          </w:r>
        </w:sdtContent>
      </w:sdt>
    </w:p>
    <w:p w:rsidR="00302EBE" w:rsidRPr="008C43CB" w:rsidRDefault="00302EBE" w:rsidP="00A65B3C">
      <w:pPr>
        <w:spacing w:after="0" w:line="300" w:lineRule="exact"/>
        <w:jc w:val="both"/>
        <w:rPr>
          <w:rFonts w:ascii="Times New Roman" w:hAnsi="Times New Roman"/>
          <w:sz w:val="24"/>
          <w:szCs w:val="24"/>
        </w:rPr>
      </w:pPr>
      <w:r w:rsidRPr="008C43CB">
        <w:rPr>
          <w:rFonts w:ascii="Times New Roman" w:hAnsi="Times New Roman"/>
          <w:sz w:val="24"/>
          <w:szCs w:val="24"/>
        </w:rPr>
        <w:t>Telefón:</w:t>
      </w:r>
      <w:r w:rsidRPr="008C43CB">
        <w:rPr>
          <w:rFonts w:ascii="Times New Roman" w:hAnsi="Times New Roman"/>
          <w:sz w:val="24"/>
          <w:szCs w:val="24"/>
        </w:rPr>
        <w:tab/>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622763529"/>
          <w:placeholder>
            <w:docPart w:val="A5F367A1FF20474189D5507A88FC18C7"/>
          </w:placeholder>
        </w:sdtPr>
        <w:sdtEndPr/>
        <w:sdtContent>
          <w:r w:rsidR="00A65B3C" w:rsidRPr="008C43CB">
            <w:rPr>
              <w:rFonts w:ascii="Times New Roman" w:hAnsi="Times New Roman"/>
              <w:sz w:val="24"/>
              <w:szCs w:val="24"/>
            </w:rPr>
            <w:t>-</w:t>
          </w:r>
        </w:sdtContent>
      </w:sdt>
    </w:p>
    <w:p w:rsidR="00302EBE" w:rsidRPr="008C43CB" w:rsidRDefault="00302EBE" w:rsidP="00A65B3C">
      <w:pPr>
        <w:spacing w:after="0" w:line="300" w:lineRule="exact"/>
        <w:jc w:val="both"/>
        <w:rPr>
          <w:rFonts w:ascii="Times New Roman" w:hAnsi="Times New Roman"/>
          <w:sz w:val="24"/>
          <w:szCs w:val="24"/>
        </w:rPr>
      </w:pPr>
      <w:r w:rsidRPr="008C43CB">
        <w:rPr>
          <w:rFonts w:ascii="Times New Roman" w:hAnsi="Times New Roman"/>
          <w:sz w:val="24"/>
          <w:szCs w:val="24"/>
        </w:rPr>
        <w:t>Elektronická adresa:</w:t>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1661843684"/>
          <w:placeholder>
            <w:docPart w:val="A5F367A1FF20474189D5507A88FC18C7"/>
          </w:placeholder>
        </w:sdtPr>
        <w:sdtEndPr/>
        <w:sdtContent>
          <w:r w:rsidR="00A65B3C" w:rsidRPr="008C43CB">
            <w:rPr>
              <w:rFonts w:ascii="Times New Roman" w:hAnsi="Times New Roman"/>
              <w:sz w:val="24"/>
              <w:szCs w:val="24"/>
            </w:rPr>
            <w:t>-</w:t>
          </w:r>
        </w:sdtContent>
      </w:sdt>
    </w:p>
    <w:p w:rsidR="00302EBE" w:rsidRPr="008C43CB" w:rsidRDefault="00302EBE" w:rsidP="0064095D">
      <w:pPr>
        <w:tabs>
          <w:tab w:val="left" w:pos="2835"/>
        </w:tabs>
        <w:spacing w:after="0" w:line="300" w:lineRule="exact"/>
        <w:jc w:val="both"/>
        <w:rPr>
          <w:rFonts w:ascii="Times New Roman" w:hAnsi="Times New Roman"/>
          <w:sz w:val="24"/>
          <w:szCs w:val="24"/>
        </w:rPr>
      </w:pPr>
    </w:p>
    <w:p w:rsidR="00C17C9E" w:rsidRPr="008C43CB" w:rsidRDefault="00C17C9E"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8C43CB">
        <w:rPr>
          <w:rFonts w:ascii="Times New Roman" w:hAnsi="Times New Roman"/>
          <w:b/>
          <w:sz w:val="24"/>
          <w:szCs w:val="24"/>
          <w:u w:val="single"/>
        </w:rPr>
        <w:t>Prevádzkovateľ</w:t>
      </w:r>
    </w:p>
    <w:p w:rsidR="00C17C9E" w:rsidRPr="008C43CB" w:rsidRDefault="00554B39" w:rsidP="00EC5203">
      <w:pPr>
        <w:spacing w:after="0" w:line="300" w:lineRule="exact"/>
        <w:jc w:val="both"/>
        <w:rPr>
          <w:rFonts w:ascii="Times New Roman" w:hAnsi="Times New Roman"/>
          <w:sz w:val="24"/>
          <w:szCs w:val="24"/>
        </w:rPr>
      </w:pPr>
      <w:r w:rsidRPr="008C43CB">
        <w:rPr>
          <w:rFonts w:ascii="Times New Roman" w:hAnsi="Times New Roman"/>
          <w:sz w:val="24"/>
          <w:szCs w:val="24"/>
        </w:rPr>
        <w:t>Názov podľa OR:</w:t>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677512190"/>
          <w:placeholder>
            <w:docPart w:val="A38EE51644DC41D08CD5E1B05C0F941C"/>
          </w:placeholder>
        </w:sdtPr>
        <w:sdtEndPr/>
        <w:sdtContent>
          <w:r w:rsidR="00EC5203" w:rsidRPr="008C43CB">
            <w:rPr>
              <w:rStyle w:val="ra"/>
              <w:rFonts w:ascii="Times New Roman" w:hAnsi="Times New Roman"/>
              <w:sz w:val="24"/>
              <w:szCs w:val="24"/>
            </w:rPr>
            <w:t>VOLKSWAGEN SLOVAKIA, a.s.</w:t>
          </w:r>
        </w:sdtContent>
      </w:sdt>
    </w:p>
    <w:p w:rsidR="00554B39" w:rsidRDefault="00554B39" w:rsidP="00EC5203">
      <w:pPr>
        <w:spacing w:after="0" w:line="300" w:lineRule="exact"/>
        <w:jc w:val="both"/>
        <w:rPr>
          <w:rFonts w:ascii="Times New Roman" w:hAnsi="Times New Roman"/>
          <w:sz w:val="24"/>
          <w:szCs w:val="24"/>
        </w:rPr>
      </w:pPr>
      <w:r w:rsidRPr="008C43CB">
        <w:rPr>
          <w:rFonts w:ascii="Times New Roman" w:hAnsi="Times New Roman"/>
          <w:sz w:val="24"/>
          <w:szCs w:val="24"/>
        </w:rPr>
        <w:t>Adresa sídla:</w:t>
      </w:r>
      <w:r w:rsidR="00E60AE9" w:rsidRPr="008C43CB">
        <w:rPr>
          <w:rFonts w:ascii="Times New Roman" w:hAnsi="Times New Roman"/>
          <w:sz w:val="24"/>
          <w:szCs w:val="24"/>
        </w:rPr>
        <w:tab/>
      </w:r>
      <w:r w:rsidR="00E60AE9" w:rsidRPr="008C43CB">
        <w:rPr>
          <w:rFonts w:ascii="Times New Roman" w:hAnsi="Times New Roman"/>
          <w:sz w:val="24"/>
          <w:szCs w:val="24"/>
        </w:rPr>
        <w:tab/>
      </w:r>
      <w:r w:rsidR="00E60AE9" w:rsidRPr="008C43CB">
        <w:rPr>
          <w:rFonts w:ascii="Times New Roman" w:hAnsi="Times New Roman"/>
          <w:sz w:val="24"/>
          <w:szCs w:val="24"/>
        </w:rPr>
        <w:tab/>
      </w:r>
      <w:sdt>
        <w:sdtPr>
          <w:rPr>
            <w:rFonts w:ascii="Times New Roman" w:hAnsi="Times New Roman"/>
            <w:sz w:val="24"/>
            <w:szCs w:val="24"/>
          </w:rPr>
          <w:id w:val="1329023159"/>
          <w:placeholder>
            <w:docPart w:val="A38EE51644DC41D08CD5E1B05C0F941C"/>
          </w:placeholder>
        </w:sdtPr>
        <w:sdtEndPr/>
        <w:sdtContent>
          <w:r w:rsidR="00EC5203" w:rsidRPr="008C43CB">
            <w:rPr>
              <w:rStyle w:val="ra"/>
              <w:rFonts w:ascii="Times New Roman" w:hAnsi="Times New Roman"/>
              <w:sz w:val="24"/>
              <w:szCs w:val="24"/>
            </w:rPr>
            <w:t>J. Jonáša 1,Bratislava 843 02</w:t>
          </w:r>
        </w:sdtContent>
      </w:sdt>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54B39" w:rsidRPr="008C43CB" w:rsidRDefault="00C64A6E" w:rsidP="00EC5203">
      <w:pPr>
        <w:spacing w:after="0" w:line="300" w:lineRule="exact"/>
        <w:jc w:val="both"/>
        <w:rPr>
          <w:rFonts w:ascii="Times New Roman" w:hAnsi="Times New Roman"/>
          <w:sz w:val="24"/>
          <w:szCs w:val="24"/>
        </w:rPr>
      </w:pPr>
      <w:r>
        <w:rPr>
          <w:rFonts w:ascii="Times New Roman" w:hAnsi="Times New Roman"/>
          <w:sz w:val="24"/>
          <w:szCs w:val="24"/>
        </w:rPr>
        <w:lastRenderedPageBreak/>
        <w:t>IČO: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id w:val="1242673810"/>
          <w:placeholder>
            <w:docPart w:val="A38EE51644DC41D08CD5E1B05C0F941C"/>
          </w:placeholder>
        </w:sdtPr>
        <w:sdtEndPr/>
        <w:sdtContent>
          <w:r w:rsidR="00EC5203" w:rsidRPr="008C43CB">
            <w:rPr>
              <w:rStyle w:val="ra"/>
              <w:rFonts w:ascii="Times New Roman" w:hAnsi="Times New Roman"/>
              <w:sz w:val="24"/>
              <w:szCs w:val="24"/>
            </w:rPr>
            <w:t>35 757 442</w:t>
          </w:r>
        </w:sdtContent>
      </w:sdt>
    </w:p>
    <w:p w:rsidR="004546AE" w:rsidRPr="008C43CB" w:rsidRDefault="004546AE" w:rsidP="00222600">
      <w:pPr>
        <w:tabs>
          <w:tab w:val="left" w:pos="708"/>
          <w:tab w:val="left" w:pos="1416"/>
          <w:tab w:val="left" w:pos="2124"/>
          <w:tab w:val="left" w:pos="2832"/>
          <w:tab w:val="left" w:pos="3540"/>
          <w:tab w:val="left" w:pos="4248"/>
          <w:tab w:val="left" w:pos="5245"/>
        </w:tabs>
        <w:spacing w:after="0" w:line="300" w:lineRule="exact"/>
        <w:jc w:val="both"/>
        <w:rPr>
          <w:rFonts w:ascii="Times New Roman" w:hAnsi="Times New Roman"/>
          <w:sz w:val="24"/>
          <w:szCs w:val="24"/>
        </w:rPr>
      </w:pPr>
      <w:r w:rsidRPr="008C43CB">
        <w:rPr>
          <w:rFonts w:ascii="Times New Roman" w:hAnsi="Times New Roman"/>
          <w:sz w:val="24"/>
          <w:szCs w:val="24"/>
        </w:rPr>
        <w:t>Kontrola oznámená:</w:t>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1631211400"/>
          <w:placeholder>
            <w:docPart w:val="A38EE51644DC41D08CD5E1B05C0F941C"/>
          </w:placeholder>
        </w:sdtPr>
        <w:sdtEndPr/>
        <w:sdtContent>
          <w:r w:rsidR="00222600" w:rsidRPr="008C43CB">
            <w:rPr>
              <w:rFonts w:ascii="Times New Roman" w:hAnsi="Times New Roman"/>
              <w:sz w:val="24"/>
              <w:szCs w:val="24"/>
            </w:rPr>
            <w:t>14.8.2018</w:t>
          </w:r>
        </w:sdtContent>
      </w:sdt>
      <w:r w:rsidRPr="008C43CB">
        <w:rPr>
          <w:rFonts w:ascii="Times New Roman" w:hAnsi="Times New Roman"/>
          <w:sz w:val="24"/>
          <w:szCs w:val="24"/>
        </w:rPr>
        <w:tab/>
        <w:t>Spôsob:</w:t>
      </w:r>
      <w:r w:rsidRPr="008C43CB">
        <w:rPr>
          <w:rFonts w:ascii="Times New Roman" w:hAnsi="Times New Roman"/>
          <w:sz w:val="24"/>
          <w:szCs w:val="24"/>
        </w:rPr>
        <w:tab/>
      </w:r>
      <w:sdt>
        <w:sdtPr>
          <w:rPr>
            <w:rFonts w:ascii="Times New Roman" w:hAnsi="Times New Roman"/>
            <w:sz w:val="24"/>
            <w:szCs w:val="24"/>
          </w:rPr>
          <w:alias w:val="Spôsob"/>
          <w:tag w:val="Spôsob"/>
          <w:id w:val="1440186918"/>
          <w:placeholder>
            <w:docPart w:val="0C3D8AB3AF5C4214BF0A5D12A5FC682C"/>
          </w:placeholder>
          <w:dropDownList>
            <w:listItem w:value="Vyberte položku."/>
            <w:listItem w:displayText="Ústne" w:value="Ústne"/>
            <w:listItem w:displayText="Telefonicky" w:value="Telefonicky"/>
            <w:listItem w:displayText="Písomne" w:value="Písomne"/>
            <w:listItem w:displayText="Elektronickou poštou" w:value="Elektronickou poštou"/>
          </w:dropDownList>
        </w:sdtPr>
        <w:sdtEndPr/>
        <w:sdtContent>
          <w:r w:rsidR="00222600" w:rsidRPr="008C43CB">
            <w:rPr>
              <w:rFonts w:ascii="Times New Roman" w:hAnsi="Times New Roman"/>
              <w:sz w:val="24"/>
              <w:szCs w:val="24"/>
            </w:rPr>
            <w:t>Ústne</w:t>
          </w:r>
        </w:sdtContent>
      </w:sdt>
    </w:p>
    <w:p w:rsidR="00554B39" w:rsidRPr="008C43CB" w:rsidRDefault="006F3DDF" w:rsidP="00BA56E0">
      <w:pPr>
        <w:tabs>
          <w:tab w:val="left" w:pos="2835"/>
          <w:tab w:val="left" w:pos="5245"/>
        </w:tabs>
        <w:spacing w:after="0" w:line="300" w:lineRule="exact"/>
        <w:jc w:val="both"/>
        <w:rPr>
          <w:rFonts w:ascii="Times New Roman" w:hAnsi="Times New Roman"/>
          <w:sz w:val="24"/>
          <w:szCs w:val="24"/>
        </w:rPr>
      </w:pPr>
      <w:r w:rsidRPr="008C43CB">
        <w:rPr>
          <w:rFonts w:ascii="Times New Roman" w:hAnsi="Times New Roman"/>
          <w:sz w:val="24"/>
          <w:szCs w:val="24"/>
        </w:rPr>
        <w:t>Zástupca</w:t>
      </w:r>
      <w:r w:rsidR="00BB2BE3" w:rsidRPr="008C43CB">
        <w:rPr>
          <w:rFonts w:ascii="Times New Roman" w:hAnsi="Times New Roman"/>
          <w:sz w:val="24"/>
          <w:szCs w:val="24"/>
        </w:rPr>
        <w:t>:</w:t>
      </w:r>
      <w:r w:rsidR="009A5DEC" w:rsidRPr="008C43CB">
        <w:rPr>
          <w:rFonts w:ascii="Times New Roman" w:hAnsi="Times New Roman"/>
          <w:sz w:val="24"/>
          <w:szCs w:val="24"/>
        </w:rPr>
        <w:tab/>
      </w:r>
      <w:sdt>
        <w:sdtPr>
          <w:rPr>
            <w:rFonts w:ascii="Times New Roman" w:hAnsi="Times New Roman"/>
            <w:sz w:val="24"/>
            <w:szCs w:val="24"/>
          </w:rPr>
          <w:id w:val="-1673102912"/>
          <w:placeholder>
            <w:docPart w:val="A38EE51644DC41D08CD5E1B05C0F941C"/>
          </w:placeholder>
        </w:sdtPr>
        <w:sdtEndPr/>
        <w:sdtContent>
          <w:r w:rsidR="00BA56E0" w:rsidRPr="008C43CB">
            <w:rPr>
              <w:rFonts w:ascii="Times New Roman" w:hAnsi="Times New Roman"/>
              <w:sz w:val="24"/>
              <w:szCs w:val="24"/>
              <w:lang w:eastAsia="sk-SK"/>
            </w:rPr>
            <w:t xml:space="preserve">Mgr. Michaela </w:t>
          </w:r>
          <w:proofErr w:type="spellStart"/>
          <w:r w:rsidR="00BA56E0" w:rsidRPr="008C43CB">
            <w:rPr>
              <w:rFonts w:ascii="Times New Roman" w:hAnsi="Times New Roman"/>
              <w:sz w:val="24"/>
              <w:szCs w:val="24"/>
              <w:lang w:eastAsia="sk-SK"/>
            </w:rPr>
            <w:t>Ploszeková</w:t>
          </w:r>
          <w:proofErr w:type="spellEnd"/>
        </w:sdtContent>
      </w:sdt>
      <w:r w:rsidR="009A5DEC" w:rsidRPr="008C43CB">
        <w:rPr>
          <w:rFonts w:ascii="Times New Roman" w:hAnsi="Times New Roman"/>
          <w:sz w:val="24"/>
          <w:szCs w:val="24"/>
        </w:rPr>
        <w:tab/>
      </w:r>
      <w:r w:rsidR="00BB2BE3" w:rsidRPr="008C43CB">
        <w:rPr>
          <w:rFonts w:ascii="Times New Roman" w:hAnsi="Times New Roman"/>
          <w:sz w:val="24"/>
          <w:szCs w:val="24"/>
        </w:rPr>
        <w:t>Funkcia:</w:t>
      </w:r>
      <w:r w:rsidR="00BB2BE3" w:rsidRPr="008C43CB">
        <w:rPr>
          <w:rFonts w:ascii="Times New Roman" w:hAnsi="Times New Roman"/>
          <w:sz w:val="24"/>
          <w:szCs w:val="24"/>
        </w:rPr>
        <w:tab/>
      </w:r>
      <w:sdt>
        <w:sdtPr>
          <w:rPr>
            <w:rFonts w:ascii="Times New Roman" w:hAnsi="Times New Roman"/>
            <w:sz w:val="24"/>
            <w:szCs w:val="24"/>
          </w:rPr>
          <w:id w:val="-1166092646"/>
          <w:placeholder>
            <w:docPart w:val="A38EE51644DC41D08CD5E1B05C0F941C"/>
          </w:placeholder>
        </w:sdtPr>
        <w:sdtEndPr/>
        <w:sdtContent>
          <w:r w:rsidR="00BA56E0" w:rsidRPr="008C43CB">
            <w:rPr>
              <w:rFonts w:ascii="Times New Roman" w:hAnsi="Times New Roman"/>
              <w:sz w:val="24"/>
              <w:szCs w:val="24"/>
              <w:lang w:eastAsia="sk-SK"/>
            </w:rPr>
            <w:t>vedúca oddelenia</w:t>
          </w:r>
        </w:sdtContent>
      </w:sdt>
    </w:p>
    <w:p w:rsidR="00567BB8" w:rsidRPr="008C43CB" w:rsidRDefault="00567BB8" w:rsidP="00BA56E0">
      <w:pPr>
        <w:spacing w:after="0" w:line="300" w:lineRule="exact"/>
        <w:jc w:val="both"/>
        <w:rPr>
          <w:rFonts w:ascii="Times New Roman" w:hAnsi="Times New Roman"/>
          <w:sz w:val="24"/>
          <w:szCs w:val="24"/>
        </w:rPr>
      </w:pPr>
      <w:r w:rsidRPr="008C43CB">
        <w:rPr>
          <w:rFonts w:ascii="Times New Roman" w:hAnsi="Times New Roman"/>
          <w:sz w:val="24"/>
          <w:szCs w:val="24"/>
        </w:rPr>
        <w:t>Telefón:</w:t>
      </w:r>
      <w:r w:rsidRPr="008C43CB">
        <w:rPr>
          <w:rFonts w:ascii="Times New Roman" w:hAnsi="Times New Roman"/>
          <w:sz w:val="24"/>
          <w:szCs w:val="24"/>
        </w:rPr>
        <w:tab/>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103579434"/>
          <w:placeholder>
            <w:docPart w:val="A38EE51644DC41D08CD5E1B05C0F941C"/>
          </w:placeholder>
        </w:sdtPr>
        <w:sdtEndPr/>
        <w:sdtContent>
          <w:r w:rsidR="00BA56E0" w:rsidRPr="008C43CB">
            <w:rPr>
              <w:rFonts w:ascii="Times New Roman" w:hAnsi="Times New Roman"/>
              <w:sz w:val="24"/>
              <w:szCs w:val="24"/>
              <w:lang w:eastAsia="sk-SK"/>
            </w:rPr>
            <w:t>0269642593</w:t>
          </w:r>
        </w:sdtContent>
      </w:sdt>
    </w:p>
    <w:p w:rsidR="00567BB8" w:rsidRPr="008C43CB" w:rsidRDefault="00567BB8" w:rsidP="00BA56E0">
      <w:pPr>
        <w:spacing w:after="0" w:line="300" w:lineRule="exact"/>
        <w:jc w:val="both"/>
        <w:rPr>
          <w:rFonts w:ascii="Times New Roman" w:hAnsi="Times New Roman"/>
          <w:sz w:val="24"/>
          <w:szCs w:val="24"/>
        </w:rPr>
      </w:pPr>
      <w:r w:rsidRPr="008C43CB">
        <w:rPr>
          <w:rFonts w:ascii="Times New Roman" w:hAnsi="Times New Roman"/>
          <w:sz w:val="24"/>
          <w:szCs w:val="24"/>
        </w:rPr>
        <w:t>Elektronická adresa:</w:t>
      </w:r>
      <w:r w:rsidRPr="008C43CB">
        <w:rPr>
          <w:rFonts w:ascii="Times New Roman" w:hAnsi="Times New Roman"/>
          <w:sz w:val="24"/>
          <w:szCs w:val="24"/>
        </w:rPr>
        <w:tab/>
      </w:r>
      <w:r w:rsidRPr="008C43CB">
        <w:rPr>
          <w:rFonts w:ascii="Times New Roman" w:hAnsi="Times New Roman"/>
          <w:sz w:val="24"/>
          <w:szCs w:val="24"/>
        </w:rPr>
        <w:tab/>
      </w:r>
      <w:sdt>
        <w:sdtPr>
          <w:rPr>
            <w:rFonts w:ascii="Times New Roman" w:hAnsi="Times New Roman"/>
            <w:sz w:val="24"/>
            <w:szCs w:val="24"/>
          </w:rPr>
          <w:id w:val="1955285759"/>
          <w:placeholder>
            <w:docPart w:val="A38EE51644DC41D08CD5E1B05C0F941C"/>
          </w:placeholder>
        </w:sdtPr>
        <w:sdtEndPr/>
        <w:sdtContent>
          <w:r w:rsidR="00BA56E0" w:rsidRPr="008C43CB">
            <w:rPr>
              <w:rFonts w:ascii="Times New Roman" w:hAnsi="Times New Roman"/>
              <w:sz w:val="24"/>
              <w:szCs w:val="24"/>
              <w:lang w:eastAsia="sk-SK"/>
            </w:rPr>
            <w:t>michaela.ploszekova@volkswagen.sk</w:t>
          </w:r>
        </w:sdtContent>
      </w:sdt>
    </w:p>
    <w:p w:rsidR="00A02615" w:rsidRDefault="00A02615" w:rsidP="00A02615">
      <w:pPr>
        <w:pStyle w:val="Odsekzoznamu"/>
        <w:spacing w:after="0" w:line="300" w:lineRule="exact"/>
        <w:ind w:left="426"/>
        <w:jc w:val="both"/>
        <w:rPr>
          <w:rFonts w:ascii="Times New Roman" w:hAnsi="Times New Roman"/>
          <w:b/>
          <w:sz w:val="24"/>
          <w:szCs w:val="24"/>
          <w:u w:val="single"/>
        </w:rPr>
      </w:pPr>
    </w:p>
    <w:p w:rsidR="00C64A6E" w:rsidRPr="00F401AA" w:rsidRDefault="00C64A6E"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F401AA">
        <w:rPr>
          <w:rFonts w:ascii="Times New Roman" w:hAnsi="Times New Roman"/>
          <w:b/>
          <w:sz w:val="24"/>
          <w:szCs w:val="24"/>
          <w:u w:val="single"/>
        </w:rPr>
        <w:t>Prevádzka</w:t>
      </w:r>
    </w:p>
    <w:p w:rsidR="00C64A6E" w:rsidRPr="00B45326" w:rsidRDefault="00C64A6E" w:rsidP="00B45326">
      <w:pPr>
        <w:spacing w:after="0" w:line="300" w:lineRule="exact"/>
        <w:jc w:val="both"/>
        <w:rPr>
          <w:rFonts w:ascii="Times New Roman" w:hAnsi="Times New Roman"/>
          <w:sz w:val="24"/>
          <w:szCs w:val="24"/>
        </w:rPr>
      </w:pPr>
      <w:r w:rsidRPr="00B45326">
        <w:rPr>
          <w:rFonts w:ascii="Times New Roman" w:hAnsi="Times New Roman"/>
          <w:sz w:val="24"/>
          <w:szCs w:val="24"/>
        </w:rPr>
        <w:t>Názov podľa IP:</w:t>
      </w:r>
      <w:r w:rsidRPr="00B45326">
        <w:rPr>
          <w:rFonts w:ascii="Times New Roman" w:hAnsi="Times New Roman"/>
          <w:sz w:val="24"/>
          <w:szCs w:val="24"/>
        </w:rPr>
        <w:tab/>
      </w:r>
      <w:r w:rsidRPr="00B45326">
        <w:rPr>
          <w:rFonts w:ascii="Times New Roman" w:hAnsi="Times New Roman"/>
          <w:sz w:val="24"/>
          <w:szCs w:val="24"/>
        </w:rPr>
        <w:tab/>
      </w:r>
      <w:sdt>
        <w:sdtPr>
          <w:rPr>
            <w:rFonts w:ascii="Times New Roman" w:hAnsi="Times New Roman"/>
            <w:sz w:val="24"/>
            <w:szCs w:val="24"/>
          </w:rPr>
          <w:alias w:val="Názov podľa IP"/>
          <w:tag w:val="Názov podľa IP"/>
          <w:id w:val="1280756325"/>
          <w:placeholder>
            <w:docPart w:val="A38EE51644DC41D08CD5E1B05C0F941C"/>
          </w:placeholder>
          <w:text/>
        </w:sdtPr>
        <w:sdtEndPr/>
        <w:sdtContent>
          <w:r w:rsidR="00B45326" w:rsidRPr="00B45326">
            <w:rPr>
              <w:rFonts w:ascii="Times New Roman" w:hAnsi="Times New Roman"/>
              <w:sz w:val="24"/>
              <w:szCs w:val="24"/>
            </w:rPr>
            <w:t>Čistiareň odpadových vôd</w:t>
          </w:r>
        </w:sdtContent>
      </w:sdt>
    </w:p>
    <w:p w:rsidR="00554B39" w:rsidRDefault="00C64A6E" w:rsidP="00B45326">
      <w:pPr>
        <w:spacing w:after="0" w:line="300" w:lineRule="exact"/>
        <w:jc w:val="both"/>
        <w:rPr>
          <w:rFonts w:ascii="Times New Roman" w:hAnsi="Times New Roman"/>
          <w:sz w:val="24"/>
          <w:szCs w:val="24"/>
        </w:rPr>
      </w:pPr>
      <w:r>
        <w:rPr>
          <w:rFonts w:ascii="Times New Roman" w:hAnsi="Times New Roman"/>
          <w:sz w:val="24"/>
          <w:szCs w:val="24"/>
        </w:rPr>
        <w:t>Adresa prevádzky:</w:t>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Adresa prevádzky"/>
          <w:tag w:val="Adresa prevádzky"/>
          <w:id w:val="-650839247"/>
          <w:placeholder>
            <w:docPart w:val="A38EE51644DC41D08CD5E1B05C0F941C"/>
          </w:placeholder>
          <w:text/>
        </w:sdtPr>
        <w:sdtEndPr/>
        <w:sdtContent>
          <w:r w:rsidR="00B45326" w:rsidRPr="00561CF7">
            <w:rPr>
              <w:rFonts w:ascii="Times New Roman" w:hAnsi="Times New Roman"/>
              <w:sz w:val="24"/>
              <w:szCs w:val="24"/>
            </w:rPr>
            <w:t>J. Jonáša 1, 843 02 Bratislava</w:t>
          </w:r>
        </w:sdtContent>
      </w:sdt>
    </w:p>
    <w:p w:rsidR="00C64A6E" w:rsidRDefault="00C64A6E" w:rsidP="00B45326">
      <w:pPr>
        <w:spacing w:after="0" w:line="300" w:lineRule="exact"/>
        <w:jc w:val="both"/>
        <w:rPr>
          <w:rFonts w:ascii="Times New Roman" w:hAnsi="Times New Roman"/>
          <w:sz w:val="24"/>
          <w:szCs w:val="24"/>
        </w:rPr>
      </w:pPr>
      <w:r>
        <w:rPr>
          <w:rFonts w:ascii="Times New Roman" w:hAnsi="Times New Roman"/>
          <w:sz w:val="24"/>
          <w:szCs w:val="24"/>
        </w:rPr>
        <w:t>Variabilný symbol:</w:t>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Variabilný symbol"/>
          <w:tag w:val="Variabilný symbol"/>
          <w:id w:val="-155925001"/>
          <w:placeholder>
            <w:docPart w:val="A38EE51644DC41D08CD5E1B05C0F941C"/>
          </w:placeholder>
          <w:text/>
        </w:sdtPr>
        <w:sdtEndPr/>
        <w:sdtContent>
          <w:r w:rsidR="00B45326" w:rsidRPr="0014427D">
            <w:rPr>
              <w:rFonts w:ascii="Times New Roman" w:hAnsi="Times New Roman"/>
              <w:sz w:val="24"/>
              <w:szCs w:val="24"/>
            </w:rPr>
            <w:t>370010614</w:t>
          </w:r>
        </w:sdtContent>
      </w:sdt>
    </w:p>
    <w:p w:rsidR="00C64A6E" w:rsidRDefault="0008630D" w:rsidP="00B45326">
      <w:pPr>
        <w:spacing w:after="0" w:line="300" w:lineRule="exact"/>
        <w:jc w:val="both"/>
        <w:rPr>
          <w:rFonts w:ascii="Times New Roman" w:hAnsi="Times New Roman"/>
          <w:sz w:val="24"/>
          <w:szCs w:val="24"/>
        </w:rPr>
      </w:pPr>
      <w:r>
        <w:rPr>
          <w:rFonts w:ascii="Times New Roman" w:hAnsi="Times New Roman"/>
          <w:sz w:val="24"/>
          <w:szCs w:val="24"/>
        </w:rPr>
        <w:t>Integrované povolenie:</w:t>
      </w:r>
      <w:r>
        <w:rPr>
          <w:rFonts w:ascii="Times New Roman" w:hAnsi="Times New Roman"/>
          <w:sz w:val="24"/>
          <w:szCs w:val="24"/>
        </w:rPr>
        <w:tab/>
      </w:r>
      <w:sdt>
        <w:sdtPr>
          <w:rPr>
            <w:rFonts w:ascii="Times New Roman" w:hAnsi="Times New Roman"/>
            <w:sz w:val="24"/>
            <w:szCs w:val="24"/>
          </w:rPr>
          <w:alias w:val="Integrované povolenie"/>
          <w:tag w:val="Integrované povolenie"/>
          <w:id w:val="1878887756"/>
          <w:placeholder>
            <w:docPart w:val="A38EE51644DC41D08CD5E1B05C0F941C"/>
          </w:placeholder>
          <w:text/>
        </w:sdtPr>
        <w:sdtEndPr/>
        <w:sdtContent>
          <w:r w:rsidR="00B45326" w:rsidRPr="00BD6407">
            <w:rPr>
              <w:rFonts w:ascii="Times New Roman" w:hAnsi="Times New Roman"/>
              <w:sz w:val="24"/>
              <w:szCs w:val="24"/>
            </w:rPr>
            <w:t>8614-19036/37/2015/Heg/370010614</w:t>
          </w:r>
        </w:sdtContent>
      </w:sdt>
    </w:p>
    <w:p w:rsidR="00C64A6E" w:rsidRDefault="0008630D" w:rsidP="00B45326">
      <w:pPr>
        <w:spacing w:after="0" w:line="300" w:lineRule="exact"/>
        <w:jc w:val="both"/>
        <w:rPr>
          <w:rFonts w:ascii="Times New Roman" w:hAnsi="Times New Roman"/>
          <w:sz w:val="24"/>
          <w:szCs w:val="24"/>
        </w:rPr>
      </w:pPr>
      <w:r>
        <w:rPr>
          <w:rFonts w:ascii="Times New Roman" w:hAnsi="Times New Roman"/>
          <w:sz w:val="24"/>
          <w:szCs w:val="24"/>
        </w:rPr>
        <w:t>Vydané:</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Vydané"/>
          <w:tag w:val="Vydané"/>
          <w:id w:val="-234779329"/>
          <w:placeholder>
            <w:docPart w:val="01C50F9449E141E7BA7ADDAF5440B256"/>
          </w:placeholder>
          <w:date w:fullDate="2015-06-29T00:00:00Z">
            <w:dateFormat w:val="d.M.yyyy"/>
            <w:lid w:val="sk-SK"/>
            <w:storeMappedDataAs w:val="dateTime"/>
            <w:calendar w:val="gregorian"/>
          </w:date>
        </w:sdtPr>
        <w:sdtEndPr/>
        <w:sdtContent>
          <w:r w:rsidR="00B45326">
            <w:rPr>
              <w:rFonts w:ascii="Times New Roman" w:hAnsi="Times New Roman"/>
              <w:sz w:val="24"/>
              <w:szCs w:val="24"/>
            </w:rPr>
            <w:t>29.6.2015</w:t>
          </w:r>
        </w:sdtContent>
      </w:sdt>
    </w:p>
    <w:p w:rsidR="00C64A6E" w:rsidRDefault="0008630D" w:rsidP="00B45326">
      <w:pPr>
        <w:spacing w:after="0" w:line="300" w:lineRule="exact"/>
        <w:jc w:val="both"/>
        <w:rPr>
          <w:rFonts w:ascii="Times New Roman" w:hAnsi="Times New Roman"/>
          <w:sz w:val="24"/>
          <w:szCs w:val="24"/>
        </w:rPr>
      </w:pPr>
      <w:r>
        <w:rPr>
          <w:rFonts w:ascii="Times New Roman" w:hAnsi="Times New Roman"/>
          <w:sz w:val="24"/>
          <w:szCs w:val="24"/>
        </w:rPr>
        <w:t>Právoplatné:</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Právoplatné"/>
          <w:tag w:val="Právoplatné"/>
          <w:id w:val="-1427880226"/>
          <w:placeholder>
            <w:docPart w:val="01C50F9449E141E7BA7ADDAF5440B256"/>
          </w:placeholder>
          <w:date w:fullDate="2015-09-07T00:00:00Z">
            <w:dateFormat w:val="d.M.yyyy"/>
            <w:lid w:val="sk-SK"/>
            <w:storeMappedDataAs w:val="dateTime"/>
            <w:calendar w:val="gregorian"/>
          </w:date>
        </w:sdtPr>
        <w:sdtEndPr/>
        <w:sdtContent>
          <w:r w:rsidR="00DC461B">
            <w:rPr>
              <w:rFonts w:ascii="Times New Roman" w:hAnsi="Times New Roman"/>
              <w:sz w:val="24"/>
              <w:szCs w:val="24"/>
            </w:rPr>
            <w:t>7.9.2015</w:t>
          </w:r>
        </w:sdtContent>
      </w:sdt>
    </w:p>
    <w:p w:rsidR="00EE75CE" w:rsidRDefault="006F3DDF" w:rsidP="0049312B">
      <w:pPr>
        <w:spacing w:after="0" w:line="300" w:lineRule="exact"/>
        <w:jc w:val="both"/>
        <w:rPr>
          <w:rFonts w:ascii="Times New Roman" w:hAnsi="Times New Roman"/>
          <w:sz w:val="24"/>
          <w:szCs w:val="24"/>
        </w:rPr>
      </w:pPr>
      <w:r>
        <w:rPr>
          <w:rFonts w:ascii="Times New Roman" w:hAnsi="Times New Roman"/>
          <w:sz w:val="24"/>
          <w:szCs w:val="24"/>
        </w:rPr>
        <w:t>Projektovaná</w:t>
      </w:r>
      <w:r w:rsidR="00EE75CE">
        <w:rPr>
          <w:rFonts w:ascii="Times New Roman" w:hAnsi="Times New Roman"/>
          <w:sz w:val="24"/>
          <w:szCs w:val="24"/>
        </w:rPr>
        <w:t xml:space="preserve"> kapacita:</w:t>
      </w:r>
      <w:r w:rsidR="00EE75CE">
        <w:rPr>
          <w:rFonts w:ascii="Times New Roman" w:hAnsi="Times New Roman"/>
          <w:sz w:val="24"/>
          <w:szCs w:val="24"/>
        </w:rPr>
        <w:tab/>
      </w:r>
      <w:sdt>
        <w:sdtPr>
          <w:rPr>
            <w:rFonts w:ascii="Times New Roman" w:hAnsi="Times New Roman"/>
            <w:sz w:val="24"/>
            <w:szCs w:val="24"/>
          </w:rPr>
          <w:id w:val="105473776"/>
          <w:placeholder>
            <w:docPart w:val="A38EE51644DC41D08CD5E1B05C0F941C"/>
          </w:placeholder>
        </w:sdtPr>
        <w:sdtEndPr/>
        <w:sdtContent>
          <w:r w:rsidR="0049312B">
            <w:rPr>
              <w:rFonts w:ascii="Times New Roman" w:hAnsi="Times New Roman"/>
              <w:sz w:val="24"/>
              <w:szCs w:val="24"/>
            </w:rPr>
            <w:t>≥ 2 000 EO</w:t>
          </w:r>
        </w:sdtContent>
      </w:sdt>
    </w:p>
    <w:p w:rsidR="00441F1A" w:rsidRDefault="00C633BB" w:rsidP="00453E5E">
      <w:pPr>
        <w:spacing w:after="0" w:line="300" w:lineRule="exact"/>
        <w:jc w:val="both"/>
        <w:rPr>
          <w:rFonts w:ascii="Times New Roman" w:hAnsi="Times New Roman"/>
          <w:sz w:val="24"/>
          <w:szCs w:val="24"/>
        </w:rPr>
      </w:pPr>
      <w:r>
        <w:rPr>
          <w:rFonts w:ascii="Times New Roman" w:hAnsi="Times New Roman"/>
          <w:sz w:val="24"/>
          <w:szCs w:val="24"/>
        </w:rPr>
        <w:t>Kategória:</w:t>
      </w:r>
      <w:r>
        <w:rPr>
          <w:rFonts w:ascii="Times New Roman" w:hAnsi="Times New Roman"/>
          <w:sz w:val="24"/>
          <w:szCs w:val="24"/>
        </w:rPr>
        <w:tab/>
      </w:r>
    </w:p>
    <w:p w:rsidR="0008630D" w:rsidRPr="00B268B2" w:rsidRDefault="00416E00" w:rsidP="00453E5E">
      <w:pPr>
        <w:spacing w:after="0" w:line="300" w:lineRule="exact"/>
        <w:jc w:val="both"/>
        <w:rPr>
          <w:rFonts w:ascii="Times New Roman" w:hAnsi="Times New Roman"/>
          <w:sz w:val="24"/>
          <w:szCs w:val="24"/>
        </w:rPr>
      </w:pPr>
      <w:sdt>
        <w:sdtPr>
          <w:rPr>
            <w:rFonts w:ascii="Times New Roman" w:hAnsi="Times New Roman"/>
            <w:sz w:val="24"/>
            <w:szCs w:val="24"/>
          </w:rPr>
          <w:alias w:val="Kategória"/>
          <w:tag w:val="Kategória"/>
          <w:id w:val="251854711"/>
          <w:placeholder>
            <w:docPart w:val="0C3D8AB3AF5C4214BF0A5D12A5FC682C"/>
          </w:placeholder>
          <w:dropDownList>
            <w:listItem w:value="Vyberte položku."/>
            <w:listItem w:displayText="1.1. Spaľovanie palív v prevádzkach s celkovým menovitým tepelným príkonom rovným alebo väčším ako 50 MW." w:value="1.1. Spaľovanie palív v prevádzkach s celkovým menovitým tepelným príkonom rovným alebo väčším ako 50 MW."/>
            <w:listItem w:displayText="1.2. Rafinácia minerálnych olejov a plynov." w:value="1.2. Rafinácia minerálnych olejov a plynov."/>
            <w:listItem w:displayText="1.3. Výroba koksu." w:value="1.3. Výroba koksu."/>
            <w:listItem w:displayText="1.4. a) Splyňovanie alebo skvapalňovanie uhlia." w:value="1.4. a) Splyňovanie alebo skvapalňovanie uhlia."/>
            <w:listItem w:displayText="1.4. b) Splyňovanie alebo skvapalňovanie iných palív v spaľovacích zariadeniach alebo prevádzkach s celkovým menovitým tepelným príkonom rovným alebo väčším ako 20 MW." w:value="1.4. b) Splyňovanie alebo skvapalňovanie iných palív v spaľovacích zariadeniach alebo prevádzkach s celkovým menovitým tepelným príkonom rovným alebo väčším ako 20 MW."/>
            <w:listItem w:displayText="2.1. Praženie alebo spekanie kovovej rudy vrátane sírnikovej rudy" w:value="2.1. Praženie alebo spekanie kovovej rudy vrátane sírnikovej rudy"/>
            <w:listItem w:displayText="2.2. Výroba surového železa alebo ocele z prvotných alebo druhotných surovín vrátane kontinuálneho odlievania s kapacitou presahujúcou 2,5 tony za hodinu." w:value="2.2. Výroba surového železa alebo ocele z prvotných alebo druhotných surovín vrátane kontinuálneho odlievania s kapacitou presahujúcou 2,5 tony za hodinu."/>
            <w:listItem w:displayText="2.3. a) Prevádzkovanie valcovní na valcovanie za tepla s kapacitou väčšou ako 20 ton surovej ocele za hodinu." w:value="2.3. a) Prevádzkovanie valcovní na valcovanie za tepla s kapacitou väčšou ako 20 ton surovej ocele za hodinu."/>
            <w:listItem w:displayText="2.3. b) Prevádzkovanie kováční s kladivami s energiou väčšou ako 50 kJ na jedno kladivo, kde spotreba tepelnej energie presahuje 20 MW." w:value="2.3. b) Prevádzkovanie kováční s kladivami s energiou väčšou ako 50 kJ na jedno kladivo, kde spotreba tepelnej energie presahuje 20 MW."/>
            <w:listItem w:displayText="2.3. c) Nanášanie ochranných povlakov z roztavených kovov so spracúvaným množstvom väčším ako 2 t surovej ocele za hodinu." w:value="2.3. c) Nanášanie ochranných povlakov z roztavených kovov so spracúvaným množstvom väčším ako 2 t surovej ocele za hodinu."/>
            <w:listItem w:displayText="2.4. Zlievarne železných kovov s výrobnou kapacitou väčšou ako 20 t za deň." w:value="2.4. Zlievarne železných kovov s výrobnou kapacitou väčšou ako 20 t za deň."/>
            <w:listItem w:displayText="2.5. a) Výroba surových neželezných kovov z rúd, koncentrátov alebo druhotných surovín metalurgickými, chemickými alebo elektrolytickými postupmi." w:value="2.5. a) Výroba surových neželezných kovov z rúd, koncentrátov alebo druhotných surovín metalurgickými, chemickými alebo elektrolytickými postupmi."/>
            <w:listItem w:displayText="2.5. b) Tavenie vrátane zlievania neželezných kovov vrátane zhodnotených produktov a prevádzkovanie zlievarne neželezných kovov, s kapacitou tavenia väčšou ako 4 t za deň pre olovo a kadmium alebo 20 t za deň pre ostatné kovy." w:value="2.5. b) Tavenie vrátane zlievania neželezných kovov vrátane zhodnotených produktov a prevádzkovanie zlievarne neželezných kovov, s kapacitou tavenia väčšou ako 4 t za deň pre olovo a kadmium alebo 20 t za deň pre ostatné kovy."/>
            <w:listItem w:displayText="2.6. Povrchová úprava kovov alebo plastov pomocou elektrolytických alebo chemických postupov, ak je objem používaných vaní väčší ako 30 m3." w:value="2.6. Povrchová úprava kovov alebo plastov pomocou elektrolytických alebo chemických postupov, ak je objem používaných vaní väčší ako 30 m3."/>
            <w:listItem w:displayText="3.1. a) Výroba cementového slinku v rotačných peciach s výrobnou kapacitou väčšou ako 500 t za deň alebo iných peciach s výrobnou kapacitou väčšou ako 50 t za deň." w:value="3.1. a) Výroba cementového slinku v rotačných peciach s výrobnou kapacitou väčšou ako 500 t za deň alebo iných peciach s výrobnou kapacitou väčšou ako 50 t za deň."/>
            <w:listItem w:displayText="3.1. b) Výroba vápna v peciach s výrobnou kapacitou väčšou ako 50 t za deň." w:value="3.1. b) Výroba vápna v peciach s výrobnou kapacitou väčšou ako 50 t za deň."/>
            <w:listItem w:displayText="3.1. c) Výroba oxidu horečnatého v peciach s výrobnou kapacitou väčšou ako 50 t za deň." w:value="3.1. c) Výroba oxidu horečnatého v peciach s výrobnou kapacitou väčšou ako 50 t za deň."/>
            <w:listItem w:displayText="3.2. Výroba azbestu alebo výroba výrobkov s obsahom azbestu." w:value="3.2. Výroba azbestu alebo výroba výrobkov s obsahom azbestu."/>
            <w:listItem w:displayText="3.3. Výroba skla vrátane sklených vláken s kapacitou tavenia presahujúcou 20 t za deň." w:value="3.3. Výroba skla vrátane sklených vláken s kapacitou tavenia presahujúcou 20 t za deň."/>
            <w:listItem w:displayText="3.4. Tavenie nerastných látok vrátane výroby minerálnych vláken s kapacitou tavenia presahujúcou 20 t za deň." w:value="3.4. Tavenie nerastných látok vrátane výroby minerálnych vláken s kapacitou tavenia presahujúcou 20 t za deň."/>
            <w:listItem w:displayText="3.5. Výroba keramických výrobkov vypaľovaním, najmä strešných škridiel, tehál, žiaruvzdorných tvárnic, obkladačiek, kameniny alebo porcelánu s výrobnou kapacitou väčšou ako 75 t za deň a/alebo s kapacitou pece väčšou ako 4 m3 a hustotou vsádzky na jednu pe" w:value="3.5. Výroba keramických výrobkov vypaľovaním, najmä strešných škridiel, tehál, žiaruvzdorných tvárnic, obkladačiek, kameniny alebo porcelánu s výrobnou kapacitou väčšou ako 75 t za deň a/alebo s kapacitou pece väčšou ako 4 m3 a hustotou vsádzky na jednu pe"/>
            <w:listItem w:displayText="4.1. a) Výroba organických chemikálií, ktorými sú jednoduché uhľovodíky, ako sú lineárne alebo cyklické, nasýtené alebo nenasýtené, alifatické alebo aromatické uhľovodíky." w:value="4.1. a) Výroba organických chemikálií, ktorými sú jednoduché uhľovodíky, ako sú lineárne alebo cyklické, nasýtené alebo nenasýtené, alifatické alebo aromatické uhľovodíky."/>
            <w:listItem w:displayText="4.1. b) Výroba organických chemikálií, ktorými sú organické zlúčeniny obsahujúce kyslík, ako sú alkoholy, aldehydy, ketóny, karboxylové kyseliny, estery a zmesi esterov, acetáty, étery, peroxidy, epoxidové živice." w:value="4.1. b) Výroba organických chemikálií, ktorými sú organické zlúčeniny obsahujúce kyslík, ako sú alkoholy, aldehydy, ketóny, karboxylové kyseliny, estery a zmesi esterov, acetáty, étery, peroxidy, epoxidové živice."/>
            <w:listItem w:displayText="4.1. c) Výroba organických chemikálií, ktorými sú organické zlúčeniny síry." w:value="4.1. c) Výroba organických chemikálií, ktorými sú organické zlúčeniny síry."/>
            <w:listItem w:displayText="4.1. d) Výroba organických chemikálií, ktorými sú organické zlúčeniny dusíka, ako sú amíny, amidy, nitroderiváty, nitrily, kyanáty, izokyanáty." w:value="4.1. d) Výroba organických chemikálií, ktorými sú organické zlúčeniny dusíka, ako sú amíny, amidy, nitroderiváty, nitrily, kyanáty, izokyanáty."/>
            <w:listItem w:displayText="4.1. e) Výroba organických chemikálií, ktorými sú organické zlúčeniny fosforu." w:value="4.1. e) Výroba organických chemikálií, ktorými sú organické zlúčeniny fosforu."/>
            <w:listItem w:displayText="4.1. f) Výroba organických chemikálií, ktorými sú halogénderiváty uhľovodíkov." w:value="4.1. f) Výroba organických chemikálií, ktorými sú halogénderiváty uhľovodíkov."/>
            <w:listItem w:displayText="4.1. g) Výroba organických chemikálií, ktorými sú organokovové zlúčeniny." w:value="4.1. g) Výroba organických chemikálií, ktorými sú organokovové zlúčeniny."/>
            <w:listItem w:displayText="4.1. h) Výroba organických chemikálií, ktorými sú plastické hmoty, ktorými sú polyméry, syntetické vlákna a vlákna na celulózovom základe." w:value="4.1. h) Výroba organických chemikálií, ktorými sú plastické hmoty, ktorými sú polyméry, syntetické vlákna a vlákna na celulózovom základe."/>
            <w:listItem w:displayText="4.1. i) Výroba organických chemikálií, ktorými sú syntetické kaučuky." w:value="4.1. i) Výroba organických chemikálií, ktorými sú syntetické kaučuky."/>
            <w:listItem w:displayText="4.1. j) Výroba organických chemikálií, ktorými sú farbivá a pigmenty." w:value="4.1. j) Výroba organických chemikálií, ktorými sú farbivá a pigmenty."/>
            <w:listItem w:displayText="4.1. k) Výroba organických chemikálií, ktorými sú povrchovo aktívne látky." w:value="4.1. k) Výroba organických chemikálií, ktorými sú povrchovo aktívne látky."/>
            <w:listItem w:displayText="4.2. a) Výroba anorganických chemických látok, ktorými sú plyny, a to amoniak, chlór alebo chlorovodík, fluór alebo fluorovodík, oxidy uhlíka, zlúčeniny síry, oxidy dusíka, vodík, oxid siričitý, karbonylchlorid – fosgén." w:value="4.2. a) Výroba anorganických chemických látok, ktorými sú plyny, a to amoniak, chlór alebo chlorovodík, fluór alebo fluorovodík, oxidy uhlíka, zlúčeniny síry, oxidy dusíka, vodík, oxid siričitý, karbonylchlorid – fosgén."/>
            <w:listItem w:displayText="4.2. b) Výroba anorganických chemických látok, ktorými sú kyseliny, a to kyselina chrómová, kyselina fluorovodíková, kyselina fosforečná, kyselina dusičná, kyselina chlorovodíková, kyselina sírová, oleum a kyselina siričitá." w:value="4.2. b) Výroba anorganických chemických látok, ktorými sú kyseliny, a to kyselina chrómová, kyselina fluorovodíková, kyselina fosforečná, kyselina dusičná, kyselina chlorovodíková, kyselina sírová, oleum a kyselina siričitá."/>
            <w:listItem w:displayText="4.2. c) Výroba anorganických chemických látok, ktorými sú zásady, a to hydroxid amónny, hydroxid draselný, hydroxid sodný." w:value="4.2. c) Výroba anorganických chemických látok, ktorými sú zásady, a to hydroxid amónny, hydroxid draselný, hydroxid sodný."/>
            <w:listItem w:displayText="4.2. d) Výroba anorganických chemických látok, ktorými sú soli, a to chlorid amónny, chlorečnan draselný, uhličitan draselný, uhličitan sodný, peroxoboritan, dusičnan strieborný." w:value="4.2. d) Výroba anorganických chemických látok, ktorými sú soli, a to chlorid amónny, chlorečnan draselný, uhličitan draselný, uhličitan sodný, peroxoboritan, dusičnan strieborný."/>
            <w:listItem w:displayText="4.2. e) Výroba anorganických chemických látok, ktorými sú nekovy, oxidy kovov alebo iné anorganické zlúčeniny, najmä karbid vápnika, kremík, karbid kremíka." w:value="4.2. e) Výroba anorganických chemických látok, ktorými sú nekovy, oxidy kovov alebo iné anorganické zlúčeniny, najmä karbid vápnika, kremík, karbid kremíka."/>
            <w:listItem w:displayText="4.3. Výroba hnojív založených na báze fosforu, dusíka alebo draslíka – jednoduché alebo zložené hnojivá." w:value="4.3. Výroba hnojív založených na báze fosforu, dusíka alebo draslíka – jednoduché alebo zložené hnojivá."/>
            <w:listItem w:displayText="4.4. Výroba prípravkov na ochranu rastlín alebo výrobu biocídov." w:value="4.4. Výroba prípravkov na ochranu rastlín alebo výrobu biocídov."/>
            <w:listItem w:displayText="4.5. Výroba farmaceutických výrobkov vrátane medziproduktov." w:value="4.5. Výroba farmaceutických výrobkov vrátane medziproduktov."/>
            <w:listItem w:displayText="4.6. Výroba výbušnín." w:value="4.6. Výroba výbušnín."/>
            <w:listItem w:displayText="5.1. a) Zneškodňovanie alebo zhodnocovanie nebezpečných odpadov s kapacitou väčšou ako 10 t za deň, ktorého súčasťou je jedna alebo viacero z týchto činností: biologická úprava." w:value="5.1. a) Zneškodňovanie alebo zhodnocovanie nebezpečných odpadov s kapacitou väčšou ako 10 t za deň, ktorého súčasťou je jedna alebo viacero z týchto činností: biologická úprava."/>
            <w:listItem w:displayText="5.1. b) Zneškodňovanie alebo zhodnocovanie nebezpečných odpadov s kapacitou väčšou ako 10 t za deň, ktorého súčasťou je fyzikálno-chemická úprava." w:value="5.1. b) Zneškodňovanie alebo zhodnocovanie nebezpečných odpadov s kapacitou väčšou ako 10 t za deň, ktorého súčasťou je fyzikálno-chemická úprava."/>
            <w:listItem w:displayText="5.1. c) Zneškodňovanie alebo zhodnocovanie nebezpečných odpadov s kapacitou väčšou ako 10 t za deň, ktorého súčasťou je zmiešavanie alebo miešanie pred začatím ktorejkoľvek z ostatných činností uvedených v bodoch 5.1 a 5.2." w:value="5.1. c) Zneškodňovanie alebo zhodnocovanie nebezpečných odpadov s kapacitou väčšou ako 10 t za deň, ktorého súčasťou je zmiešavanie alebo miešanie pred začatím ktorejkoľvek z ostatných činností uvedených v bodoch 5.1 a 5.2."/>
            <w:listItem w:displayText="5.1. d) Zneškodňovanie alebo zhodnocovanie nebezpečných odpadov s kapacitou väčšou ako 10 t za deň, ktorého súčasťou je opätovné balenie pred začatím ktorejkoľvek z ostatných činností uvedených v bodoch 5.1 a 5.2." w:value="5.1. d) Zneškodňovanie alebo zhodnocovanie nebezpečných odpadov s kapacitou väčšou ako 10 t za deň, ktorého súčasťou je opätovné balenie pred začatím ktorejkoľvek z ostatných činností uvedených v bodoch 5.1 a 5.2."/>
            <w:listItem w:displayText="5.1. e) Zneškodňovanie alebo zhodnocovanie nebezpečných odpadov s kapacitou väčšou ako 10 t za deň, ktorého súčasťou je spätné získavanie alebo regenerácia rozpúšťadiel." w:value="5.1. e) Zneškodňovanie alebo zhodnocovanie nebezpečných odpadov s kapacitou väčšou ako 10 t za deň, ktorého súčasťou je spätné získavanie alebo regenerácia rozpúšťadiel."/>
            <w:listItem w:displayText="5.1. f) Zneškodňovanie alebo zhodnocovanie nebezpečných odpadov s kapacitou väčšou ako 10 t za deň, ktorého súčasťou je recyklácia alebo spracovanie anorganických materiálov iných ako kovy alebo zlúčeniny kovov." w:value="5.1. f) Zneškodňovanie alebo zhodnocovanie nebezpečných odpadov s kapacitou väčšou ako 10 t za deň, ktorého súčasťou je recyklácia alebo spracovanie anorganických materiálov iných ako kovy alebo zlúčeniny kovov."/>
            <w:listItem w:displayText="5.1. g) Zneškodňovanie alebo zhodnocovanie nebezpečných odpadov s kapacitou väčšou ako 10 t za deň, ktorého súčasťou je regenerácia kyselín alebo zásad." w:value="5.1. g) Zneškodňovanie alebo zhodnocovanie nebezpečných odpadov s kapacitou väčšou ako 10 t za deň, ktorého súčasťou je regenerácia kyselín alebo zásad."/>
            <w:listItem w:displayText="5.1. h) Zneškodňovanie alebo zhodnocovanie nebezpečných odpadov s kapacitou väčšou ako 10 t za deň, ktorého súčasťou je spätné získavanie komponentov používaných pri odstraňovaní znečistenia." w:value="5.1. h) Zneškodňovanie alebo zhodnocovanie nebezpečných odpadov s kapacitou väčšou ako 10 t za deň, ktorého súčasťou je spätné získavanie komponentov používaných pri odstraňovaní znečistenia."/>
            <w:listItem w:displayText="5.1. i) Zneškodňovanie alebo zhodnocovanie nebezpečných odpadov s kapacitou väčšou ako 10 t za deň, ktorého súčasťou je spätné získavanie komponentov z katalyzátorov." w:value="5.1. i) Zneškodňovanie alebo zhodnocovanie nebezpečných odpadov s kapacitou väčšou ako 10 t za deň, ktorého súčasťou je spätné získavanie komponentov z katalyzátorov."/>
            <w:listItem w:displayText="5.1. j) Zneškodňovanie alebo zhodnocovanie nebezpečných odpadov s kapacitou väčšou ako 10 t za deň, ktorého súčasťou je prečistenie oleja alebo jeho iné opätovné použitie." w:value="5.1. j) Zneškodňovanie alebo zhodnocovanie nebezpečných odpadov s kapacitou väčšou ako 10 t za deň, ktorého súčasťou je prečistenie oleja alebo jeho iné opätovné použitie."/>
            <w:listItem w:displayText="5.1. k) Zneškodňovanie alebo zhodnocovanie nebezpečných odpadov s kapacitou väčšou ako 10 t za deň, ktorého súčasťou je ukladanie na povrchu." w:value="5.1. k) Zneškodňovanie alebo zhodnocovanie nebezpečných odpadov s kapacitou väčšou ako 10 t za deň, ktorého súčasťou je ukladanie na povrchu."/>
            <w:listItem w:displayText="5.2. a) Zneškodňovanie alebo zhodnocovanie odpadov v spaľovniach odpadov a zariadeniach na spoluspaľovanie odpadov, ak ide o odpad, ktorý nie je nebezpečný, s kapacitou väčšou ako 3 t za hodinu." w:value="5.2. a) Zneškodňovanie alebo zhodnocovanie odpadov v spaľovniach odpadov a zariadeniach na spoluspaľovanie odpadov, ak ide o odpad, ktorý nie je nebezpečný, s kapacitou väčšou ako 3 t za hodinu."/>
            <w:listItem w:displayText="5.2. b) Zneškodňovanie alebo zhodnocovanie odpadov v spaľovniach odpadov a zariadeniach na spoluspaľovanie odpadov, ak ide o nebezpečný odpad s kapacitou väčšou ako 10 t za deň." w:value="5.2. b) Zneškodňovanie alebo zhodnocovanie odpadov v spaľovniach odpadov a zariadeniach na spoluspaľovanie odpadov, ak ide o nebezpečný odpad s kapacitou väčšou ako 10 t za deň."/>
            <w:listItem w:displayText="5.3. a) bod 1. Zneškodňovanie odpadu, ktorý nie je nebezpečný, s kapacitou väčšou ako 50 t za deň, ktorého súčasťou je biologická úprava.3" w:value="5.3. a) bod 1. Zneškodňovanie odpadu, ktorý nie je nebezpečný, s kapacitou väčšou ako 50 t za deň, ktorého súčasťou je biologická úprava.3"/>
            <w:listItem w:displayText="5.3. a) bod 2. Zneškodňovanie odpadu, ktorý nie je nebezpečný, s kapacitou väčšou ako 50 t za deň, ktorého súčasťou je fyzikálno-chemická úprava." w:value="5.3. a) bod 2. Zneškodňovanie odpadu, ktorý nie je nebezpečný, s kapacitou väčšou ako 50 t za deň, ktorého súčasťou je fyzikálno-chemická úprava."/>
            <w:listItem w:displayText="5.3. a) bod 3. Zneškodňovanie odpadu, ktorý nie je nebezpečný, s kapacitou väčšou ako 50 t za deň, ktorého súčasťou je predúprava odpadov na spaľovanie alebo spoluspaľovanie. " w:value="5.3. a) bod 3. Zneškodňovanie odpadu, ktorý nie je nebezpečný, s kapacitou väčšou ako 50 t za deň, ktorého súčasťou je predúprava odpadov na spaľovanie alebo spoluspaľovanie. "/>
            <w:listItem w:displayText="5.3. a) bod 4. Zneškodňovanie odpadu, ktorý nie je nebezpečný, s kapacitou väčšou ako 50 t za deň, ktorého súčasťou je spracovanie trosky a popola." w:value="5.3. a) bod 4. Zneškodňovanie odpadu, ktorý nie je nebezpečný, s kapacitou väčšou ako 50 t za deň, ktorého súčasťou je spracovanie trosky a popola."/>
            <w:listItem w:displayText="5.3. a) bod 5. Zneškodňovanie odpadu, ktorý nie je nebezpečný, s kapacitou väčšou ako 50 t za deň, ktorého súčasťou je spracovanie kovového odpadu v drvičoch vrátane odpadu z elektrických a elektronických zariadení a vozidiel po dobe životnosti a ich súčia" w:value="5.3. a) bod 5. Zneškodňovanie odpadu, ktorý nie je nebezpečný, s kapacitou väčšou ako 50 t za deň, ktorého súčasťou je spracovanie kovového odpadu v drvičoch vrátane odpadu z elektrických a elektronických zariadení a vozidiel po dobe životnosti a ich súčia"/>
            <w:listItem w:displayText="5.3. b) bod 1. Zhodnocovanie alebo kombinácia zhodnocovania a zneškodňovania odpadu, ktorý nie je nebezpečný, s kapacitou väčšou ako 75 t za deň, ktoré zahŕňa biologickú úpravu." w:value="5.3. b) bod 1. Zhodnocovanie alebo kombinácia zhodnocovania a zneškodňovania odpadu, ktorý nie je nebezpečný, s kapacitou väčšou ako 75 t za deň, ktoré zahŕňa biologickú úpravu."/>
            <w:listItem w:displayText="5.3. b) bod 2. Zhodnocovanie alebo kombinácia zhodnocovania a zneškodňovania odpadu, ktorý nie je nebezpečný, s kapacitou väčšou ako 75 t za deň, ktoré zahŕňa predúpravu odpadov na spaľovanie alebo spoluspaľovanie." w:value="5.3. b) bod 2. Zhodnocovanie alebo kombinácia zhodnocovania a zneškodňovania odpadu, ktorý nie je nebezpečný, s kapacitou väčšou ako 75 t za deň, ktoré zahŕňa predúpravu odpadov na spaľovanie alebo spoluspaľovanie."/>
            <w:listItem w:displayText="5.3. b) bod 3. Zhodnocovanie alebo kombinácia zhodnocovania a zneškodňovania odpadu, ktorý nie je nebezpečný, s kapacitou väčšou ako 75 t za deň, ktoré zahŕňa spracovanie trosky a popola." w:value="5.3. b) bod 3. Zhodnocovanie alebo kombinácia zhodnocovania a zneškodňovania odpadu, ktorý nie je nebezpečný, s kapacitou väčšou ako 75 t za deň, ktoré zahŕňa spracovanie trosky a popola."/>
            <w:listItem w:displayText="5.3. b) bod 4. Zhodnocovanie alebo kombinácia zhodnocovania a zneškodňovania odpadu, ktorý nie je nebezpečný, s kapacitou väčšou ako 75 t za deň, ktoré zahŕňa spracovanie kovového odpadu v drvičoch vrátane odpadu z elektrických a elektronických zariadení a" w:value="5.3. b) bod 4. Zhodnocovanie alebo kombinácia zhodnocovania a zneškodňovania odpadu, ktorý nie je nebezpečný, s kapacitou väčšou ako 75 t za deň, ktoré zahŕňa spracovanie kovového odpadu v drvičoch vrátane odpadu z elektrických a elektronických zariadení a"/>
            <w:listItem w:displayText="5.4. Skládky odpadov, ako sú vymedzené v osobitnom predpise,73) ktoré prijímajú viac ako 10 t odpadu za deň alebo majú celkovú kapacitu presahujúcu 25 000 t, okrem skládok inertných odpadov." w:value="5.4. Skládky odpadov, ako sú vymedzené v osobitnom predpise,73) ktoré prijímajú viac ako 10 t odpadu za deň alebo majú celkovú kapacitu presahujúcu 25 000 t, okrem skládok inertných odpadov."/>
            <w:listItem w:displayText="5.5. Dočasné ukladanie nebezpečného odpadu, na ktoré sa nevzťahuje bod 5.4, pokým sa nevykonajú niektoré z činností uvedených v bodoch 5.1, 5.2, 5.4 a 5.6 s celkovou kapacitou väčšou ako 50 t, okrem dočasného ukladania na mieste vzniku odpadu, v lehote ust" w:value="5.5. Dočasné ukladanie nebezpečného odpadu, na ktoré sa nevzťahuje bod 5.4, pokým sa nevykonajú niektoré z činností uvedených v bodoch 5.1, 5.2, 5.4 a 5.6 s celkovou kapacitou väčšou ako 50 t, okrem dočasného ukladania na mieste vzniku odpadu, v lehote ust"/>
            <w:listItem w:displayText="5.6. Podzemné ukladanie nebezpečného odpadu s celkovou kapacitou väčšou ako 50 t." w:value="5.6. Podzemné ukladanie nebezpečného odpadu s celkovou kapacitou väčšou ako 50 t."/>
            <w:listItem w:displayText="6.1. a) Výroba v priemyselných zariadeniach buničiny z dreva alebo iných vláknitých materiálov." w:value="6.1. a) Výroba v priemyselných zariadeniach buničiny z dreva alebo iných vláknitých materiálov."/>
            <w:listItem w:displayText="6.1. b) Výroba v priemyselných zariadeniach papiera alebo lepenky s výrobnou kapacitou väčšou ako 20 t za deň." w:value="6.1. b) Výroba v priemyselných zariadeniach papiera alebo lepenky s výrobnou kapacitou väčšou ako 20 t za deň."/>
            <w:listItem w:displayText="6.1. c) Výroba v priemyselných zariadeniach jedného alebo viacerých z druhov dosiek na báze dreva: lisované dosky s orientovaných mikrodýh, drevotrieskové alebo drevovláknité dosky s výrobnou kapacitou väčšou ako 600 m3 za deň." w:value="6.1. c) Výroba v priemyselných zariadeniach jedného alebo viacerých z druhov dosiek na báze dreva: lisované dosky s orientovaných mikrodýh, drevotrieskové alebo drevovláknité dosky s výrobnou kapacitou väčšou ako 600 m3 za deň."/>
            <w:listItem w:displayText="6.2. Predpríprava, ktorá obsahuje činnosti, ako je pranie, bielenie, mercerizácia alebo farbenie textilných vláken alebo textílií s kapacitou spracovania väčšou ako 10 t za deň." w:value="6.2. Predpríprava, ktorá obsahuje činnosti, ako je pranie, bielenie, mercerizácia alebo farbenie textilných vláken alebo textílií s kapacitou spracovania väčšou ako 10 t za deň."/>
            <w:listItem w:displayText="6.3. Vyčiňovanie koží a kožušín s kapacitou spracovania väčšou ako 12 t hotových výrobkov za deň." w:value="6.3. Vyčiňovanie koží a kožušín s kapacitou spracovania väčšou ako 12 t hotových výrobkov za deň."/>
            <w:listItem w:displayText="6.4. a) Prevádzka bitúnkov s kapacitou porážky zvierat väčšou ako 50 t za deň." w:value="6.4. a) Prevádzka bitúnkov s kapacitou porážky zvierat väčšou ako 50 t za deň."/>
            <w:listItem w:displayText="6.4. b) bod 1. Úprava a spracovanie nasledujúcich surovín, a to bez ohľadu na to, či boli alebo neboli spracované okrem prípadov, keď ide výlučne o balenia týchto surovín, ktoré sú zamerané na výrobu potravín alebo krmív iba zo surovín živočíšneho pôvodu –" w:value="6.4. b) bod 1. Úprava a spracovanie nasledujúcich surovín, a to bez ohľadu na to, či boli alebo neboli spracované okrem prípadov, keď ide výlučne o balenia týchto surovín, ktoré sú zamerané na výrobu potravín alebo krmív iba zo surovín živočíšneho pôvodu –"/>
            <w:listItem w:displayText="6.4. b) bod 2. Úprava a spracovanie nasledujúcich surovín, a to bez ohľadu na to, či boli alebo neboli spracované okrem prípadov, keď ide výlučne o balenia týchto surovín, ktoré sú zamerané na výrobu potravín alebo krmív iba zo surovín rastlinného pôvodu s" w:value="6.4. b) bod 2. Úprava a spracovanie nasledujúcich surovín, a to bez ohľadu na to, či boli alebo neboli spracované okrem prípadov, keď ide výlučne o balenia týchto surovín, ktoré sú zamerané na výrobu potravín alebo krmív iba zo surovín rastlinného pôvodu s"/>
            <w:listItem w:displayText="6.4. b) bod 3. Úprava a spracovanie nasledujúcich surovín, a to bez ohľadu na to, či boli alebo neboli spracované okrem prípadov, keď ide výlučne o balenia týchto surovín, ktoré sú zamerané na výrobu potravín alebo krmív zo surovín živočíšneho a rastlinnéh" w:value="6.4. b) bod 3. Úprava a spracovanie nasledujúcich surovín, a to bez ohľadu na to, či boli alebo neboli spracované okrem prípadov, keď ide výlučne o balenia týchto surovín, ktoré sú zamerané na výrobu potravín alebo krmív zo surovín živočíšneho a rastlinnéh"/>
            <w:listItem w:displayText="6.4. c) Výlučne spracovanie a úpravamlieka, ak jemnožstvo odoberaného mlieka väčšie ako 200 t za deň – priemerná hodnota vyrátaná za rok." w:value="6.4. c) Výlučne spracovanie a úpravamlieka, ak jemnožstvo odoberaného mlieka väčšie ako 200 t za deň – priemerná hodnota vyrátaná za rok."/>
            <w:listItem w:displayText="6.5. Odstraňovanie alebo recyklácia mŕtvych tiel zvierat alebo živočíšneho odpadu s kapacitou spracovania väčšou ako 10 t za deň." w:value="6.5. Odstraňovanie alebo recyklácia mŕtvych tiel zvierat alebo živočíšneho odpadu s kapacitou spracovania väčšou ako 10 t za deň."/>
            <w:listItem w:displayText="6.6. a) Intenzívny chov hydiny alebo ošípaných s miestom pre viac ako 40 000 ks hydiny." w:value="6.6. a) Intenzívny chov hydiny alebo ošípaných s miestom pre viac ako 40 000 ks hydiny."/>
            <w:listItem w:displayText="6.6. b) Intenzívny chov hydiny alebo ošípaných s miestom pre viac ako 2 000 ks ošípaných nad 30 kg alebo" w:value="6.6. b) Intenzívny chov hydiny alebo ošípaných s miestom pre viac ako 2 000 ks ošípaných nad 30 kg alebo"/>
            <w:listItem w:displayText="6.6. c) Intenzívny chov hydiny alebo ošípaných s miestom pre viac ako 750 ks prasníc." w:value="6.6. c) Intenzívny chov hydiny alebo ošípaných s miestom pre viac ako 750 ks prasníc."/>
            <w:listItem w:displayText="6.7. Povrchová úprava látok, predmetov alebo výrobkov s použitím organických rozpúšťadiel, najmä apretácia, tlač, pokovovanie, odmasťovanie, vodovzdorná úprava, lepenie, lakovanie, čistenie, úprava rozmerov, farbenie alebo impregnovanie s kapacitou spotreb" w:value="6.7. Povrchová úprava látok, predmetov alebo výrobkov s použitím organických rozpúšťadiel, najmä apretácia, tlač, pokovovanie, odmasťovanie, vodovzdorná úprava, lepenie, lakovanie, čistenie, úprava rozmerov, farbenie alebo impregnovanie s kapacitou spotreb"/>
            <w:listItem w:displayText="6.8. Výroba uhlíka – ide o uhlie pálené pri vysokej teplote – alebo elektrografitu vypaľovaním alebo grafitizáciou." w:value="6.8. Výroba uhlíka – ide o uhlie pálené pri vysokej teplote – alebo elektrografitu vypaľovaním alebo grafitizáciou."/>
            <w:listItem w:displayText="6.9. Zachytávanie toku CO2 z prevádzky na účely trvalého ukladania do geologického prostredia podľa osobitného predpisu." w:value="6.9. Zachytávanie toku CO2 z prevádzky na účely trvalého ukladania do geologického prostredia podľa osobitného predpisu."/>
            <w:listItem w:displayText="6.10. Konzervovanie dreva a výrobkov z dreva chemickými látkami s výrobnou kapacitou väčšou ako 75 m3 za deň okrem výlučného ošetrenia proti plesni." w:value="6.10. Konzervovanie dreva a výrobkov z dreva chemickými látkami s výrobnou kapacitou väčšou ako 75 m3 za deň okrem výlučného ošetrenia proti plesni."/>
            <w:listItem w:displayText="6.11. Nezávisle prevádzkované čistenie odpadových vôd, na ktoré sa nevzťahujú osobitné predpisy a ktoré sa vypúšťajú z prevádzky, na ktoré sa vzťahuje tento zákon.   " w:value="6.11. Nezávisle prevádzkované čistenie odpadových vôd, na ktoré sa nevzťahujú osobitné predpisy a ktoré sa vypúšťajú z prevádzky, na ktoré sa vzťahuje tento zákon.   "/>
          </w:dropDownList>
        </w:sdtPr>
        <w:sdtEndPr/>
        <w:sdtContent>
          <w:r w:rsidR="00B45326">
            <w:rPr>
              <w:rFonts w:ascii="Times New Roman" w:hAnsi="Times New Roman"/>
              <w:sz w:val="24"/>
              <w:szCs w:val="24"/>
            </w:rPr>
            <w:t xml:space="preserve">6.11. Nezávisle prevádzkované čistenie odpadových vôd, na ktoré sa nevzťahujú osobitné predpisy a ktoré sa vypúšťajú z prevádzky, na ktoré sa vzťahuje tento zákon.   </w:t>
          </w:r>
        </w:sdtContent>
      </w:sdt>
      <w:r w:rsidR="00C633BB">
        <w:rPr>
          <w:rFonts w:ascii="Times New Roman" w:hAnsi="Times New Roman"/>
          <w:sz w:val="24"/>
          <w:szCs w:val="24"/>
        </w:rPr>
        <w:tab/>
      </w:r>
      <w:r w:rsidR="00C633BB">
        <w:rPr>
          <w:rFonts w:ascii="Times New Roman" w:hAnsi="Times New Roman"/>
          <w:sz w:val="24"/>
          <w:szCs w:val="24"/>
        </w:rPr>
        <w:tab/>
      </w:r>
    </w:p>
    <w:p w:rsidR="00EE75CE" w:rsidRDefault="00EE75CE" w:rsidP="00453E5E">
      <w:pPr>
        <w:spacing w:after="0" w:line="300" w:lineRule="exact"/>
        <w:jc w:val="both"/>
        <w:rPr>
          <w:rFonts w:ascii="Times New Roman" w:hAnsi="Times New Roman"/>
          <w:sz w:val="24"/>
          <w:szCs w:val="24"/>
        </w:rPr>
      </w:pPr>
    </w:p>
    <w:p w:rsidR="008F6FE7" w:rsidRPr="00F401AA" w:rsidRDefault="00F54991"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F401AA">
        <w:rPr>
          <w:rFonts w:ascii="Times New Roman" w:hAnsi="Times New Roman"/>
          <w:b/>
          <w:sz w:val="24"/>
          <w:szCs w:val="24"/>
          <w:u w:val="single"/>
        </w:rPr>
        <w:t>Časová os</w:t>
      </w:r>
    </w:p>
    <w:p w:rsidR="0064095D" w:rsidRPr="0064095D" w:rsidRDefault="008863F7" w:rsidP="00DB596D">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sidRPr="0064095D">
        <w:rPr>
          <w:rFonts w:ascii="Times New Roman" w:hAnsi="Times New Roman"/>
          <w:sz w:val="24"/>
          <w:szCs w:val="24"/>
        </w:rPr>
        <w:t xml:space="preserve">Vykonávacie rozhodnutie </w:t>
      </w:r>
    </w:p>
    <w:p w:rsidR="00626B67" w:rsidRPr="0064095D" w:rsidRDefault="008863F7" w:rsidP="00DB596D">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sidRPr="0064095D">
        <w:rPr>
          <w:rFonts w:ascii="Times New Roman" w:hAnsi="Times New Roman"/>
          <w:sz w:val="24"/>
          <w:szCs w:val="24"/>
        </w:rPr>
        <w:t>Komisie</w:t>
      </w:r>
      <w:r w:rsidR="0064095D" w:rsidRPr="0064095D">
        <w:rPr>
          <w:rFonts w:ascii="Times New Roman" w:hAnsi="Times New Roman"/>
          <w:bCs/>
          <w:sz w:val="24"/>
          <w:szCs w:val="24"/>
        </w:rPr>
        <w:t>(ďalej len „VRK“):</w:t>
      </w:r>
      <w:sdt>
        <w:sdtPr>
          <w:rPr>
            <w:rFonts w:ascii="Times New Roman" w:hAnsi="Times New Roman"/>
            <w:sz w:val="24"/>
            <w:szCs w:val="24"/>
          </w:rPr>
          <w:alias w:val="VRK"/>
          <w:tag w:val="VRK"/>
          <w:id w:val="-1319575340"/>
          <w:placeholder>
            <w:docPart w:val="704839C0D92E404281E218C7C05C6234"/>
          </w:placeholder>
          <w:dropDownList>
            <w:listItem w:value="Vyberte položku."/>
            <w:listItem w:displayText="Áno" w:value="Áno"/>
            <w:listItem w:displayText="2017/2117/EÚ z 21. novembra 2017, ktorým sa podľa smernice Európskeho parlamentu a Rady 2010/75/EÚ stanovujú závery o najlepších dostupných technikách (BAT) pri veľkovýrobe organických chemikálií " w:value="2017/2117/EÚ z 21. novembra 2017, ktorým sa podľa smernice Európskeho parlamentu a Rady 2010/75/EÚ stanovujú závery o najlepších dostupných technikách (BAT) pri veľkovýrobe organických chemikálií "/>
            <w:listItem w:displayText="2017/1442/EÚ z 31. júla 2017, ktorým sa podľa smernice Európskeho parlamentu a Rady 2010/75/EÚ stanovujú závery o najlepších dostupných technikách (BAT) pre veľké spaľovacie zariadenia " w:value="2017/1442/EÚ z 31. júla 2017, ktorým sa podľa smernice Európskeho parlamentu a Rady 2010/75/EÚ stanovujú závery o najlepších dostupných technikách (BAT) pre veľké spaľovacie zariadenia "/>
            <w:listItem w:displayText="2017/302/EÚ z 15. februára 2017, ktorým sa podľa smernice Európskeho parlamentu a Rady 2010/75/EÚ stanovujú závery o najlepších dostupných technikách (BAT) pre intenzívny chov hydiny alebo ošípaných " w:value="2017/302/EÚ z 15. februára 2017, ktorým sa podľa smernice Európskeho parlamentu a Rady 2010/75/EÚ stanovujú závery o najlepších dostupných technikách (BAT) pre intenzívny chov hydiny alebo ošípaných "/>
            <w:listItem w:displayText="2016/1032/EÚ z 13. júna 2016, ktorým sa podľa smernice Európskeho parlamentu a Rady 2010/75/EÚ stanovujú závery o najlepších dostupných technikách (BAT) pre odvetvie výroby neželezných kovov " w:value="2016/1032/EÚ z 13. júna 2016, ktorým sa podľa smernice Európskeho parlamentu a Rady 2010/75/EÚ stanovujú závery o najlepších dostupných technikách (BAT) pre odvetvie výroby neželezných kovov "/>
            <w:listItem w:displayText="2016/902/EÚ z  30. mája 2016, ktorým sa v súlade so smernicou Európskeho parlamentu a Rady 2010/75/EÚ stanovujú závery o najlepších dostupných technikách (BAT) pre systémy bežného čistenia odpadových vôd/odpadových plynov a nakladania s nimi v sektore chem" w:value="2016/902/EÚ z  30. mája 2016, ktorým sa v súlade so smernicou Európskeho parlamentu a Rady 2010/75/EÚ stanovujú závery o najlepších dostupných technikách (BAT) pre systémy bežného čistenia odpadových vôd/odpadových plynov a nakladania s nimi v sektore chem"/>
            <w:listItem w:displayText="2015/2119/EÚ z 20. novembra 2015, ktorým sa podľa smernice Európskeho parlamentu a Rady 2010/75/EÚ stanovujú závery o najlepších dostupných technikách (BAT) pri výrobe veľkoplošných materiálov na báze dreva" w:value="2015/2119/EÚ z 20. novembra 2015, ktorým sa podľa smernice Európskeho parlamentu a Rady 2010/75/EÚ stanovujú závery o najlepších dostupných technikách (BAT) pri výrobe veľkoplošných materiálov na báze dreva"/>
            <w:listItem w:displayText="2014/738/EÚ z 9. októbra 2014 , ktorým sa podľa smernice Európskeho parlamentu a Rady 2010/75/EÚ o priemyselných emisiách stanovujú závery o najlepších dostupných technikách (BAT) pre rafináciu minerálnych olejov" w:value="2014/738/EÚ z 9. októbra 2014 , ktorým sa podľa smernice Európskeho parlamentu a Rady 2010/75/EÚ o priemyselných emisiách stanovujú závery o najlepších dostupných technikách (BAT) pre rafináciu minerálnych olejov"/>
            <w:listItem w:displayText="2014/687/EÚ z 26. septembra 2014 , ktorým sa podľa smernice Európskeho parlamentu a Rady 2010/75/EÚ o priemyselných emisiách stanovujú závery o najlepších dostupných technikách (BAT) výroby celulózy, papiera a lepenky" w:value="2014/687/EÚ z 26. septembra 2014 , ktorým sa podľa smernice Európskeho parlamentu a Rady 2010/75/EÚ o priemyselných emisiách stanovujú závery o najlepších dostupných technikách (BAT) výroby celulózy, papiera a lepenky"/>
          </w:dropDownList>
        </w:sdtPr>
        <w:sdtEndPr/>
        <w:sdtContent>
          <w:r w:rsidR="00543BFC">
            <w:rPr>
              <w:rFonts w:ascii="Times New Roman" w:hAnsi="Times New Roman"/>
              <w:sz w:val="24"/>
              <w:szCs w:val="24"/>
            </w:rPr>
            <w:t>2016/902/EÚ z  30. mája 2016, ktorým sa v súlade so smernicou Európskeho parlamentu a Rady 2010/75/EÚ stanovujú závery o najlepších dostupných technikách (BAT) pre systémy bežného čistenia odpadových vôd/odpadových plynov a nakladania s nimi v sektore chem</w:t>
          </w:r>
        </w:sdtContent>
      </w:sdt>
    </w:p>
    <w:p w:rsidR="008863F7" w:rsidRPr="0064095D" w:rsidRDefault="00FA3EE9" w:rsidP="008E0F50">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sidRPr="0064095D">
        <w:rPr>
          <w:rFonts w:ascii="Times New Roman" w:hAnsi="Times New Roman"/>
          <w:sz w:val="24"/>
          <w:szCs w:val="24"/>
        </w:rPr>
        <w:t>D</w:t>
      </w:r>
      <w:r w:rsidR="008863F7" w:rsidRPr="0064095D">
        <w:rPr>
          <w:rFonts w:ascii="Times New Roman" w:hAnsi="Times New Roman"/>
          <w:sz w:val="24"/>
          <w:szCs w:val="24"/>
        </w:rPr>
        <w:t>átum</w:t>
      </w:r>
      <w:r w:rsidR="00326558">
        <w:rPr>
          <w:rFonts w:ascii="Times New Roman" w:hAnsi="Times New Roman"/>
          <w:sz w:val="24"/>
          <w:szCs w:val="24"/>
        </w:rPr>
        <w:t xml:space="preserve"> </w:t>
      </w:r>
      <w:r w:rsidR="008863F7" w:rsidRPr="0064095D">
        <w:rPr>
          <w:rFonts w:ascii="Times New Roman" w:hAnsi="Times New Roman"/>
          <w:sz w:val="24"/>
          <w:szCs w:val="24"/>
        </w:rPr>
        <w:t>zverejnenia</w:t>
      </w:r>
      <w:r w:rsidRPr="0064095D">
        <w:rPr>
          <w:rFonts w:ascii="Times New Roman" w:hAnsi="Times New Roman"/>
          <w:sz w:val="24"/>
          <w:szCs w:val="24"/>
        </w:rPr>
        <w:t xml:space="preserve">: </w:t>
      </w:r>
      <w:r w:rsidRPr="0064095D">
        <w:rPr>
          <w:rFonts w:ascii="Times New Roman" w:hAnsi="Times New Roman"/>
          <w:sz w:val="24"/>
          <w:szCs w:val="24"/>
        </w:rPr>
        <w:tab/>
      </w:r>
      <w:r w:rsidRPr="0064095D">
        <w:rPr>
          <w:rFonts w:ascii="Times New Roman" w:hAnsi="Times New Roman"/>
          <w:sz w:val="24"/>
          <w:szCs w:val="24"/>
        </w:rPr>
        <w:tab/>
      </w:r>
      <w:sdt>
        <w:sdtPr>
          <w:rPr>
            <w:rFonts w:ascii="Times New Roman" w:hAnsi="Times New Roman"/>
            <w:sz w:val="24"/>
            <w:szCs w:val="24"/>
          </w:rPr>
          <w:alias w:val="Dátum"/>
          <w:tag w:val="Dátum"/>
          <w:id w:val="-1138952752"/>
          <w:placeholder>
            <w:docPart w:val="C807505EFDE54FCEB265E43871ACB80B"/>
          </w:placeholder>
          <w:date w:fullDate="2018-05-30T00:00:00Z">
            <w:dateFormat w:val="d.M.yyyy"/>
            <w:lid w:val="sk-SK"/>
            <w:storeMappedDataAs w:val="dateTime"/>
            <w:calendar w:val="gregorian"/>
          </w:date>
        </w:sdtPr>
        <w:sdtEndPr/>
        <w:sdtContent>
          <w:r w:rsidR="008E0F50">
            <w:rPr>
              <w:rFonts w:ascii="Times New Roman" w:hAnsi="Times New Roman"/>
              <w:sz w:val="24"/>
              <w:szCs w:val="24"/>
            </w:rPr>
            <w:t>30.5.2018</w:t>
          </w:r>
        </w:sdtContent>
      </w:sdt>
    </w:p>
    <w:p w:rsidR="00AF7307" w:rsidRDefault="00AF7307" w:rsidP="008E0F50">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sidRPr="0064095D">
        <w:rPr>
          <w:rFonts w:ascii="Times New Roman" w:hAnsi="Times New Roman"/>
          <w:sz w:val="24"/>
          <w:szCs w:val="24"/>
        </w:rPr>
        <w:t>Dátum plnenia BAT:</w:t>
      </w:r>
      <w:r w:rsidRPr="0064095D">
        <w:rPr>
          <w:rFonts w:ascii="Times New Roman" w:hAnsi="Times New Roman"/>
          <w:sz w:val="24"/>
          <w:szCs w:val="24"/>
        </w:rPr>
        <w:tab/>
      </w:r>
      <w:r w:rsidRPr="0064095D">
        <w:rPr>
          <w:rFonts w:ascii="Times New Roman" w:hAnsi="Times New Roman"/>
          <w:sz w:val="24"/>
          <w:szCs w:val="24"/>
        </w:rPr>
        <w:tab/>
      </w:r>
      <w:sdt>
        <w:sdtPr>
          <w:rPr>
            <w:rFonts w:ascii="Times New Roman" w:hAnsi="Times New Roman"/>
            <w:sz w:val="24"/>
            <w:szCs w:val="24"/>
          </w:rPr>
          <w:alias w:val="Dátum"/>
          <w:tag w:val="Dátum"/>
          <w:id w:val="187730304"/>
          <w:placeholder>
            <w:docPart w:val="298836AE4F6F42E8BC38063D391467FB"/>
          </w:placeholder>
          <w:date w:fullDate="2022-05-30T00:00:00Z">
            <w:dateFormat w:val="d.M.yyyy"/>
            <w:lid w:val="sk-SK"/>
            <w:storeMappedDataAs w:val="dateTime"/>
            <w:calendar w:val="gregorian"/>
          </w:date>
        </w:sdtPr>
        <w:sdtEndPr/>
        <w:sdtContent>
          <w:r w:rsidR="008E0F50">
            <w:rPr>
              <w:rFonts w:ascii="Times New Roman" w:hAnsi="Times New Roman"/>
              <w:sz w:val="24"/>
              <w:szCs w:val="24"/>
            </w:rPr>
            <w:t>30.5.2022</w:t>
          </w:r>
        </w:sdtContent>
      </w:sdt>
    </w:p>
    <w:p w:rsidR="00DB596D" w:rsidRDefault="00DB596D" w:rsidP="00DB596D">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Pr>
          <w:rFonts w:ascii="Times New Roman" w:hAnsi="Times New Roman"/>
          <w:sz w:val="24"/>
          <w:szCs w:val="24"/>
        </w:rPr>
        <w:t xml:space="preserve">Predchádzajúce kontrolované </w:t>
      </w:r>
    </w:p>
    <w:p w:rsidR="00DB596D" w:rsidRDefault="00DB596D" w:rsidP="007F4977">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Pr>
          <w:rFonts w:ascii="Times New Roman" w:hAnsi="Times New Roman"/>
          <w:sz w:val="24"/>
          <w:szCs w:val="24"/>
        </w:rPr>
        <w:t>obdobie: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sym w:font="Symbol" w:char="F02D"/>
      </w:r>
      <w:r>
        <w:rPr>
          <w:rFonts w:ascii="Times New Roman" w:hAnsi="Times New Roman"/>
          <w:sz w:val="24"/>
          <w:szCs w:val="24"/>
        </w:rPr>
        <w:tab/>
      </w:r>
    </w:p>
    <w:p w:rsidR="002C7388" w:rsidRDefault="002C7388" w:rsidP="007F4977">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Pr>
          <w:rFonts w:ascii="Times New Roman" w:hAnsi="Times New Roman"/>
          <w:sz w:val="24"/>
          <w:szCs w:val="24"/>
        </w:rPr>
        <w:t>Posledná kontrola:</w:t>
      </w:r>
      <w:r w:rsidR="00BC084C">
        <w:rPr>
          <w:rFonts w:ascii="Times New Roman" w:hAnsi="Times New Roman"/>
          <w:sz w:val="24"/>
          <w:szCs w:val="24"/>
        </w:rPr>
        <w:tab/>
      </w:r>
      <w:r>
        <w:rPr>
          <w:rFonts w:ascii="Times New Roman" w:hAnsi="Times New Roman"/>
          <w:sz w:val="24"/>
          <w:szCs w:val="24"/>
        </w:rPr>
        <w:tab/>
      </w:r>
      <w:r w:rsidR="00BC084C">
        <w:rPr>
          <w:rFonts w:ascii="Times New Roman" w:hAnsi="Times New Roman"/>
          <w:sz w:val="24"/>
          <w:szCs w:val="24"/>
        </w:rPr>
        <w:sym w:font="Symbol" w:char="F02D"/>
      </w:r>
    </w:p>
    <w:p w:rsidR="00B268B2" w:rsidRDefault="00B268B2" w:rsidP="007F4977">
      <w:pPr>
        <w:tabs>
          <w:tab w:val="left" w:pos="708"/>
          <w:tab w:val="left" w:pos="1416"/>
          <w:tab w:val="left" w:pos="2124"/>
          <w:tab w:val="left" w:pos="2832"/>
          <w:tab w:val="left" w:pos="3540"/>
          <w:tab w:val="left" w:pos="4248"/>
          <w:tab w:val="left" w:pos="4956"/>
          <w:tab w:val="left" w:pos="5490"/>
          <w:tab w:val="left" w:pos="5685"/>
        </w:tabs>
        <w:spacing w:after="0" w:line="300" w:lineRule="exact"/>
        <w:jc w:val="both"/>
        <w:rPr>
          <w:rFonts w:ascii="Times New Roman" w:hAnsi="Times New Roman"/>
          <w:sz w:val="24"/>
          <w:szCs w:val="24"/>
        </w:rPr>
      </w:pPr>
      <w:r>
        <w:rPr>
          <w:rFonts w:ascii="Times New Roman" w:hAnsi="Times New Roman"/>
          <w:sz w:val="24"/>
          <w:szCs w:val="24"/>
        </w:rPr>
        <w:t>Kontrolované obd</w:t>
      </w:r>
      <w:r w:rsidR="002D0ED6">
        <w:rPr>
          <w:rFonts w:ascii="Times New Roman" w:hAnsi="Times New Roman"/>
          <w:sz w:val="24"/>
          <w:szCs w:val="24"/>
        </w:rPr>
        <w:t>obie:</w:t>
      </w:r>
      <w:r w:rsidR="002D0ED6">
        <w:rPr>
          <w:rFonts w:ascii="Times New Roman" w:hAnsi="Times New Roman"/>
          <w:sz w:val="24"/>
          <w:szCs w:val="24"/>
        </w:rPr>
        <w:tab/>
      </w:r>
      <w:sdt>
        <w:sdtPr>
          <w:rPr>
            <w:rFonts w:ascii="Times New Roman" w:hAnsi="Times New Roman"/>
            <w:sz w:val="24"/>
            <w:szCs w:val="24"/>
          </w:rPr>
          <w:id w:val="1039015958"/>
          <w:placeholder>
            <w:docPart w:val="01C50F9449E141E7BA7ADDAF5440B256"/>
          </w:placeholder>
          <w:date w:fullDate="2015-09-07T00:00:00Z">
            <w:dateFormat w:val="d.M.yyyy"/>
            <w:lid w:val="sk-SK"/>
            <w:storeMappedDataAs w:val="dateTime"/>
            <w:calendar w:val="gregorian"/>
          </w:date>
        </w:sdtPr>
        <w:sdtEndPr/>
        <w:sdtContent>
          <w:r w:rsidR="007F4977">
            <w:rPr>
              <w:rFonts w:ascii="Times New Roman" w:hAnsi="Times New Roman"/>
              <w:sz w:val="24"/>
              <w:szCs w:val="24"/>
            </w:rPr>
            <w:t>7.9.2015</w:t>
          </w:r>
        </w:sdtContent>
      </w:sdt>
      <w:r w:rsidR="00441F1A">
        <w:rPr>
          <w:rFonts w:ascii="Times New Roman" w:hAnsi="Times New Roman"/>
          <w:sz w:val="24"/>
          <w:szCs w:val="24"/>
        </w:rPr>
        <w:sym w:font="Symbol" w:char="F02D"/>
      </w:r>
      <w:sdt>
        <w:sdtPr>
          <w:rPr>
            <w:rFonts w:ascii="Times New Roman" w:hAnsi="Times New Roman"/>
            <w:sz w:val="24"/>
            <w:szCs w:val="24"/>
          </w:rPr>
          <w:id w:val="-1431581246"/>
          <w:placeholder>
            <w:docPart w:val="01C50F9449E141E7BA7ADDAF5440B256"/>
          </w:placeholder>
          <w:date w:fullDate="2018-09-20T00:00:00Z">
            <w:dateFormat w:val="d.M.yyyy"/>
            <w:lid w:val="sk-SK"/>
            <w:storeMappedDataAs w:val="dateTime"/>
            <w:calendar w:val="gregorian"/>
          </w:date>
        </w:sdtPr>
        <w:sdtEndPr/>
        <w:sdtContent>
          <w:r w:rsidR="007F4977">
            <w:rPr>
              <w:rFonts w:ascii="Times New Roman" w:hAnsi="Times New Roman"/>
              <w:sz w:val="24"/>
              <w:szCs w:val="24"/>
            </w:rPr>
            <w:t>20.9.2018</w:t>
          </w:r>
        </w:sdtContent>
      </w:sdt>
      <w:r w:rsidR="00C323CF">
        <w:rPr>
          <w:rFonts w:ascii="Times New Roman" w:hAnsi="Times New Roman"/>
          <w:sz w:val="24"/>
          <w:szCs w:val="24"/>
        </w:rPr>
        <w:tab/>
      </w:r>
      <w:r w:rsidR="00C323CF">
        <w:rPr>
          <w:rFonts w:ascii="Times New Roman" w:hAnsi="Times New Roman"/>
          <w:sz w:val="24"/>
          <w:szCs w:val="24"/>
        </w:rPr>
        <w:tab/>
      </w:r>
    </w:p>
    <w:p w:rsidR="00297E6A" w:rsidRPr="005F7B98" w:rsidRDefault="00E409D4" w:rsidP="007F4977">
      <w:pPr>
        <w:spacing w:after="0" w:line="300" w:lineRule="exact"/>
        <w:jc w:val="both"/>
        <w:rPr>
          <w:rFonts w:ascii="Times New Roman" w:hAnsi="Times New Roman"/>
          <w:sz w:val="24"/>
          <w:szCs w:val="24"/>
        </w:rPr>
      </w:pPr>
      <w:r w:rsidRPr="005F7B98">
        <w:rPr>
          <w:rFonts w:ascii="Times New Roman" w:hAnsi="Times New Roman"/>
          <w:sz w:val="24"/>
          <w:szCs w:val="24"/>
        </w:rPr>
        <w:t>Z</w:t>
      </w:r>
      <w:r w:rsidR="00297E6A" w:rsidRPr="005F7B98">
        <w:rPr>
          <w:rFonts w:ascii="Times New Roman" w:hAnsi="Times New Roman"/>
          <w:sz w:val="24"/>
          <w:szCs w:val="24"/>
        </w:rPr>
        <w:t>ačati</w:t>
      </w:r>
      <w:r w:rsidR="00F54991" w:rsidRPr="005F7B98">
        <w:rPr>
          <w:rFonts w:ascii="Times New Roman" w:hAnsi="Times New Roman"/>
          <w:sz w:val="24"/>
          <w:szCs w:val="24"/>
        </w:rPr>
        <w:t>e</w:t>
      </w:r>
      <w:r w:rsidR="00297E6A" w:rsidRPr="005F7B98">
        <w:rPr>
          <w:rFonts w:ascii="Times New Roman" w:hAnsi="Times New Roman"/>
          <w:sz w:val="24"/>
          <w:szCs w:val="24"/>
        </w:rPr>
        <w:t xml:space="preserve"> kontroly:</w:t>
      </w:r>
      <w:r w:rsidR="00297E6A" w:rsidRPr="005F7B98">
        <w:rPr>
          <w:rFonts w:ascii="Times New Roman" w:hAnsi="Times New Roman"/>
          <w:sz w:val="24"/>
          <w:szCs w:val="24"/>
        </w:rPr>
        <w:tab/>
      </w:r>
      <w:r w:rsidR="00297E6A" w:rsidRPr="005F7B98">
        <w:rPr>
          <w:rFonts w:ascii="Times New Roman" w:hAnsi="Times New Roman"/>
          <w:sz w:val="24"/>
          <w:szCs w:val="24"/>
        </w:rPr>
        <w:tab/>
      </w:r>
      <w:sdt>
        <w:sdtPr>
          <w:rPr>
            <w:rFonts w:ascii="Times New Roman" w:hAnsi="Times New Roman"/>
            <w:sz w:val="24"/>
            <w:szCs w:val="24"/>
          </w:rPr>
          <w:alias w:val="Začatie kontroly"/>
          <w:tag w:val="Začatie kontroly"/>
          <w:id w:val="-139665401"/>
          <w:placeholder>
            <w:docPart w:val="49EC1DB1F19C4BEC879173103B638291"/>
          </w:placeholder>
          <w:date w:fullDate="2018-09-20T00:00:00Z">
            <w:dateFormat w:val="d.M.yyyy"/>
            <w:lid w:val="sk-SK"/>
            <w:storeMappedDataAs w:val="dateTime"/>
            <w:calendar w:val="gregorian"/>
          </w:date>
        </w:sdtPr>
        <w:sdtEndPr/>
        <w:sdtContent>
          <w:r w:rsidR="007F4977">
            <w:rPr>
              <w:rFonts w:ascii="Times New Roman" w:hAnsi="Times New Roman"/>
              <w:sz w:val="24"/>
              <w:szCs w:val="24"/>
            </w:rPr>
            <w:t>20.9.2018</w:t>
          </w:r>
        </w:sdtContent>
      </w:sdt>
    </w:p>
    <w:p w:rsidR="00297E6A" w:rsidRPr="005F7B98" w:rsidRDefault="00E409D4" w:rsidP="00453E5E">
      <w:pPr>
        <w:spacing w:after="0" w:line="300" w:lineRule="exact"/>
        <w:jc w:val="both"/>
        <w:rPr>
          <w:rFonts w:ascii="Times New Roman" w:hAnsi="Times New Roman"/>
          <w:sz w:val="24"/>
          <w:szCs w:val="24"/>
        </w:rPr>
      </w:pPr>
      <w:r w:rsidRPr="005F7B98">
        <w:rPr>
          <w:rFonts w:ascii="Times New Roman" w:hAnsi="Times New Roman"/>
          <w:sz w:val="24"/>
          <w:szCs w:val="24"/>
        </w:rPr>
        <w:t>P</w:t>
      </w:r>
      <w:r w:rsidR="00297E6A" w:rsidRPr="005F7B98">
        <w:rPr>
          <w:rFonts w:ascii="Times New Roman" w:hAnsi="Times New Roman"/>
          <w:sz w:val="24"/>
          <w:szCs w:val="24"/>
        </w:rPr>
        <w:t>rvé miestne zisťovani</w:t>
      </w:r>
      <w:r w:rsidRPr="005F7B98">
        <w:rPr>
          <w:rFonts w:ascii="Times New Roman" w:hAnsi="Times New Roman"/>
          <w:sz w:val="24"/>
          <w:szCs w:val="24"/>
        </w:rPr>
        <w:t>e</w:t>
      </w:r>
      <w:r w:rsidR="00297E6A" w:rsidRPr="005F7B98">
        <w:rPr>
          <w:rFonts w:ascii="Times New Roman" w:hAnsi="Times New Roman"/>
          <w:sz w:val="24"/>
          <w:szCs w:val="24"/>
        </w:rPr>
        <w:t>:</w:t>
      </w:r>
      <w:r w:rsidR="00297E6A" w:rsidRPr="005F7B98">
        <w:rPr>
          <w:rFonts w:ascii="Times New Roman" w:hAnsi="Times New Roman"/>
          <w:sz w:val="24"/>
          <w:szCs w:val="24"/>
        </w:rPr>
        <w:tab/>
      </w:r>
      <w:sdt>
        <w:sdtPr>
          <w:rPr>
            <w:rFonts w:ascii="Times New Roman" w:hAnsi="Times New Roman"/>
            <w:sz w:val="24"/>
            <w:szCs w:val="24"/>
          </w:rPr>
          <w:alias w:val="Prvé miestne zisťovanie"/>
          <w:tag w:val="Prvé miestne zisťovanie"/>
          <w:id w:val="-475377036"/>
          <w:placeholder>
            <w:docPart w:val="A1A812F64DED4A2DB2C049B32B438EAE"/>
          </w:placeholder>
          <w:date w:fullDate="2018-09-20T00:00:00Z">
            <w:dateFormat w:val="d.M.yyyy"/>
            <w:lid w:val="sk-SK"/>
            <w:storeMappedDataAs w:val="dateTime"/>
            <w:calendar w:val="gregorian"/>
          </w:date>
        </w:sdtPr>
        <w:sdtEndPr/>
        <w:sdtContent>
          <w:r w:rsidR="00DD6204">
            <w:rPr>
              <w:rFonts w:ascii="Times New Roman" w:hAnsi="Times New Roman"/>
              <w:sz w:val="24"/>
              <w:szCs w:val="24"/>
            </w:rPr>
            <w:t>20.9.2018</w:t>
          </w:r>
        </w:sdtContent>
      </w:sdt>
      <w:r w:rsidR="00297E6A" w:rsidRPr="005F7B98">
        <w:rPr>
          <w:rFonts w:ascii="Times New Roman" w:hAnsi="Times New Roman"/>
          <w:sz w:val="24"/>
          <w:szCs w:val="24"/>
        </w:rPr>
        <w:tab/>
      </w:r>
    </w:p>
    <w:p w:rsidR="00415280" w:rsidRPr="005F7B98" w:rsidRDefault="00E409D4" w:rsidP="00DC461B">
      <w:pPr>
        <w:spacing w:after="0" w:line="300" w:lineRule="exact"/>
        <w:jc w:val="both"/>
        <w:rPr>
          <w:rFonts w:ascii="Times New Roman" w:hAnsi="Times New Roman"/>
          <w:sz w:val="24"/>
          <w:szCs w:val="24"/>
        </w:rPr>
      </w:pPr>
      <w:r w:rsidRPr="005F7B98">
        <w:rPr>
          <w:rFonts w:ascii="Times New Roman" w:hAnsi="Times New Roman"/>
          <w:sz w:val="24"/>
          <w:szCs w:val="24"/>
        </w:rPr>
        <w:t>V</w:t>
      </w:r>
      <w:r w:rsidR="00415280" w:rsidRPr="005F7B98">
        <w:rPr>
          <w:rFonts w:ascii="Times New Roman" w:hAnsi="Times New Roman"/>
          <w:sz w:val="24"/>
          <w:szCs w:val="24"/>
        </w:rPr>
        <w:t>ypracovani</w:t>
      </w:r>
      <w:r w:rsidRPr="005F7B98">
        <w:rPr>
          <w:rFonts w:ascii="Times New Roman" w:hAnsi="Times New Roman"/>
          <w:sz w:val="24"/>
          <w:szCs w:val="24"/>
        </w:rPr>
        <w:t>e</w:t>
      </w:r>
      <w:r w:rsidR="00415280" w:rsidRPr="005F7B98">
        <w:rPr>
          <w:rFonts w:ascii="Times New Roman" w:hAnsi="Times New Roman"/>
          <w:sz w:val="24"/>
          <w:szCs w:val="24"/>
        </w:rPr>
        <w:t xml:space="preserve"> správy:</w:t>
      </w:r>
      <w:r w:rsidR="005F7B98">
        <w:rPr>
          <w:rFonts w:ascii="Times New Roman" w:hAnsi="Times New Roman"/>
          <w:sz w:val="24"/>
          <w:szCs w:val="24"/>
        </w:rPr>
        <w:tab/>
      </w:r>
      <w:r w:rsidR="00415280" w:rsidRPr="005F7B98">
        <w:rPr>
          <w:rFonts w:ascii="Times New Roman" w:hAnsi="Times New Roman"/>
          <w:sz w:val="24"/>
          <w:szCs w:val="24"/>
        </w:rPr>
        <w:tab/>
      </w:r>
      <w:sdt>
        <w:sdtPr>
          <w:rPr>
            <w:rFonts w:ascii="Times New Roman" w:hAnsi="Times New Roman"/>
            <w:sz w:val="24"/>
            <w:szCs w:val="24"/>
          </w:rPr>
          <w:alias w:val="Vypracovanie správy"/>
          <w:tag w:val="Vypracovanie správy"/>
          <w:id w:val="943964973"/>
          <w:placeholder>
            <w:docPart w:val="2A7280121A774762A688CA580DFFFA19"/>
          </w:placeholder>
          <w:date w:fullDate="2018-11-07T00:00:00Z">
            <w:dateFormat w:val="d.M.yyyy"/>
            <w:lid w:val="sk-SK"/>
            <w:storeMappedDataAs w:val="dateTime"/>
            <w:calendar w:val="gregorian"/>
          </w:date>
        </w:sdtPr>
        <w:sdtEndPr/>
        <w:sdtContent>
          <w:r w:rsidR="00DC461B">
            <w:rPr>
              <w:rFonts w:ascii="Times New Roman" w:hAnsi="Times New Roman"/>
              <w:sz w:val="24"/>
              <w:szCs w:val="24"/>
            </w:rPr>
            <w:t>7.11.2018</w:t>
          </w:r>
        </w:sdtContent>
      </w:sdt>
    </w:p>
    <w:p w:rsidR="006D48C9" w:rsidRPr="00F55E22" w:rsidRDefault="00CE3215" w:rsidP="002378D4">
      <w:pPr>
        <w:pStyle w:val="Odsekzoznamu"/>
        <w:spacing w:after="0" w:line="300" w:lineRule="exact"/>
        <w:ind w:left="0"/>
        <w:jc w:val="both"/>
        <w:rPr>
          <w:rFonts w:ascii="Times New Roman" w:hAnsi="Times New Roman"/>
          <w:sz w:val="24"/>
          <w:szCs w:val="24"/>
        </w:rPr>
      </w:pPr>
      <w:r w:rsidRPr="00F55E22">
        <w:rPr>
          <w:rFonts w:ascii="Times New Roman" w:hAnsi="Times New Roman"/>
          <w:sz w:val="24"/>
          <w:szCs w:val="24"/>
        </w:rPr>
        <w:t>Doručenie správy:</w:t>
      </w:r>
      <w:r w:rsidRPr="00F55E22">
        <w:rPr>
          <w:rFonts w:ascii="Times New Roman" w:hAnsi="Times New Roman"/>
          <w:sz w:val="24"/>
          <w:szCs w:val="24"/>
        </w:rPr>
        <w:tab/>
      </w:r>
      <w:r w:rsidRPr="00F55E22">
        <w:rPr>
          <w:rFonts w:ascii="Times New Roman" w:hAnsi="Times New Roman"/>
          <w:sz w:val="24"/>
          <w:szCs w:val="24"/>
        </w:rPr>
        <w:tab/>
      </w:r>
      <w:sdt>
        <w:sdtPr>
          <w:rPr>
            <w:rFonts w:ascii="Times New Roman" w:hAnsi="Times New Roman"/>
            <w:sz w:val="23"/>
            <w:szCs w:val="23"/>
            <w:lang w:eastAsia="sk-SK"/>
          </w:rPr>
          <w:alias w:val="Doručenie správy"/>
          <w:tag w:val="Doručenie správy"/>
          <w:id w:val="-739327235"/>
          <w:placeholder>
            <w:docPart w:val="1123DE558B8F43168209FB221945A108"/>
          </w:placeholder>
          <w:comboBox>
            <w:listItem w:value="Vyberte položku."/>
            <w:listItem w:displayText="Deň prevzatia doporučenej zásielky s doručenkou" w:value="Deň prevzatia doporučenej zásielky s doručenkou"/>
            <w:listItem w:displayText="Deň prevzatia osobne" w:value="Deň prevzatia osobne"/>
          </w:comboBox>
        </w:sdtPr>
        <w:sdtEndPr/>
        <w:sdtContent>
          <w:r w:rsidR="002378D4" w:rsidRPr="00F55E22">
            <w:rPr>
              <w:rFonts w:ascii="Times New Roman" w:hAnsi="Times New Roman"/>
              <w:sz w:val="23"/>
              <w:szCs w:val="23"/>
              <w:lang w:eastAsia="sk-SK"/>
            </w:rPr>
            <w:t>Deň prevzatia elektronickej zásielky</w:t>
          </w:r>
        </w:sdtContent>
      </w:sdt>
    </w:p>
    <w:p w:rsidR="00CE3215" w:rsidRDefault="00CE3215" w:rsidP="00581CE9">
      <w:pPr>
        <w:pStyle w:val="Odsekzoznamu"/>
        <w:spacing w:after="0" w:line="300" w:lineRule="exact"/>
        <w:ind w:left="426"/>
        <w:jc w:val="both"/>
        <w:rPr>
          <w:rFonts w:ascii="Times New Roman" w:hAnsi="Times New Roman"/>
          <w:b/>
          <w:sz w:val="24"/>
          <w:szCs w:val="24"/>
          <w:u w:val="single"/>
        </w:rPr>
      </w:pPr>
    </w:p>
    <w:p w:rsidR="000B097E" w:rsidRPr="00F401AA" w:rsidRDefault="000B097E"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F401AA">
        <w:rPr>
          <w:rFonts w:ascii="Times New Roman" w:hAnsi="Times New Roman"/>
          <w:b/>
          <w:sz w:val="24"/>
          <w:szCs w:val="24"/>
          <w:u w:val="single"/>
        </w:rPr>
        <w:t>Vykonané úkony</w:t>
      </w:r>
    </w:p>
    <w:p w:rsidR="000B097E" w:rsidRDefault="000B097E" w:rsidP="00EC0892">
      <w:pPr>
        <w:tabs>
          <w:tab w:val="left" w:pos="708"/>
          <w:tab w:val="left" w:pos="1416"/>
          <w:tab w:val="left" w:pos="2124"/>
          <w:tab w:val="left" w:pos="2832"/>
          <w:tab w:val="left" w:pos="3540"/>
          <w:tab w:val="left" w:pos="4248"/>
          <w:tab w:val="left" w:pos="5235"/>
          <w:tab w:val="left" w:pos="6780"/>
        </w:tabs>
        <w:spacing w:after="0" w:line="300" w:lineRule="exact"/>
        <w:jc w:val="both"/>
        <w:rPr>
          <w:rFonts w:ascii="Times New Roman" w:hAnsi="Times New Roman"/>
          <w:sz w:val="24"/>
          <w:szCs w:val="24"/>
        </w:rPr>
      </w:pPr>
      <w:r>
        <w:rPr>
          <w:rFonts w:ascii="Times New Roman" w:hAnsi="Times New Roman"/>
          <w:sz w:val="24"/>
          <w:szCs w:val="24"/>
        </w:rPr>
        <w:t>Fotodokumentácia:</w:t>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Fotodokumetácia"/>
          <w:tag w:val="Fotodokumetácia"/>
          <w:id w:val="-932590115"/>
          <w:placeholder>
            <w:docPart w:val="0C3D8AB3AF5C4214BF0A5D12A5FC682C"/>
          </w:placeholder>
          <w:dropDownList>
            <w:listItem w:value="Vyberte položku."/>
            <w:listItem w:displayText="Áno" w:value="Áno"/>
            <w:listItem w:displayText="Nie" w:value="Nie"/>
          </w:dropDownList>
        </w:sdtPr>
        <w:sdtEndPr/>
        <w:sdtContent>
          <w:r w:rsidR="00EC0892">
            <w:rPr>
              <w:rFonts w:ascii="Times New Roman" w:hAnsi="Times New Roman"/>
              <w:sz w:val="24"/>
              <w:szCs w:val="24"/>
            </w:rPr>
            <w:t>Nie</w:t>
          </w:r>
        </w:sdtContent>
      </w:sdt>
      <w:r w:rsidR="006D48C9">
        <w:rPr>
          <w:rFonts w:ascii="Times New Roman" w:hAnsi="Times New Roman"/>
          <w:sz w:val="24"/>
          <w:szCs w:val="24"/>
        </w:rPr>
        <w:tab/>
        <w:t>Počet snímok:</w:t>
      </w:r>
      <w:r w:rsidR="006D48C9">
        <w:rPr>
          <w:rFonts w:ascii="Times New Roman" w:hAnsi="Times New Roman"/>
          <w:sz w:val="24"/>
          <w:szCs w:val="24"/>
        </w:rPr>
        <w:tab/>
      </w:r>
      <w:sdt>
        <w:sdtPr>
          <w:rPr>
            <w:rFonts w:ascii="Times New Roman" w:hAnsi="Times New Roman"/>
            <w:sz w:val="24"/>
            <w:szCs w:val="24"/>
          </w:rPr>
          <w:id w:val="683632287"/>
          <w:placeholder>
            <w:docPart w:val="61B2AF5C317A4A289E9AAA79B217C22C"/>
          </w:placeholder>
        </w:sdtPr>
        <w:sdtEndPr/>
        <w:sdtContent>
          <w:r w:rsidR="00EC0892">
            <w:rPr>
              <w:rFonts w:ascii="Times New Roman" w:hAnsi="Times New Roman"/>
              <w:sz w:val="24"/>
              <w:szCs w:val="24"/>
            </w:rPr>
            <w:t>-</w:t>
          </w:r>
          <w:bookmarkStart w:id="0" w:name="_GoBack"/>
          <w:bookmarkEnd w:id="0"/>
        </w:sdtContent>
      </w:sdt>
    </w:p>
    <w:p w:rsidR="000B097E" w:rsidRDefault="000B097E" w:rsidP="00453E5E">
      <w:pPr>
        <w:tabs>
          <w:tab w:val="left" w:pos="708"/>
          <w:tab w:val="left" w:pos="1416"/>
          <w:tab w:val="left" w:pos="2124"/>
          <w:tab w:val="left" w:pos="2832"/>
          <w:tab w:val="left" w:pos="3540"/>
          <w:tab w:val="left" w:pos="4248"/>
          <w:tab w:val="left" w:pos="5040"/>
        </w:tabs>
        <w:spacing w:after="0" w:line="300" w:lineRule="exact"/>
        <w:jc w:val="both"/>
        <w:rPr>
          <w:rFonts w:ascii="Times New Roman" w:hAnsi="Times New Roman"/>
          <w:sz w:val="24"/>
          <w:szCs w:val="24"/>
        </w:rPr>
      </w:pPr>
      <w:proofErr w:type="spellStart"/>
      <w:r>
        <w:rPr>
          <w:rFonts w:ascii="Times New Roman" w:hAnsi="Times New Roman"/>
          <w:sz w:val="24"/>
          <w:szCs w:val="24"/>
        </w:rPr>
        <w:t>Vi</w:t>
      </w:r>
      <w:r w:rsidR="00EE2C61">
        <w:rPr>
          <w:rFonts w:ascii="Times New Roman" w:hAnsi="Times New Roman"/>
          <w:sz w:val="24"/>
          <w:szCs w:val="24"/>
        </w:rPr>
        <w:t>deodokumentácia</w:t>
      </w:r>
      <w:proofErr w:type="spellEnd"/>
      <w:r w:rsidR="00EE2C61">
        <w:rPr>
          <w:rFonts w:ascii="Times New Roman" w:hAnsi="Times New Roman"/>
          <w:sz w:val="24"/>
          <w:szCs w:val="24"/>
        </w:rPr>
        <w:t>:</w:t>
      </w:r>
      <w:r w:rsidR="00EE2C61">
        <w:rPr>
          <w:rFonts w:ascii="Times New Roman" w:hAnsi="Times New Roman"/>
          <w:sz w:val="24"/>
          <w:szCs w:val="24"/>
        </w:rPr>
        <w:tab/>
      </w:r>
      <w:r w:rsidR="00EE2C61">
        <w:rPr>
          <w:rFonts w:ascii="Times New Roman" w:hAnsi="Times New Roman"/>
          <w:sz w:val="24"/>
          <w:szCs w:val="24"/>
        </w:rPr>
        <w:tab/>
      </w:r>
      <w:sdt>
        <w:sdtPr>
          <w:rPr>
            <w:rFonts w:ascii="Times New Roman" w:hAnsi="Times New Roman"/>
            <w:sz w:val="24"/>
            <w:szCs w:val="24"/>
          </w:rPr>
          <w:alias w:val="Videodokumentácia"/>
          <w:tag w:val="Videodokumentácia"/>
          <w:id w:val="1793327456"/>
          <w:placeholder>
            <w:docPart w:val="FFB7240B57434291910F4601EF5DAE12"/>
          </w:placeholder>
          <w:dropDownList>
            <w:listItem w:value="Vyberte položku."/>
            <w:listItem w:displayText="Áno" w:value="Áno"/>
            <w:listItem w:displayText="Nie" w:value="Nie"/>
          </w:dropDownList>
        </w:sdtPr>
        <w:sdtEndPr/>
        <w:sdtContent>
          <w:r w:rsidR="00EC0892">
            <w:rPr>
              <w:rFonts w:ascii="Times New Roman" w:hAnsi="Times New Roman"/>
              <w:sz w:val="24"/>
              <w:szCs w:val="24"/>
            </w:rPr>
            <w:t>Nie</w:t>
          </w:r>
        </w:sdtContent>
      </w:sdt>
    </w:p>
    <w:p w:rsidR="00A02615" w:rsidRDefault="00A02615" w:rsidP="00453E5E">
      <w:pPr>
        <w:tabs>
          <w:tab w:val="left" w:pos="708"/>
          <w:tab w:val="left" w:pos="1416"/>
          <w:tab w:val="left" w:pos="2124"/>
          <w:tab w:val="left" w:pos="2832"/>
          <w:tab w:val="left" w:pos="3540"/>
          <w:tab w:val="left" w:pos="4248"/>
          <w:tab w:val="left" w:pos="5040"/>
        </w:tabs>
        <w:spacing w:after="0" w:line="300" w:lineRule="exact"/>
        <w:jc w:val="both"/>
        <w:rPr>
          <w:rFonts w:ascii="Times New Roman" w:hAnsi="Times New Roman"/>
          <w:sz w:val="24"/>
          <w:szCs w:val="24"/>
        </w:rPr>
      </w:pPr>
      <w:r>
        <w:rPr>
          <w:rFonts w:ascii="Times New Roman" w:hAnsi="Times New Roman"/>
          <w:sz w:val="24"/>
          <w:szCs w:val="24"/>
        </w:rPr>
        <w:t>Odňatie prvopisov:</w:t>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Odňatie"/>
          <w:tag w:val="Odňatie"/>
          <w:id w:val="255483794"/>
          <w:placeholder>
            <w:docPart w:val="7EBC4BCD55E246D89159D8EAB5EDEC27"/>
          </w:placeholder>
          <w:dropDownList>
            <w:listItem w:value="Vyberte položku."/>
            <w:listItem w:displayText="Áno" w:value="Áno"/>
            <w:listItem w:displayText="Nie" w:value="Nie"/>
          </w:dropDownList>
        </w:sdtPr>
        <w:sdtEndPr/>
        <w:sdtContent>
          <w:r w:rsidR="00EC0892">
            <w:rPr>
              <w:rFonts w:ascii="Times New Roman" w:hAnsi="Times New Roman"/>
              <w:sz w:val="24"/>
              <w:szCs w:val="24"/>
            </w:rPr>
            <w:t>Nie</w:t>
          </w:r>
        </w:sdtContent>
      </w:sdt>
    </w:p>
    <w:p w:rsidR="000B097E" w:rsidRDefault="00EE2C61" w:rsidP="00453E5E">
      <w:pPr>
        <w:tabs>
          <w:tab w:val="left" w:pos="708"/>
          <w:tab w:val="left" w:pos="1416"/>
          <w:tab w:val="left" w:pos="2124"/>
          <w:tab w:val="left" w:pos="2832"/>
          <w:tab w:val="left" w:pos="3540"/>
          <w:tab w:val="left" w:pos="4248"/>
          <w:tab w:val="left" w:pos="5040"/>
        </w:tabs>
        <w:spacing w:after="0" w:line="300" w:lineRule="exact"/>
        <w:jc w:val="both"/>
        <w:rPr>
          <w:rFonts w:ascii="Times New Roman" w:hAnsi="Times New Roman"/>
          <w:sz w:val="24"/>
          <w:szCs w:val="24"/>
        </w:rPr>
      </w:pPr>
      <w:r>
        <w:rPr>
          <w:rFonts w:ascii="Times New Roman" w:hAnsi="Times New Roman"/>
          <w:sz w:val="24"/>
          <w:szCs w:val="24"/>
        </w:rPr>
        <w:t>Odobraté vzorky:</w:t>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Odobraté vzorky "/>
          <w:tag w:val="Odobraté vzorky "/>
          <w:id w:val="409504807"/>
          <w:placeholder>
            <w:docPart w:val="124F81314B244934BBB059F27BB5F950"/>
          </w:placeholder>
          <w:dropDownList>
            <w:listItem w:value="Vyberte položku."/>
            <w:listItem w:displayText="Áno" w:value="Áno"/>
            <w:listItem w:displayText="Nie" w:value="Nie"/>
          </w:dropDownList>
        </w:sdtPr>
        <w:sdtEndPr/>
        <w:sdtContent>
          <w:r w:rsidR="00EC0892">
            <w:rPr>
              <w:rFonts w:ascii="Times New Roman" w:hAnsi="Times New Roman"/>
              <w:sz w:val="24"/>
              <w:szCs w:val="24"/>
            </w:rPr>
            <w:t>Nie</w:t>
          </w:r>
        </w:sdtContent>
      </w:sdt>
    </w:p>
    <w:p w:rsidR="00EE2C61" w:rsidRDefault="00EE2C61" w:rsidP="00453E5E">
      <w:pPr>
        <w:tabs>
          <w:tab w:val="left" w:pos="708"/>
          <w:tab w:val="left" w:pos="1416"/>
          <w:tab w:val="left" w:pos="2124"/>
          <w:tab w:val="left" w:pos="2832"/>
          <w:tab w:val="left" w:pos="3540"/>
          <w:tab w:val="left" w:pos="4248"/>
          <w:tab w:val="left" w:pos="5040"/>
        </w:tabs>
        <w:spacing w:after="0" w:line="300" w:lineRule="exact"/>
        <w:jc w:val="both"/>
        <w:rPr>
          <w:rFonts w:ascii="Times New Roman" w:hAnsi="Times New Roman"/>
          <w:sz w:val="24"/>
          <w:szCs w:val="24"/>
        </w:rPr>
      </w:pPr>
      <w:r>
        <w:rPr>
          <w:rFonts w:ascii="Times New Roman" w:hAnsi="Times New Roman"/>
          <w:sz w:val="24"/>
          <w:szCs w:val="24"/>
        </w:rPr>
        <w:t>Meranie emisií:</w:t>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Meranie emisií"/>
          <w:tag w:val="Meranie emisií"/>
          <w:id w:val="-682828348"/>
          <w:placeholder>
            <w:docPart w:val="7BCEE3CBBD9A40AE8DC86E36E254FF61"/>
          </w:placeholder>
          <w:dropDownList>
            <w:listItem w:value="Vyberte položku."/>
            <w:listItem w:displayText="Áno" w:value="Áno"/>
            <w:listItem w:displayText="Nie" w:value="Nie"/>
          </w:dropDownList>
        </w:sdtPr>
        <w:sdtEndPr/>
        <w:sdtContent>
          <w:r w:rsidR="00EC0892">
            <w:rPr>
              <w:rFonts w:ascii="Times New Roman" w:hAnsi="Times New Roman"/>
              <w:sz w:val="24"/>
              <w:szCs w:val="24"/>
            </w:rPr>
            <w:t>Nie</w:t>
          </w:r>
        </w:sdtContent>
      </w:sdt>
    </w:p>
    <w:p w:rsidR="00EE2C61" w:rsidRDefault="00EE2C61" w:rsidP="00EC0892">
      <w:pPr>
        <w:tabs>
          <w:tab w:val="left" w:pos="708"/>
          <w:tab w:val="left" w:pos="1416"/>
          <w:tab w:val="left" w:pos="2124"/>
          <w:tab w:val="left" w:pos="2832"/>
          <w:tab w:val="left" w:pos="3540"/>
          <w:tab w:val="left" w:pos="4248"/>
          <w:tab w:val="left" w:pos="5040"/>
        </w:tabs>
        <w:spacing w:after="0" w:line="300" w:lineRule="exact"/>
        <w:jc w:val="both"/>
        <w:rPr>
          <w:rFonts w:ascii="Times New Roman" w:hAnsi="Times New Roman"/>
          <w:sz w:val="24"/>
          <w:szCs w:val="24"/>
        </w:rPr>
      </w:pPr>
      <w:r>
        <w:rPr>
          <w:rFonts w:ascii="Times New Roman" w:hAnsi="Times New Roman"/>
          <w:sz w:val="24"/>
          <w:szCs w:val="24"/>
        </w:rPr>
        <w:t>Iné:</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sdt>
        <w:sdtPr>
          <w:rPr>
            <w:rFonts w:ascii="Times New Roman" w:hAnsi="Times New Roman"/>
            <w:sz w:val="24"/>
            <w:szCs w:val="24"/>
          </w:rPr>
          <w:alias w:val="Iné"/>
          <w:tag w:val="Iné"/>
          <w:id w:val="-802385589"/>
          <w:placeholder>
            <w:docPart w:val="A38EE51644DC41D08CD5E1B05C0F941C"/>
          </w:placeholder>
        </w:sdtPr>
        <w:sdtEndPr/>
        <w:sdtContent>
          <w:r w:rsidR="00EC0892">
            <w:rPr>
              <w:rFonts w:ascii="Times New Roman" w:hAnsi="Times New Roman"/>
              <w:sz w:val="24"/>
              <w:szCs w:val="24"/>
            </w:rPr>
            <w:t>-</w:t>
          </w:r>
        </w:sdtContent>
      </w:sdt>
    </w:p>
    <w:p w:rsidR="00415280" w:rsidRDefault="007459F4" w:rsidP="00453E5E">
      <w:pPr>
        <w:tabs>
          <w:tab w:val="left" w:pos="708"/>
          <w:tab w:val="left" w:pos="1416"/>
          <w:tab w:val="left" w:pos="2124"/>
          <w:tab w:val="left" w:pos="2832"/>
          <w:tab w:val="left" w:pos="3540"/>
          <w:tab w:val="left" w:pos="4248"/>
          <w:tab w:val="left" w:pos="5040"/>
        </w:tabs>
        <w:spacing w:after="0" w:line="300" w:lineRule="exact"/>
        <w:jc w:val="both"/>
        <w:rPr>
          <w:rFonts w:ascii="Times New Roman" w:hAnsi="Times New Roman"/>
          <w:sz w:val="24"/>
          <w:szCs w:val="24"/>
        </w:rPr>
      </w:pPr>
      <w:r>
        <w:rPr>
          <w:rFonts w:ascii="Times New Roman" w:hAnsi="Times New Roman"/>
          <w:sz w:val="24"/>
          <w:szCs w:val="24"/>
        </w:rPr>
        <w:tab/>
      </w:r>
    </w:p>
    <w:p w:rsidR="007459F4" w:rsidRPr="00F401AA" w:rsidRDefault="00441509"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F401AA">
        <w:rPr>
          <w:rFonts w:ascii="Times New Roman" w:hAnsi="Times New Roman"/>
          <w:b/>
          <w:sz w:val="24"/>
          <w:szCs w:val="24"/>
          <w:u w:val="single"/>
        </w:rPr>
        <w:t>Zameranie kontroly –</w:t>
      </w:r>
      <w:r w:rsidR="009A1356" w:rsidRPr="00F401AA">
        <w:rPr>
          <w:rFonts w:ascii="Times New Roman" w:hAnsi="Times New Roman"/>
          <w:b/>
          <w:sz w:val="24"/>
          <w:szCs w:val="24"/>
          <w:u w:val="single"/>
        </w:rPr>
        <w:t xml:space="preserve"> opis</w:t>
      </w:r>
    </w:p>
    <w:p w:rsidR="008C6093" w:rsidRPr="0064095D" w:rsidRDefault="001C7758" w:rsidP="008C6093">
      <w:pPr>
        <w:spacing w:after="0" w:line="290" w:lineRule="atLeast"/>
        <w:jc w:val="both"/>
        <w:rPr>
          <w:rFonts w:ascii="Times New Roman" w:hAnsi="Times New Roman"/>
          <w:sz w:val="24"/>
          <w:szCs w:val="24"/>
        </w:rPr>
      </w:pPr>
      <w:r w:rsidRPr="0064095D">
        <w:rPr>
          <w:rFonts w:ascii="Times New Roman" w:hAnsi="Times New Roman"/>
          <w:sz w:val="24"/>
          <w:szCs w:val="24"/>
        </w:rPr>
        <w:lastRenderedPageBreak/>
        <w:t xml:space="preserve">Kontrola bola zameraná na zisťovanie, či nedošlo k zmene okolností, ktoré môžu viesť k zmene integrovaného povolenia </w:t>
      </w:r>
      <w:r w:rsidR="008C6093" w:rsidRPr="0064095D">
        <w:rPr>
          <w:rFonts w:ascii="Times New Roman" w:hAnsi="Times New Roman"/>
          <w:sz w:val="24"/>
          <w:szCs w:val="24"/>
        </w:rPr>
        <w:t>z dôvodu uverejnenia právne záväzného aktu Európskej únie o záveroch o najlepších dostupných technikách – VRK.</w:t>
      </w:r>
    </w:p>
    <w:p w:rsidR="002A2308" w:rsidRDefault="002A2308" w:rsidP="00453E5E">
      <w:pPr>
        <w:spacing w:after="0" w:line="300" w:lineRule="exact"/>
        <w:rPr>
          <w:rFonts w:ascii="Times New Roman" w:hAnsi="Times New Roman"/>
          <w:sz w:val="24"/>
          <w:szCs w:val="24"/>
        </w:rPr>
      </w:pPr>
    </w:p>
    <w:p w:rsidR="00441509" w:rsidRPr="009C0416" w:rsidRDefault="00441509"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9C0416">
        <w:rPr>
          <w:rFonts w:ascii="Times New Roman" w:hAnsi="Times New Roman"/>
          <w:b/>
          <w:sz w:val="24"/>
          <w:szCs w:val="24"/>
          <w:u w:val="single"/>
        </w:rPr>
        <w:t>Stav prevádzky v čase miestneho zisťovania –</w:t>
      </w:r>
      <w:r w:rsidR="009A1356" w:rsidRPr="009C0416">
        <w:rPr>
          <w:rFonts w:ascii="Times New Roman" w:hAnsi="Times New Roman"/>
          <w:b/>
          <w:sz w:val="24"/>
          <w:szCs w:val="24"/>
          <w:u w:val="single"/>
        </w:rPr>
        <w:t xml:space="preserve"> opis</w:t>
      </w:r>
    </w:p>
    <w:sdt>
      <w:sdtPr>
        <w:rPr>
          <w:rFonts w:ascii="Times New Roman" w:hAnsi="Times New Roman"/>
          <w:sz w:val="24"/>
          <w:szCs w:val="24"/>
        </w:rPr>
        <w:id w:val="-1371151803"/>
        <w:placeholder>
          <w:docPart w:val="A38EE51644DC41D08CD5E1B05C0F941C"/>
        </w:placeholder>
      </w:sdtPr>
      <w:sdtEndPr/>
      <w:sdtContent>
        <w:p w:rsidR="009A1356" w:rsidRDefault="00F6782E" w:rsidP="0023583D">
          <w:pPr>
            <w:spacing w:after="0" w:line="300" w:lineRule="exact"/>
            <w:rPr>
              <w:rFonts w:ascii="Times New Roman" w:hAnsi="Times New Roman"/>
              <w:sz w:val="24"/>
              <w:szCs w:val="24"/>
            </w:rPr>
          </w:pPr>
          <w:r>
            <w:rPr>
              <w:rFonts w:ascii="Times New Roman" w:hAnsi="Times New Roman"/>
              <w:sz w:val="24"/>
              <w:szCs w:val="24"/>
              <w:lang w:eastAsia="sk-SK"/>
            </w:rPr>
            <w:t xml:space="preserve">V čase kontroly bola </w:t>
          </w:r>
          <w:r w:rsidR="0023583D">
            <w:rPr>
              <w:rFonts w:ascii="Times New Roman" w:hAnsi="Times New Roman"/>
              <w:sz w:val="24"/>
              <w:szCs w:val="24"/>
              <w:lang w:eastAsia="sk-SK"/>
            </w:rPr>
            <w:t>ČOV</w:t>
          </w:r>
          <w:r>
            <w:rPr>
              <w:rFonts w:ascii="Times New Roman" w:hAnsi="Times New Roman"/>
              <w:sz w:val="24"/>
              <w:szCs w:val="24"/>
              <w:lang w:eastAsia="sk-SK"/>
            </w:rPr>
            <w:t xml:space="preserve"> v</w:t>
          </w:r>
          <w:r w:rsidR="0023583D">
            <w:rPr>
              <w:rFonts w:ascii="Times New Roman" w:hAnsi="Times New Roman"/>
              <w:sz w:val="24"/>
              <w:szCs w:val="24"/>
              <w:lang w:eastAsia="sk-SK"/>
            </w:rPr>
            <w:t> bežnej prevádzke</w:t>
          </w:r>
          <w:r>
            <w:rPr>
              <w:rFonts w:ascii="Times New Roman" w:hAnsi="Times New Roman"/>
              <w:sz w:val="24"/>
              <w:szCs w:val="24"/>
              <w:lang w:eastAsia="sk-SK"/>
            </w:rPr>
            <w:t>.</w:t>
          </w:r>
        </w:p>
      </w:sdtContent>
    </w:sdt>
    <w:p w:rsidR="00441509" w:rsidRDefault="00441509" w:rsidP="00453E5E">
      <w:pPr>
        <w:spacing w:after="0" w:line="300" w:lineRule="exact"/>
        <w:rPr>
          <w:rFonts w:ascii="Times New Roman" w:hAnsi="Times New Roman"/>
          <w:sz w:val="24"/>
          <w:szCs w:val="24"/>
        </w:rPr>
      </w:pPr>
    </w:p>
    <w:p w:rsidR="009A1356" w:rsidRDefault="008F7341"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9C0416">
        <w:rPr>
          <w:rFonts w:ascii="Times New Roman" w:hAnsi="Times New Roman"/>
          <w:b/>
          <w:sz w:val="24"/>
          <w:szCs w:val="24"/>
          <w:u w:val="single"/>
        </w:rPr>
        <w:t>Použité podklady</w:t>
      </w:r>
    </w:p>
    <w:sdt>
      <w:sdtPr>
        <w:rPr>
          <w:rFonts w:ascii="Times New Roman" w:hAnsi="Times New Roman"/>
          <w:sz w:val="24"/>
          <w:szCs w:val="24"/>
        </w:rPr>
        <w:id w:val="573014975"/>
        <w:placeholder>
          <w:docPart w:val="A38EE51644DC41D08CD5E1B05C0F941C"/>
        </w:placeholder>
      </w:sdtPr>
      <w:sdtEndPr/>
      <w:sdtContent>
        <w:p w:rsidR="009A1356" w:rsidRPr="00363341" w:rsidRDefault="0034684B" w:rsidP="0034684B">
          <w:pPr>
            <w:pStyle w:val="Odsekzoznamu"/>
            <w:numPr>
              <w:ilvl w:val="0"/>
              <w:numId w:val="1"/>
            </w:numPr>
            <w:spacing w:after="0" w:line="300" w:lineRule="exact"/>
            <w:rPr>
              <w:rFonts w:ascii="Times New Roman" w:hAnsi="Times New Roman"/>
              <w:sz w:val="24"/>
              <w:szCs w:val="24"/>
            </w:rPr>
          </w:pPr>
          <w:r>
            <w:rPr>
              <w:rFonts w:ascii="Times New Roman" w:hAnsi="Times New Roman"/>
              <w:sz w:val="24"/>
              <w:szCs w:val="24"/>
              <w:lang w:eastAsia="sk-SK"/>
            </w:rPr>
            <w:t>Integrované povolenie</w:t>
          </w:r>
        </w:p>
      </w:sdtContent>
    </w:sdt>
    <w:sdt>
      <w:sdtPr>
        <w:rPr>
          <w:rFonts w:ascii="Times New Roman" w:hAnsi="Times New Roman"/>
          <w:sz w:val="24"/>
          <w:szCs w:val="24"/>
        </w:rPr>
        <w:id w:val="2144076518"/>
        <w:placeholder>
          <w:docPart w:val="A38EE51644DC41D08CD5E1B05C0F941C"/>
        </w:placeholder>
      </w:sdtPr>
      <w:sdtEndPr/>
      <w:sdtContent>
        <w:p w:rsidR="00363341" w:rsidRDefault="0034684B" w:rsidP="0034684B">
          <w:pPr>
            <w:pStyle w:val="Odsekzoznamu"/>
            <w:numPr>
              <w:ilvl w:val="0"/>
              <w:numId w:val="1"/>
            </w:numPr>
            <w:spacing w:after="0" w:line="300" w:lineRule="exact"/>
            <w:rPr>
              <w:rFonts w:ascii="Times New Roman" w:hAnsi="Times New Roman"/>
              <w:sz w:val="24"/>
              <w:szCs w:val="24"/>
            </w:rPr>
          </w:pPr>
          <w:r>
            <w:rPr>
              <w:rFonts w:ascii="Times New Roman" w:hAnsi="Times New Roman"/>
              <w:sz w:val="24"/>
              <w:szCs w:val="24"/>
              <w:lang w:eastAsia="sk-SK"/>
            </w:rPr>
            <w:t>Vykonávacie rozhodnutie Komisie EÚ Č. 2017/902/EÚ z 30.mája 2016</w:t>
          </w:r>
        </w:p>
      </w:sdtContent>
    </w:sdt>
    <w:sdt>
      <w:sdtPr>
        <w:rPr>
          <w:rFonts w:ascii="Times New Roman" w:hAnsi="Times New Roman"/>
          <w:sz w:val="24"/>
          <w:szCs w:val="24"/>
        </w:rPr>
        <w:id w:val="1886366681"/>
        <w:placeholder>
          <w:docPart w:val="A38EE51644DC41D08CD5E1B05C0F941C"/>
        </w:placeholder>
      </w:sdtPr>
      <w:sdtEndPr/>
      <w:sdtContent>
        <w:p w:rsidR="00363341" w:rsidRDefault="00882660" w:rsidP="00882660">
          <w:pPr>
            <w:pStyle w:val="Odsekzoznamu"/>
            <w:numPr>
              <w:ilvl w:val="0"/>
              <w:numId w:val="1"/>
            </w:numPr>
            <w:spacing w:after="0" w:line="300" w:lineRule="exact"/>
            <w:rPr>
              <w:rFonts w:ascii="Times New Roman" w:hAnsi="Times New Roman"/>
              <w:sz w:val="24"/>
              <w:szCs w:val="24"/>
            </w:rPr>
          </w:pPr>
          <w:r>
            <w:rPr>
              <w:rFonts w:ascii="Times New Roman" w:hAnsi="Times New Roman"/>
              <w:sz w:val="24"/>
              <w:szCs w:val="24"/>
            </w:rPr>
            <w:t>Technologická schéma ČOV vo VWSK (2018)</w:t>
          </w:r>
        </w:p>
      </w:sdtContent>
    </w:sdt>
    <w:sdt>
      <w:sdtPr>
        <w:rPr>
          <w:rFonts w:ascii="Times New Roman" w:hAnsi="Times New Roman"/>
          <w:sz w:val="24"/>
          <w:szCs w:val="24"/>
        </w:rPr>
        <w:id w:val="595056650"/>
        <w:placeholder>
          <w:docPart w:val="A38EE51644DC41D08CD5E1B05C0F941C"/>
        </w:placeholder>
      </w:sdtPr>
      <w:sdtEndPr/>
      <w:sdtContent>
        <w:p w:rsidR="00363341" w:rsidRDefault="00FD1AFB" w:rsidP="00FD1AFB">
          <w:pPr>
            <w:pStyle w:val="Odsekzoznamu"/>
            <w:numPr>
              <w:ilvl w:val="0"/>
              <w:numId w:val="1"/>
            </w:numPr>
            <w:spacing w:after="0" w:line="300" w:lineRule="exact"/>
            <w:rPr>
              <w:rFonts w:ascii="Times New Roman" w:hAnsi="Times New Roman"/>
              <w:sz w:val="24"/>
              <w:szCs w:val="24"/>
            </w:rPr>
          </w:pPr>
          <w:r>
            <w:rPr>
              <w:rFonts w:ascii="Times New Roman" w:hAnsi="Times New Roman"/>
              <w:sz w:val="24"/>
              <w:szCs w:val="24"/>
            </w:rPr>
            <w:t xml:space="preserve">Mapy </w:t>
          </w:r>
          <w:r w:rsidR="001B57DA">
            <w:rPr>
              <w:rFonts w:ascii="Times New Roman" w:hAnsi="Times New Roman"/>
              <w:sz w:val="24"/>
              <w:szCs w:val="24"/>
            </w:rPr>
            <w:t>hlukovej štúdie Volkswagen Slovakia – ČOV z 09/2018</w:t>
          </w:r>
        </w:p>
      </w:sdtContent>
    </w:sdt>
    <w:sdt>
      <w:sdtPr>
        <w:rPr>
          <w:rFonts w:ascii="Times New Roman" w:hAnsi="Times New Roman"/>
          <w:sz w:val="24"/>
          <w:szCs w:val="24"/>
        </w:rPr>
        <w:id w:val="-310335127"/>
        <w:placeholder>
          <w:docPart w:val="A38EE51644DC41D08CD5E1B05C0F941C"/>
        </w:placeholder>
      </w:sdtPr>
      <w:sdtEndPr/>
      <w:sdtContent>
        <w:p w:rsidR="00363341" w:rsidRDefault="000F46FD" w:rsidP="0031270A">
          <w:pPr>
            <w:pStyle w:val="Odsekzoznamu"/>
            <w:numPr>
              <w:ilvl w:val="0"/>
              <w:numId w:val="1"/>
            </w:numPr>
            <w:spacing w:after="0" w:line="300" w:lineRule="exact"/>
            <w:rPr>
              <w:rFonts w:ascii="Times New Roman" w:hAnsi="Times New Roman"/>
              <w:sz w:val="24"/>
              <w:szCs w:val="24"/>
            </w:rPr>
          </w:pPr>
          <w:r>
            <w:rPr>
              <w:rFonts w:ascii="Times New Roman" w:hAnsi="Times New Roman"/>
              <w:sz w:val="24"/>
              <w:szCs w:val="24"/>
            </w:rPr>
            <w:t xml:space="preserve">Protokol o skúške zo dňa 13.8.2018, </w:t>
          </w:r>
          <w:r w:rsidR="0031270A">
            <w:rPr>
              <w:rFonts w:ascii="Times New Roman" w:hAnsi="Times New Roman"/>
              <w:sz w:val="24"/>
              <w:szCs w:val="24"/>
            </w:rPr>
            <w:t xml:space="preserve">zák. </w:t>
          </w:r>
          <w:r>
            <w:rPr>
              <w:rFonts w:ascii="Times New Roman" w:hAnsi="Times New Roman"/>
              <w:sz w:val="24"/>
              <w:szCs w:val="24"/>
            </w:rPr>
            <w:t xml:space="preserve">č. </w:t>
          </w:r>
          <w:r w:rsidR="0031270A" w:rsidRPr="0031270A">
            <w:rPr>
              <w:rFonts w:ascii="Times New Roman" w:hAnsi="Times New Roman"/>
              <w:sz w:val="24"/>
              <w:szCs w:val="24"/>
            </w:rPr>
            <w:t>PR1869808</w:t>
          </w:r>
          <w:r w:rsidR="0031270A">
            <w:rPr>
              <w:rFonts w:ascii="Times New Roman" w:hAnsi="Times New Roman"/>
              <w:sz w:val="24"/>
              <w:szCs w:val="24"/>
            </w:rPr>
            <w:t xml:space="preserve">, analýza </w:t>
          </w:r>
          <w:proofErr w:type="spellStart"/>
          <w:r w:rsidR="0031270A">
            <w:rPr>
              <w:rFonts w:ascii="Times New Roman" w:hAnsi="Times New Roman"/>
              <w:sz w:val="24"/>
              <w:szCs w:val="24"/>
            </w:rPr>
            <w:t>ekotoxicity</w:t>
          </w:r>
          <w:proofErr w:type="spellEnd"/>
        </w:p>
      </w:sdtContent>
    </w:sdt>
    <w:sdt>
      <w:sdtPr>
        <w:rPr>
          <w:rFonts w:ascii="Times New Roman" w:hAnsi="Times New Roman"/>
          <w:sz w:val="24"/>
          <w:szCs w:val="24"/>
        </w:rPr>
        <w:id w:val="2127046212"/>
        <w:placeholder>
          <w:docPart w:val="2C48F313C9994B95B7231CF0780A8C32"/>
        </w:placeholder>
      </w:sdtPr>
      <w:sdtEndPr/>
      <w:sdtContent>
        <w:p w:rsidR="004B0FE5" w:rsidRDefault="004B0FE5" w:rsidP="004B0FE5">
          <w:pPr>
            <w:pStyle w:val="Odsekzoznamu"/>
            <w:numPr>
              <w:ilvl w:val="0"/>
              <w:numId w:val="1"/>
            </w:numPr>
            <w:spacing w:after="0" w:line="300" w:lineRule="exact"/>
            <w:jc w:val="both"/>
            <w:rPr>
              <w:rFonts w:ascii="Times New Roman" w:hAnsi="Times New Roman"/>
              <w:sz w:val="24"/>
              <w:szCs w:val="24"/>
            </w:rPr>
          </w:pPr>
          <w:r>
            <w:rPr>
              <w:rFonts w:ascii="Times New Roman" w:hAnsi="Times New Roman"/>
              <w:sz w:val="24"/>
              <w:szCs w:val="24"/>
            </w:rPr>
            <w:t xml:space="preserve">Protokol o odbere </w:t>
          </w:r>
          <w:proofErr w:type="spellStart"/>
          <w:r>
            <w:rPr>
              <w:rFonts w:ascii="Times New Roman" w:hAnsi="Times New Roman"/>
              <w:sz w:val="24"/>
              <w:szCs w:val="24"/>
            </w:rPr>
            <w:t>zmesnej</w:t>
          </w:r>
          <w:proofErr w:type="spellEnd"/>
          <w:r>
            <w:rPr>
              <w:rFonts w:ascii="Times New Roman" w:hAnsi="Times New Roman"/>
              <w:sz w:val="24"/>
              <w:szCs w:val="24"/>
            </w:rPr>
            <w:t xml:space="preserve"> vzorky odpadovej vody č. 006/GUB/2018 zo dňa 16.7.2018</w:t>
          </w:r>
        </w:p>
      </w:sdtContent>
    </w:sdt>
    <w:sdt>
      <w:sdtPr>
        <w:rPr>
          <w:rFonts w:ascii="Times New Roman" w:hAnsi="Times New Roman"/>
          <w:sz w:val="24"/>
          <w:szCs w:val="24"/>
        </w:rPr>
        <w:id w:val="774910729"/>
        <w:placeholder>
          <w:docPart w:val="817616FC714D4CF09691B592D0EC9FF8"/>
        </w:placeholder>
      </w:sdtPr>
      <w:sdtEndPr/>
      <w:sdtContent>
        <w:p w:rsidR="009C0416" w:rsidRDefault="0043706E" w:rsidP="0043706E">
          <w:pPr>
            <w:pStyle w:val="Odsekzoznamu"/>
            <w:numPr>
              <w:ilvl w:val="0"/>
              <w:numId w:val="1"/>
            </w:numPr>
            <w:spacing w:after="0" w:line="300" w:lineRule="exact"/>
            <w:jc w:val="both"/>
            <w:rPr>
              <w:rFonts w:ascii="Times New Roman" w:hAnsi="Times New Roman"/>
              <w:sz w:val="24"/>
              <w:szCs w:val="24"/>
            </w:rPr>
          </w:pPr>
          <w:r>
            <w:rPr>
              <w:rFonts w:ascii="Times New Roman" w:hAnsi="Times New Roman"/>
              <w:sz w:val="24"/>
              <w:szCs w:val="24"/>
            </w:rPr>
            <w:t>Porovnanie prevádzky ČOV-VW so závermi o najlepších dostupných technikách BAT</w:t>
          </w:r>
        </w:p>
      </w:sdtContent>
    </w:sdt>
    <w:p w:rsidR="00670FA7" w:rsidRPr="003530F8" w:rsidRDefault="00670FA7" w:rsidP="00670FA7">
      <w:pPr>
        <w:pStyle w:val="Odsekzoznamu"/>
        <w:numPr>
          <w:ilvl w:val="0"/>
          <w:numId w:val="4"/>
        </w:numPr>
        <w:spacing w:after="0" w:line="300" w:lineRule="exact"/>
        <w:ind w:left="426" w:hanging="426"/>
        <w:jc w:val="both"/>
        <w:rPr>
          <w:rFonts w:ascii="Times New Roman" w:hAnsi="Times New Roman"/>
          <w:b/>
          <w:sz w:val="24"/>
          <w:szCs w:val="24"/>
          <w:u w:val="single"/>
        </w:rPr>
      </w:pPr>
      <w:r w:rsidRPr="003530F8">
        <w:rPr>
          <w:rFonts w:ascii="Times New Roman" w:hAnsi="Times New Roman"/>
          <w:b/>
          <w:sz w:val="24"/>
          <w:szCs w:val="24"/>
          <w:u w:val="single"/>
        </w:rPr>
        <w:t>Kontrolné zistenia</w:t>
      </w:r>
      <w:r>
        <w:rPr>
          <w:rFonts w:ascii="Times New Roman" w:hAnsi="Times New Roman"/>
          <w:b/>
          <w:sz w:val="24"/>
          <w:szCs w:val="24"/>
          <w:u w:val="single"/>
        </w:rPr>
        <w:t xml:space="preserve"> (Rozhodnutie 2016/902/EÚ) </w:t>
      </w:r>
    </w:p>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756249753"/>
          <w:placeholder>
            <w:docPart w:val="7622500296F247D3902F513F6D12C55F"/>
          </w:placeholder>
        </w:sdtPr>
        <w:sdtEndPr>
          <w:rPr>
            <w:rStyle w:val="Predvolenpsmoodseku"/>
            <w:b w:val="0"/>
            <w:bCs w:val="0"/>
          </w:rPr>
        </w:sdtEndPr>
        <w:sdtContent>
          <w:r w:rsidR="00670FA7">
            <w:rPr>
              <w:rStyle w:val="Siln"/>
              <w:rFonts w:ascii="Times New Roman" w:hAnsi="Times New Roman"/>
              <w:sz w:val="24"/>
              <w:szCs w:val="24"/>
            </w:rPr>
            <w:t xml:space="preserve">BAT </w:t>
          </w:r>
          <w:r w:rsidR="00670FA7" w:rsidRPr="003530F8">
            <w:rPr>
              <w:rStyle w:val="Siln"/>
              <w:rFonts w:ascii="Times New Roman" w:hAnsi="Times New Roman"/>
              <w:sz w:val="24"/>
              <w:szCs w:val="24"/>
            </w:rPr>
            <w:t>1.</w:t>
          </w:r>
        </w:sdtContent>
      </w:sdt>
    </w:p>
    <w:sdt>
      <w:sdtPr>
        <w:rPr>
          <w:rFonts w:ascii="Times New Roman" w:eastAsia="Times New Roman" w:hAnsi="Times New Roman"/>
          <w:b/>
          <w:bCs/>
          <w:sz w:val="24"/>
          <w:szCs w:val="24"/>
          <w:lang w:eastAsia="sk-SK"/>
        </w:rPr>
        <w:id w:val="1353608562"/>
        <w:placeholder>
          <w:docPart w:val="7622500296F247D3902F513F6D12C55F"/>
        </w:placeholder>
      </w:sdtPr>
      <w:sdtEndPr/>
      <w:sdtContent>
        <w:p w:rsidR="00670FA7" w:rsidRPr="0025427C" w:rsidRDefault="00670FA7" w:rsidP="00670FA7">
          <w:pPr>
            <w:spacing w:after="0" w:line="300" w:lineRule="exact"/>
            <w:jc w:val="both"/>
            <w:rPr>
              <w:rFonts w:ascii="Times New Roman" w:eastAsia="Times New Roman" w:hAnsi="Times New Roman"/>
              <w:bCs/>
              <w:sz w:val="24"/>
              <w:szCs w:val="24"/>
              <w:lang w:eastAsia="sk-SK"/>
            </w:rPr>
          </w:pPr>
          <w:r w:rsidRPr="0025427C">
            <w:rPr>
              <w:rFonts w:ascii="Times New Roman" w:eastAsia="Times New Roman" w:hAnsi="Times New Roman"/>
              <w:bCs/>
              <w:sz w:val="24"/>
              <w:szCs w:val="24"/>
              <w:lang w:eastAsia="sk-SK"/>
            </w:rPr>
            <w:t>Najlepšou dostupnou technikou (BAT) umožňujúcou zlepšiť celkovú environmentálnu výkonnosť je zavedenie a dodržiavanie systému environmentálneho riadenia (EMS), v ktorom sú zahrnuté všetky tieto vlastnosti....</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1528217136"/>
          <w:placeholder>
            <w:docPart w:val="4C5E31DE255C4883ABBB3EC401585AFB"/>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961456054"/>
          <w:placeholder>
            <w:docPart w:val="74BD3B92705A474788157B32201372AE"/>
          </w:placeholder>
          <w:dropDownList>
            <w:listItem w:value="Vyberte položku."/>
            <w:listItem w:displayText="Áno" w:value="Áno"/>
            <w:listItem w:displayText="Nie" w:value="Nie"/>
          </w:dropDownList>
        </w:sdtPr>
        <w:sdtEndPr>
          <w:rPr>
            <w:rStyle w:val="Predvolenpsmoodseku"/>
            <w:b w:val="0"/>
            <w:bCs w:val="0"/>
          </w:rPr>
        </w:sdtEndPr>
        <w:sdtContent>
          <w:r w:rsidRPr="003530F8">
            <w:rPr>
              <w:rStyle w:val="Siln"/>
              <w:rFonts w:ascii="Times New Roman" w:hAnsi="Times New Roman"/>
              <w:sz w:val="24"/>
              <w:szCs w:val="24"/>
            </w:rPr>
            <w:t>Áno</w:t>
          </w:r>
        </w:sdtContent>
      </w:sdt>
    </w:p>
    <w:sdt>
      <w:sdtPr>
        <w:rPr>
          <w:b/>
          <w:bCs/>
          <w:sz w:val="24"/>
          <w:szCs w:val="24"/>
        </w:rPr>
        <w:id w:val="-1215581301"/>
        <w:placeholder>
          <w:docPart w:val="7622500296F247D3902F513F6D12C55F"/>
        </w:placeholder>
      </w:sdtPr>
      <w:sdtEndPr/>
      <w:sdtContent>
        <w:p w:rsidR="00670FA7" w:rsidRPr="00566E05" w:rsidRDefault="00670FA7" w:rsidP="00521702">
          <w:pPr>
            <w:pStyle w:val="Zkladntext4"/>
            <w:shd w:val="clear" w:color="auto" w:fill="auto"/>
            <w:spacing w:after="0" w:line="240" w:lineRule="auto"/>
            <w:ind w:left="23" w:firstLine="0"/>
            <w:jc w:val="both"/>
            <w:rPr>
              <w:sz w:val="24"/>
              <w:szCs w:val="24"/>
            </w:rPr>
          </w:pPr>
          <w:proofErr w:type="spellStart"/>
          <w:r w:rsidRPr="00566E05">
            <w:rPr>
              <w:sz w:val="24"/>
              <w:szCs w:val="24"/>
            </w:rPr>
            <w:t>Sp</w:t>
          </w:r>
          <w:proofErr w:type="spellEnd"/>
          <w:r w:rsidRPr="00566E05">
            <w:rPr>
              <w:bCs/>
              <w:color w:val="auto"/>
              <w:sz w:val="24"/>
              <w:szCs w:val="24"/>
              <w:lang w:val="hu-HU"/>
            </w:rPr>
            <w:t>o</w:t>
          </w:r>
          <w:proofErr w:type="spellStart"/>
          <w:r w:rsidRPr="00566E05">
            <w:rPr>
              <w:sz w:val="24"/>
              <w:szCs w:val="24"/>
            </w:rPr>
            <w:t>ločnosť</w:t>
          </w:r>
          <w:proofErr w:type="spellEnd"/>
          <w:r w:rsidR="00B53E45">
            <w:rPr>
              <w:sz w:val="24"/>
              <w:szCs w:val="24"/>
            </w:rPr>
            <w:t xml:space="preserve"> </w:t>
          </w:r>
          <w:r w:rsidR="00521702">
            <w:rPr>
              <w:sz w:val="24"/>
              <w:szCs w:val="24"/>
            </w:rPr>
            <w:t>Volkswagen Slovakia</w:t>
          </w:r>
          <w:r w:rsidRPr="00566E05">
            <w:rPr>
              <w:sz w:val="24"/>
              <w:szCs w:val="24"/>
            </w:rPr>
            <w:t xml:space="preserve">, a.s. </w:t>
          </w:r>
          <w:r w:rsidR="00521702">
            <w:rPr>
              <w:sz w:val="24"/>
              <w:szCs w:val="24"/>
            </w:rPr>
            <w:t xml:space="preserve">má zavedený </w:t>
          </w:r>
          <w:r w:rsidRPr="00566E05">
            <w:rPr>
              <w:sz w:val="24"/>
              <w:szCs w:val="24"/>
            </w:rPr>
            <w:t>certifikovan</w:t>
          </w:r>
          <w:r w:rsidR="00521702">
            <w:rPr>
              <w:sz w:val="24"/>
              <w:szCs w:val="24"/>
            </w:rPr>
            <w:t>ý EMS a EMAS</w:t>
          </w:r>
          <w:r w:rsidRPr="00566E05">
            <w:rPr>
              <w:sz w:val="24"/>
              <w:szCs w:val="24"/>
            </w:rPr>
            <w:t xml:space="preserve">.                 </w:t>
          </w:r>
        </w:p>
      </w:sdtContent>
    </w:sdt>
    <w:p w:rsidR="00670FA7" w:rsidRPr="003530F8" w:rsidRDefault="00416E00" w:rsidP="00670FA7">
      <w:pPr>
        <w:pStyle w:val="Odsekzoznamu"/>
        <w:numPr>
          <w:ilvl w:val="0"/>
          <w:numId w:val="5"/>
        </w:numPr>
        <w:spacing w:after="0" w:line="300" w:lineRule="atLeast"/>
        <w:ind w:left="426" w:right="22" w:hanging="426"/>
        <w:jc w:val="both"/>
        <w:rPr>
          <w:rFonts w:ascii="Times New Roman" w:hAnsi="Times New Roman"/>
          <w:sz w:val="24"/>
          <w:szCs w:val="24"/>
        </w:rPr>
      </w:pPr>
      <w:sdt>
        <w:sdtPr>
          <w:rPr>
            <w:rStyle w:val="Siln"/>
            <w:rFonts w:ascii="Times New Roman" w:hAnsi="Times New Roman"/>
            <w:sz w:val="24"/>
            <w:szCs w:val="24"/>
          </w:rPr>
          <w:id w:val="1928379610"/>
          <w:placeholder>
            <w:docPart w:val="78630DB87A9F4A46A4A6AB47C589D32E"/>
          </w:placeholder>
        </w:sdtPr>
        <w:sdtEndPr>
          <w:rPr>
            <w:rStyle w:val="Predvolenpsmoodseku"/>
            <w:b w:val="0"/>
            <w:bCs w:val="0"/>
          </w:rPr>
        </w:sdtEndPr>
        <w:sdtContent>
          <w:r w:rsidR="00670FA7">
            <w:rPr>
              <w:rStyle w:val="Siln"/>
              <w:rFonts w:ascii="Times New Roman" w:hAnsi="Times New Roman"/>
              <w:sz w:val="24"/>
              <w:szCs w:val="24"/>
            </w:rPr>
            <w:t>BAT 2.</w:t>
          </w:r>
        </w:sdtContent>
      </w:sdt>
    </w:p>
    <w:sdt>
      <w:sdtPr>
        <w:rPr>
          <w:rFonts w:ascii="Times New Roman" w:hAnsi="Times New Roman"/>
          <w:b/>
          <w:bCs/>
          <w:sz w:val="24"/>
          <w:szCs w:val="24"/>
        </w:rPr>
        <w:id w:val="-1046523493"/>
        <w:placeholder>
          <w:docPart w:val="DA1E76FA9003442991E195EBE1533C0D"/>
        </w:placeholder>
      </w:sdtPr>
      <w:sdtEndPr>
        <w:rPr>
          <w:rFonts w:eastAsia="Times New Roman"/>
          <w:lang w:eastAsia="sk-SK"/>
        </w:rPr>
      </w:sdtEndPr>
      <w:sdtContent>
        <w:p w:rsidR="00670FA7" w:rsidRPr="008867CD" w:rsidRDefault="00670FA7" w:rsidP="00670FA7">
          <w:pPr>
            <w:tabs>
              <w:tab w:val="num" w:pos="426"/>
            </w:tabs>
            <w:autoSpaceDE w:val="0"/>
            <w:autoSpaceDN w:val="0"/>
            <w:adjustRightInd w:val="0"/>
            <w:spacing w:after="0" w:line="240" w:lineRule="auto"/>
            <w:jc w:val="both"/>
            <w:rPr>
              <w:rFonts w:ascii="Times New Roman" w:eastAsia="Times New Roman" w:hAnsi="Times New Roman"/>
              <w:sz w:val="24"/>
              <w:szCs w:val="24"/>
              <w:lang w:eastAsia="sk-SK"/>
            </w:rPr>
          </w:pPr>
          <w:r w:rsidRPr="008867CD">
            <w:rPr>
              <w:rFonts w:ascii="Times New Roman" w:eastAsia="Times New Roman" w:hAnsi="Times New Roman"/>
              <w:sz w:val="24"/>
              <w:szCs w:val="24"/>
              <w:lang w:eastAsia="sk-SK"/>
            </w:rPr>
            <w:t>Najlepšou dostupnou technikou (BAT) uľahčujúcou znižovanie emisií do vody a ovzdušia a znižovanie spotreby vody je zavedenie a udržiavanie súpisu prehľadu tokov odpadových vôd a odpadových plynov v rámci systému environ</w:t>
          </w:r>
          <w:r w:rsidRPr="008867CD">
            <w:rPr>
              <w:rFonts w:ascii="Times New Roman" w:eastAsia="Times New Roman" w:hAnsi="Times New Roman"/>
              <w:sz w:val="24"/>
              <w:szCs w:val="24"/>
              <w:lang w:eastAsia="sk-SK"/>
            </w:rPr>
            <w:softHyphen/>
            <w:t>mentálneho riadenia (pozri BAT 1), ktorý zahŕňa všetky tieto prvky....</w:t>
          </w:r>
        </w:p>
      </w:sdtContent>
    </w:sdt>
    <w:p w:rsidR="00670FA7" w:rsidRPr="008867CD" w:rsidRDefault="00670FA7" w:rsidP="00670FA7">
      <w:pPr>
        <w:spacing w:after="0" w:line="300" w:lineRule="exact"/>
        <w:rPr>
          <w:rFonts w:ascii="Times New Roman" w:hAnsi="Times New Roman"/>
          <w:sz w:val="24"/>
          <w:szCs w:val="24"/>
        </w:rPr>
      </w:pPr>
      <w:r w:rsidRPr="008867CD">
        <w:rPr>
          <w:rFonts w:ascii="Times New Roman" w:hAnsi="Times New Roman"/>
          <w:sz w:val="24"/>
          <w:szCs w:val="24"/>
        </w:rPr>
        <w:t>Zistený stav</w:t>
      </w:r>
      <w:r w:rsidRPr="008867CD">
        <w:rPr>
          <w:rFonts w:ascii="Times New Roman" w:hAnsi="Times New Roman"/>
          <w:sz w:val="24"/>
          <w:szCs w:val="24"/>
        </w:rPr>
        <w:tab/>
      </w:r>
      <w:sdt>
        <w:sdtPr>
          <w:rPr>
            <w:rStyle w:val="Siln"/>
            <w:rFonts w:ascii="Times New Roman" w:hAnsi="Times New Roman"/>
            <w:sz w:val="24"/>
            <w:szCs w:val="24"/>
          </w:rPr>
          <w:alias w:val="Zistený stav"/>
          <w:tag w:val="Zistený stav"/>
          <w:id w:val="1754091285"/>
          <w:placeholder>
            <w:docPart w:val="F9C48E65F46842DB94D143ABAC137A2F"/>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8867CD">
            <w:rPr>
              <w:rStyle w:val="Siln"/>
              <w:rFonts w:ascii="Times New Roman" w:hAnsi="Times New Roman"/>
              <w:sz w:val="24"/>
              <w:szCs w:val="24"/>
            </w:rPr>
            <w:t>Dodržaná</w:t>
          </w:r>
        </w:sdtContent>
      </w:sdt>
    </w:p>
    <w:p w:rsidR="00670FA7" w:rsidRPr="008867CD" w:rsidRDefault="00670FA7" w:rsidP="00670FA7">
      <w:pPr>
        <w:spacing w:after="0" w:line="300" w:lineRule="exact"/>
        <w:rPr>
          <w:rFonts w:ascii="Times New Roman" w:hAnsi="Times New Roman"/>
          <w:sz w:val="24"/>
          <w:szCs w:val="24"/>
        </w:rPr>
      </w:pPr>
      <w:r w:rsidRPr="008867CD">
        <w:rPr>
          <w:rFonts w:ascii="Times New Roman" w:hAnsi="Times New Roman"/>
          <w:sz w:val="24"/>
          <w:szCs w:val="24"/>
        </w:rPr>
        <w:t>Opis</w:t>
      </w:r>
      <w:r w:rsidRPr="008867CD">
        <w:rPr>
          <w:rFonts w:ascii="Times New Roman" w:hAnsi="Times New Roman"/>
          <w:sz w:val="24"/>
          <w:szCs w:val="24"/>
        </w:rPr>
        <w:tab/>
      </w:r>
      <w:r w:rsidRPr="008867CD">
        <w:rPr>
          <w:rFonts w:ascii="Times New Roman" w:hAnsi="Times New Roman"/>
          <w:sz w:val="24"/>
          <w:szCs w:val="24"/>
        </w:rPr>
        <w:tab/>
      </w:r>
      <w:sdt>
        <w:sdtPr>
          <w:rPr>
            <w:rStyle w:val="Siln"/>
            <w:rFonts w:ascii="Times New Roman" w:hAnsi="Times New Roman"/>
            <w:sz w:val="24"/>
            <w:szCs w:val="24"/>
          </w:rPr>
          <w:alias w:val="Opis"/>
          <w:tag w:val="Opis"/>
          <w:id w:val="2052415711"/>
          <w:placeholder>
            <w:docPart w:val="17A913EF78FB4DF18189FEB83BEEF75C"/>
          </w:placeholder>
          <w:dropDownList>
            <w:listItem w:value="Vyberte položku."/>
            <w:listItem w:displayText="Áno" w:value="Áno"/>
            <w:listItem w:displayText="Nie" w:value="Nie"/>
          </w:dropDownList>
        </w:sdtPr>
        <w:sdtEndPr>
          <w:rPr>
            <w:rStyle w:val="Predvolenpsmoodseku"/>
            <w:b w:val="0"/>
            <w:bCs w:val="0"/>
          </w:rPr>
        </w:sdtEndPr>
        <w:sdtContent>
          <w:r w:rsidR="00521702">
            <w:rPr>
              <w:rStyle w:val="Siln"/>
              <w:rFonts w:ascii="Times New Roman" w:hAnsi="Times New Roman"/>
              <w:sz w:val="24"/>
              <w:szCs w:val="24"/>
            </w:rPr>
            <w:t>Nie</w:t>
          </w:r>
        </w:sdtContent>
      </w:sdt>
    </w:p>
    <w:p w:rsidR="00670FA7" w:rsidRPr="003530F8" w:rsidRDefault="00670FA7" w:rsidP="00521702">
      <w:pPr>
        <w:spacing w:after="0" w:line="300" w:lineRule="exact"/>
        <w:jc w:val="both"/>
        <w:rPr>
          <w:rFonts w:ascii="Times New Roman" w:hAnsi="Times New Roman"/>
          <w:sz w:val="24"/>
          <w:szCs w:val="24"/>
        </w:rPr>
      </w:pPr>
    </w:p>
    <w:p w:rsidR="00670FA7" w:rsidRPr="003530F8" w:rsidRDefault="00416E00" w:rsidP="00670FA7">
      <w:pPr>
        <w:pStyle w:val="Odsekzoznamu"/>
        <w:numPr>
          <w:ilvl w:val="0"/>
          <w:numId w:val="5"/>
        </w:numPr>
        <w:spacing w:after="0" w:line="300" w:lineRule="exact"/>
        <w:ind w:left="426" w:hanging="426"/>
        <w:jc w:val="both"/>
        <w:rPr>
          <w:rFonts w:ascii="Times New Roman" w:hAnsi="Times New Roman"/>
          <w:sz w:val="24"/>
          <w:szCs w:val="24"/>
        </w:rPr>
      </w:pPr>
      <w:sdt>
        <w:sdtPr>
          <w:rPr>
            <w:rStyle w:val="Siln"/>
            <w:rFonts w:ascii="Times New Roman" w:hAnsi="Times New Roman"/>
            <w:sz w:val="24"/>
            <w:szCs w:val="24"/>
          </w:rPr>
          <w:id w:val="-835994325"/>
          <w:placeholder>
            <w:docPart w:val="2CC58FDDFBC64B7285F60AF9607955A1"/>
          </w:placeholder>
        </w:sdtPr>
        <w:sdtEndPr>
          <w:rPr>
            <w:rStyle w:val="Predvolenpsmoodseku"/>
            <w:rFonts w:ascii="Calibri" w:hAnsi="Calibri"/>
            <w:b w:val="0"/>
            <w:bCs w:val="0"/>
            <w:sz w:val="22"/>
            <w:szCs w:val="22"/>
          </w:rPr>
        </w:sdtEndPr>
        <w:sdtContent>
          <w:r w:rsidR="00670FA7">
            <w:rPr>
              <w:rStyle w:val="Siln"/>
              <w:rFonts w:ascii="Times New Roman" w:hAnsi="Times New Roman"/>
              <w:sz w:val="24"/>
              <w:szCs w:val="24"/>
            </w:rPr>
            <w:t xml:space="preserve"> BAT 3.</w:t>
          </w:r>
        </w:sdtContent>
      </w:sdt>
    </w:p>
    <w:sdt>
      <w:sdtPr>
        <w:rPr>
          <w:rFonts w:ascii="Times New Roman" w:hAnsi="Times New Roman"/>
          <w:b/>
          <w:bCs/>
          <w:sz w:val="24"/>
          <w:szCs w:val="24"/>
        </w:rPr>
        <w:id w:val="-888111210"/>
        <w:placeholder>
          <w:docPart w:val="109C60E184444B439AA73F238C059700"/>
        </w:placeholder>
      </w:sdtPr>
      <w:sdtEndPr/>
      <w:sdtContent>
        <w:p w:rsidR="00670FA7" w:rsidRPr="003F0E31" w:rsidRDefault="00670FA7" w:rsidP="00670FA7">
          <w:pPr>
            <w:spacing w:after="0" w:line="300" w:lineRule="exact"/>
            <w:jc w:val="both"/>
            <w:rPr>
              <w:rFonts w:ascii="Times New Roman" w:hAnsi="Times New Roman"/>
              <w:sz w:val="24"/>
              <w:szCs w:val="24"/>
            </w:rPr>
          </w:pPr>
          <w:r w:rsidRPr="003F0E31">
            <w:rPr>
              <w:rFonts w:ascii="Times New Roman" w:hAnsi="Times New Roman"/>
              <w:sz w:val="24"/>
              <w:szCs w:val="24"/>
            </w:rPr>
            <w:t>Najlepšou dostupnou technikou (BAT) pre príslušné emisie do vody podľa súpisu tokov odpadových vôd (pozri BAT 2) je monitorovanie kľúčových prevádzkových parametrov (vrátane zariadení na nepretržité monitorovanie toku odpadových vôd, pH a teploty) v kľúčových oblastiach (napr. prítok na predbežné čistenie a prítok na konečné čistenie).</w:t>
          </w:r>
        </w:p>
      </w:sdtContent>
    </w:sdt>
    <w:p w:rsidR="00670FA7" w:rsidRPr="003F0E31" w:rsidRDefault="00670FA7" w:rsidP="00670FA7">
      <w:pPr>
        <w:spacing w:after="0" w:line="300" w:lineRule="exact"/>
        <w:jc w:val="both"/>
        <w:rPr>
          <w:rFonts w:ascii="Times New Roman" w:hAnsi="Times New Roman"/>
          <w:sz w:val="24"/>
          <w:szCs w:val="24"/>
        </w:rPr>
      </w:pPr>
      <w:r w:rsidRPr="003F0E31">
        <w:rPr>
          <w:rFonts w:ascii="Times New Roman" w:hAnsi="Times New Roman"/>
          <w:sz w:val="24"/>
          <w:szCs w:val="24"/>
        </w:rPr>
        <w:t>Zistený stav</w:t>
      </w:r>
      <w:r w:rsidRPr="003F0E31">
        <w:rPr>
          <w:rFonts w:ascii="Times New Roman" w:hAnsi="Times New Roman"/>
          <w:sz w:val="24"/>
          <w:szCs w:val="24"/>
        </w:rPr>
        <w:tab/>
      </w:r>
      <w:sdt>
        <w:sdtPr>
          <w:rPr>
            <w:rStyle w:val="Siln"/>
            <w:rFonts w:ascii="Times New Roman" w:hAnsi="Times New Roman"/>
            <w:sz w:val="24"/>
            <w:szCs w:val="24"/>
          </w:rPr>
          <w:alias w:val="Zistený stav"/>
          <w:tag w:val="Zistený stav"/>
          <w:id w:val="-1479521282"/>
          <w:placeholder>
            <w:docPart w:val="2D2FC4CAE65B47D5BB1C7E4BFADBC18F"/>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F0E31">
            <w:rPr>
              <w:rStyle w:val="Siln"/>
              <w:rFonts w:ascii="Times New Roman" w:hAnsi="Times New Roman"/>
              <w:sz w:val="24"/>
              <w:szCs w:val="24"/>
            </w:rPr>
            <w:t>Dodržaná</w:t>
          </w:r>
        </w:sdtContent>
      </w:sdt>
    </w:p>
    <w:p w:rsidR="00670FA7" w:rsidRPr="003F0E31" w:rsidRDefault="00670FA7" w:rsidP="00670FA7">
      <w:pPr>
        <w:spacing w:after="0" w:line="300" w:lineRule="exact"/>
        <w:rPr>
          <w:rFonts w:ascii="Times New Roman" w:hAnsi="Times New Roman"/>
          <w:sz w:val="24"/>
          <w:szCs w:val="24"/>
        </w:rPr>
      </w:pPr>
      <w:r w:rsidRPr="003F0E31">
        <w:rPr>
          <w:rFonts w:ascii="Times New Roman" w:hAnsi="Times New Roman"/>
          <w:sz w:val="24"/>
          <w:szCs w:val="24"/>
        </w:rPr>
        <w:t>Opis</w:t>
      </w:r>
      <w:r w:rsidRPr="003F0E31">
        <w:rPr>
          <w:rFonts w:ascii="Times New Roman" w:hAnsi="Times New Roman"/>
          <w:sz w:val="24"/>
          <w:szCs w:val="24"/>
        </w:rPr>
        <w:tab/>
      </w:r>
      <w:r w:rsidRPr="003F0E31">
        <w:rPr>
          <w:rFonts w:ascii="Times New Roman" w:hAnsi="Times New Roman"/>
          <w:sz w:val="24"/>
          <w:szCs w:val="24"/>
        </w:rPr>
        <w:tab/>
      </w:r>
      <w:sdt>
        <w:sdtPr>
          <w:rPr>
            <w:rStyle w:val="Siln"/>
            <w:rFonts w:ascii="Times New Roman" w:hAnsi="Times New Roman"/>
            <w:sz w:val="24"/>
            <w:szCs w:val="24"/>
          </w:rPr>
          <w:alias w:val="Opis"/>
          <w:tag w:val="Opis"/>
          <w:id w:val="-1710957357"/>
          <w:placeholder>
            <w:docPart w:val="A1A7E1F0218644079B584C9D65BBCD89"/>
          </w:placeholder>
          <w:dropDownList>
            <w:listItem w:value="Vyberte položku."/>
            <w:listItem w:displayText="Áno" w:value="Áno"/>
            <w:listItem w:displayText="Nie" w:value="Nie"/>
          </w:dropDownList>
        </w:sdtPr>
        <w:sdtEndPr>
          <w:rPr>
            <w:rStyle w:val="Predvolenpsmoodseku"/>
            <w:b w:val="0"/>
            <w:bCs w:val="0"/>
          </w:rPr>
        </w:sdtEndPr>
        <w:sdtContent>
          <w:r w:rsidR="00D041CB">
            <w:rPr>
              <w:rStyle w:val="Siln"/>
              <w:rFonts w:ascii="Times New Roman" w:hAnsi="Times New Roman"/>
              <w:sz w:val="24"/>
              <w:szCs w:val="24"/>
            </w:rPr>
            <w:t>Nie</w:t>
          </w:r>
        </w:sdtContent>
      </w:sdt>
    </w:p>
    <w:p w:rsidR="00670FA7" w:rsidRPr="003530F8" w:rsidRDefault="00670FA7" w:rsidP="00670FA7">
      <w:pPr>
        <w:spacing w:after="0" w:line="300" w:lineRule="exact"/>
        <w:jc w:val="both"/>
        <w:rPr>
          <w:rFonts w:ascii="Times New Roman" w:hAnsi="Times New Roman"/>
          <w:sz w:val="24"/>
          <w:szCs w:val="24"/>
        </w:rPr>
      </w:pPr>
    </w:p>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1685207936"/>
          <w:placeholder>
            <w:docPart w:val="C78B9253A883436EB85A3DC94E33BDBA"/>
          </w:placeholder>
        </w:sdtPr>
        <w:sdtEndPr>
          <w:rPr>
            <w:rStyle w:val="Predvolenpsmoodseku"/>
            <w:b w:val="0"/>
            <w:bCs w:val="0"/>
          </w:rPr>
        </w:sdtEndPr>
        <w:sdtContent>
          <w:r w:rsidR="00670FA7">
            <w:rPr>
              <w:rStyle w:val="Siln"/>
              <w:rFonts w:ascii="Times New Roman" w:hAnsi="Times New Roman"/>
              <w:sz w:val="24"/>
              <w:szCs w:val="24"/>
            </w:rPr>
            <w:t xml:space="preserve"> BAT 4.</w:t>
          </w:r>
        </w:sdtContent>
      </w:sdt>
    </w:p>
    <w:sdt>
      <w:sdtPr>
        <w:rPr>
          <w:rFonts w:ascii="Times New Roman" w:eastAsia="Sylfaen" w:hAnsi="Times New Roman" w:cs="Sylfaen"/>
          <w:b/>
          <w:bCs/>
          <w:color w:val="000000"/>
          <w:sz w:val="24"/>
          <w:szCs w:val="24"/>
          <w:lang w:eastAsia="sk-SK"/>
        </w:rPr>
        <w:id w:val="-644123426"/>
        <w:placeholder>
          <w:docPart w:val="C78B9253A883436EB85A3DC94E33BDBA"/>
        </w:placeholder>
      </w:sdtPr>
      <w:sdtEndPr>
        <w:rPr>
          <w:rFonts w:ascii="Sylfaen" w:hAnsi="Sylfaen"/>
          <w:sz w:val="17"/>
          <w:szCs w:val="17"/>
        </w:rPr>
      </w:sdtEndPr>
      <w:sdtContent>
        <w:p w:rsidR="00670FA7" w:rsidRPr="00CA5E01" w:rsidRDefault="00670FA7" w:rsidP="00670FA7">
          <w:pPr>
            <w:spacing w:after="0"/>
            <w:jc w:val="both"/>
            <w:rPr>
              <w:rFonts w:ascii="Times New Roman" w:hAnsi="Times New Roman"/>
              <w:sz w:val="24"/>
              <w:szCs w:val="24"/>
            </w:rPr>
          </w:pPr>
          <w:r w:rsidRPr="00CA5E01">
            <w:rPr>
              <w:rFonts w:ascii="Times New Roman" w:hAnsi="Times New Roman"/>
              <w:sz w:val="24"/>
              <w:szCs w:val="24"/>
            </w:rPr>
            <w:t>Najlepšou dostupnou technikou (BAT) je monitorovanie emisií do vody v súlade s normami EN s aspoň minimálnou frekvenciou uvedenou nižšie. Ak normy EN nie sú k dispozícii, najlepšou dostupnou technikou (BAT) je využitie noriem ISO, vnútroštátnych alebo iných medzinárodných noriem, ktorými sa zaistí poskytovanie údajov v rovnocennej vedeckej kvalite.</w:t>
          </w:r>
        </w:p>
        <w:tbl>
          <w:tblPr>
            <w:tblW w:w="0" w:type="auto"/>
            <w:tblCellMar>
              <w:left w:w="10" w:type="dxa"/>
              <w:right w:w="10" w:type="dxa"/>
            </w:tblCellMar>
            <w:tblLook w:val="0000" w:firstRow="0" w:lastRow="0" w:firstColumn="0" w:lastColumn="0" w:noHBand="0" w:noVBand="0"/>
          </w:tblPr>
          <w:tblGrid>
            <w:gridCol w:w="884"/>
            <w:gridCol w:w="3002"/>
            <w:gridCol w:w="2044"/>
            <w:gridCol w:w="3162"/>
          </w:tblGrid>
          <w:tr w:rsidR="00670FA7" w:rsidTr="007638DF">
            <w:trPr>
              <w:trHeight w:hRule="exact" w:val="562"/>
            </w:trPr>
            <w:tc>
              <w:tcPr>
                <w:tcW w:w="0" w:type="auto"/>
                <w:gridSpan w:val="2"/>
                <w:tcBorders>
                  <w:top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firstLine="0"/>
                  <w:jc w:val="center"/>
                  <w:rPr>
                    <w:sz w:val="22"/>
                    <w:szCs w:val="22"/>
                  </w:rPr>
                </w:pPr>
                <w:r>
                  <w:rPr>
                    <w:rStyle w:val="Zkladntext1"/>
                    <w:sz w:val="22"/>
                    <w:szCs w:val="22"/>
                  </w:rPr>
                  <w:lastRenderedPageBreak/>
                  <w:t>L</w:t>
                </w:r>
                <w:r w:rsidRPr="00CA5E01">
                  <w:rPr>
                    <w:rStyle w:val="Zkladntext1"/>
                    <w:sz w:val="22"/>
                    <w:szCs w:val="22"/>
                  </w:rPr>
                  <w:t>átka/parameter</w:t>
                </w:r>
              </w:p>
            </w:tc>
            <w:tc>
              <w:tcPr>
                <w:tcW w:w="0" w:type="auto"/>
                <w:tcBorders>
                  <w:top w:val="single" w:sz="4" w:space="0" w:color="auto"/>
                  <w:left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firstLine="0"/>
                  <w:jc w:val="center"/>
                  <w:rPr>
                    <w:sz w:val="22"/>
                    <w:szCs w:val="22"/>
                  </w:rPr>
                </w:pPr>
                <w:r w:rsidRPr="00CA5E01">
                  <w:rPr>
                    <w:rStyle w:val="Zkladntext1"/>
                    <w:sz w:val="22"/>
                    <w:szCs w:val="22"/>
                  </w:rPr>
                  <w:t>Norma(-y)</w:t>
                </w:r>
              </w:p>
            </w:tc>
            <w:tc>
              <w:tcPr>
                <w:tcW w:w="0" w:type="auto"/>
                <w:tcBorders>
                  <w:top w:val="single" w:sz="4" w:space="0" w:color="auto"/>
                  <w:left w:val="single" w:sz="4" w:space="0" w:color="auto"/>
                </w:tcBorders>
                <w:shd w:val="clear" w:color="auto" w:fill="FFFFFF"/>
              </w:tcPr>
              <w:p w:rsidR="00670FA7" w:rsidRPr="00CA5E01" w:rsidRDefault="00670FA7" w:rsidP="007638DF">
                <w:pPr>
                  <w:pStyle w:val="Zkladntext20"/>
                  <w:shd w:val="clear" w:color="auto" w:fill="auto"/>
                  <w:spacing w:before="0" w:after="0" w:line="187" w:lineRule="exact"/>
                  <w:ind w:left="580" w:firstLine="0"/>
                  <w:jc w:val="left"/>
                  <w:rPr>
                    <w:sz w:val="22"/>
                    <w:szCs w:val="22"/>
                  </w:rPr>
                </w:pPr>
                <w:r w:rsidRPr="00CA5E01">
                  <w:rPr>
                    <w:rStyle w:val="Zkladntext1"/>
                    <w:sz w:val="22"/>
                    <w:szCs w:val="22"/>
                  </w:rPr>
                  <w:t>Minimálna frekvencia monitorovania (') (</w:t>
                </w:r>
                <w:r w:rsidRPr="00CA5E01">
                  <w:rPr>
                    <w:rStyle w:val="Zkladntext1"/>
                    <w:sz w:val="22"/>
                    <w:szCs w:val="22"/>
                    <w:vertAlign w:val="superscript"/>
                  </w:rPr>
                  <w:t>2</w:t>
                </w:r>
                <w:r w:rsidRPr="00CA5E01">
                  <w:rPr>
                    <w:rStyle w:val="Zkladntext1"/>
                    <w:sz w:val="22"/>
                    <w:szCs w:val="22"/>
                  </w:rPr>
                  <w:t>)</w:t>
                </w:r>
              </w:p>
            </w:tc>
          </w:tr>
          <w:tr w:rsidR="00670FA7" w:rsidTr="007638DF">
            <w:trPr>
              <w:trHeight w:hRule="exact" w:val="514"/>
            </w:trPr>
            <w:tc>
              <w:tcPr>
                <w:tcW w:w="0" w:type="auto"/>
                <w:gridSpan w:val="2"/>
                <w:tcBorders>
                  <w:top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left="40" w:firstLine="0"/>
                  <w:jc w:val="center"/>
                  <w:rPr>
                    <w:sz w:val="22"/>
                    <w:szCs w:val="22"/>
                  </w:rPr>
                </w:pPr>
                <w:r w:rsidRPr="00CA5E01">
                  <w:rPr>
                    <w:rStyle w:val="Zkladntext1"/>
                    <w:sz w:val="22"/>
                    <w:szCs w:val="22"/>
                  </w:rPr>
                  <w:t>Celkový obsah organického uhlíka (TOC) (</w:t>
                </w:r>
                <w:r w:rsidRPr="00CA5E01">
                  <w:rPr>
                    <w:rStyle w:val="Zkladntext1"/>
                    <w:sz w:val="22"/>
                    <w:szCs w:val="22"/>
                    <w:vertAlign w:val="superscript"/>
                  </w:rPr>
                  <w:t>3</w:t>
                </w:r>
                <w:r w:rsidRPr="00CA5E01">
                  <w:rPr>
                    <w:rStyle w:val="Zkladntext1"/>
                    <w:sz w:val="22"/>
                    <w:szCs w:val="22"/>
                  </w:rPr>
                  <w:t>)</w:t>
                </w:r>
              </w:p>
            </w:tc>
            <w:tc>
              <w:tcPr>
                <w:tcW w:w="0" w:type="auto"/>
                <w:tcBorders>
                  <w:top w:val="single" w:sz="4" w:space="0" w:color="auto"/>
                  <w:left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firstLine="0"/>
                  <w:jc w:val="center"/>
                  <w:rPr>
                    <w:sz w:val="22"/>
                    <w:szCs w:val="22"/>
                  </w:rPr>
                </w:pPr>
                <w:r w:rsidRPr="00CA5E01">
                  <w:rPr>
                    <w:rStyle w:val="Zkladntext1"/>
                    <w:sz w:val="22"/>
                    <w:szCs w:val="22"/>
                  </w:rPr>
                  <w:t>EN 1484</w:t>
                </w:r>
              </w:p>
            </w:tc>
            <w:tc>
              <w:tcPr>
                <w:tcW w:w="0" w:type="auto"/>
                <w:tcBorders>
                  <w:top w:val="single" w:sz="4" w:space="0" w:color="auto"/>
                  <w:left w:val="single" w:sz="4" w:space="0" w:color="auto"/>
                </w:tcBorders>
                <w:shd w:val="clear" w:color="auto" w:fill="FFFFFF"/>
              </w:tcPr>
              <w:p w:rsidR="00670FA7" w:rsidRPr="00CA5E01" w:rsidRDefault="00670FA7" w:rsidP="007638DF"/>
            </w:tc>
          </w:tr>
          <w:tr w:rsidR="00670FA7" w:rsidTr="007638DF">
            <w:trPr>
              <w:trHeight w:hRule="exact" w:val="754"/>
            </w:trPr>
            <w:tc>
              <w:tcPr>
                <w:tcW w:w="0" w:type="auto"/>
                <w:gridSpan w:val="2"/>
                <w:tcBorders>
                  <w:top w:val="single" w:sz="4" w:space="0" w:color="auto"/>
                </w:tcBorders>
                <w:shd w:val="clear" w:color="auto" w:fill="FFFFFF"/>
                <w:vAlign w:val="center"/>
              </w:tcPr>
              <w:p w:rsidR="00670FA7" w:rsidRPr="00CA5E01" w:rsidRDefault="00670FA7" w:rsidP="00190791">
                <w:pPr>
                  <w:pStyle w:val="Bezriadkovania"/>
                </w:pPr>
                <w:r w:rsidRPr="00CA5E01">
                  <w:rPr>
                    <w:rStyle w:val="Zkladntext1"/>
                    <w:sz w:val="22"/>
                    <w:szCs w:val="22"/>
                  </w:rPr>
                  <w:t>Chemická spotreba kyslíka (COD) (</w:t>
                </w:r>
                <w:r w:rsidRPr="00CA5E01">
                  <w:rPr>
                    <w:rStyle w:val="Zkladntext1"/>
                    <w:sz w:val="22"/>
                    <w:szCs w:val="22"/>
                    <w:vertAlign w:val="superscript"/>
                  </w:rPr>
                  <w:t>3</w:t>
                </w:r>
                <w:r w:rsidRPr="00CA5E01">
                  <w:rPr>
                    <w:rStyle w:val="Zkladntext1"/>
                    <w:sz w:val="22"/>
                    <w:szCs w:val="22"/>
                  </w:rPr>
                  <w:t>)</w:t>
                </w:r>
              </w:p>
            </w:tc>
            <w:tc>
              <w:tcPr>
                <w:tcW w:w="0" w:type="auto"/>
                <w:tcBorders>
                  <w:top w:val="single" w:sz="4" w:space="0" w:color="auto"/>
                  <w:left w:val="single" w:sz="4" w:space="0" w:color="auto"/>
                </w:tcBorders>
                <w:shd w:val="clear" w:color="auto" w:fill="FFFFFF"/>
                <w:vAlign w:val="center"/>
              </w:tcPr>
              <w:p w:rsidR="00670FA7" w:rsidRPr="00CA5E01" w:rsidRDefault="00670FA7" w:rsidP="007638DF">
                <w:pPr>
                  <w:pStyle w:val="Zkladntext20"/>
                  <w:shd w:val="clear" w:color="auto" w:fill="auto"/>
                  <w:spacing w:before="0" w:after="0" w:line="211" w:lineRule="exact"/>
                  <w:ind w:firstLine="0"/>
                  <w:jc w:val="center"/>
                  <w:rPr>
                    <w:sz w:val="22"/>
                    <w:szCs w:val="22"/>
                  </w:rPr>
                </w:pPr>
                <w:r w:rsidRPr="00CA5E01">
                  <w:rPr>
                    <w:rStyle w:val="Zkladntext1"/>
                    <w:sz w:val="22"/>
                    <w:szCs w:val="22"/>
                  </w:rPr>
                  <w:t>Nie je k dispozícii norma EN</w:t>
                </w:r>
              </w:p>
            </w:tc>
            <w:tc>
              <w:tcPr>
                <w:tcW w:w="0" w:type="auto"/>
                <w:tcBorders>
                  <w:left w:val="single" w:sz="4" w:space="0" w:color="auto"/>
                </w:tcBorders>
                <w:shd w:val="clear" w:color="auto" w:fill="FFFFFF"/>
              </w:tcPr>
              <w:p w:rsidR="00670FA7" w:rsidRPr="00CA5E01" w:rsidRDefault="00670FA7" w:rsidP="007638DF"/>
            </w:tc>
          </w:tr>
          <w:tr w:rsidR="00670FA7" w:rsidTr="007638DF">
            <w:trPr>
              <w:trHeight w:hRule="exact" w:val="385"/>
            </w:trPr>
            <w:tc>
              <w:tcPr>
                <w:tcW w:w="0" w:type="auto"/>
                <w:gridSpan w:val="2"/>
                <w:tcBorders>
                  <w:top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left="40" w:firstLine="0"/>
                  <w:jc w:val="center"/>
                  <w:rPr>
                    <w:sz w:val="22"/>
                    <w:szCs w:val="22"/>
                  </w:rPr>
                </w:pPr>
                <w:r w:rsidRPr="00CA5E01">
                  <w:rPr>
                    <w:rStyle w:val="Zkladntext1"/>
                    <w:sz w:val="22"/>
                    <w:szCs w:val="22"/>
                  </w:rPr>
                  <w:t>Celkové nerozpustné tuhé látky (TSS)</w:t>
                </w:r>
              </w:p>
            </w:tc>
            <w:tc>
              <w:tcPr>
                <w:tcW w:w="0" w:type="auto"/>
                <w:tcBorders>
                  <w:top w:val="single" w:sz="4" w:space="0" w:color="auto"/>
                  <w:left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firstLine="0"/>
                  <w:jc w:val="center"/>
                  <w:rPr>
                    <w:sz w:val="22"/>
                    <w:szCs w:val="22"/>
                  </w:rPr>
                </w:pPr>
                <w:r w:rsidRPr="00CA5E01">
                  <w:rPr>
                    <w:rStyle w:val="Zkladntext1"/>
                    <w:sz w:val="22"/>
                    <w:szCs w:val="22"/>
                  </w:rPr>
                  <w:t>EN 872</w:t>
                </w:r>
              </w:p>
            </w:tc>
            <w:tc>
              <w:tcPr>
                <w:tcW w:w="0" w:type="auto"/>
                <w:tcBorders>
                  <w:left w:val="single" w:sz="4" w:space="0" w:color="auto"/>
                </w:tcBorders>
                <w:shd w:val="clear" w:color="auto" w:fill="FFFFFF"/>
              </w:tcPr>
              <w:p w:rsidR="00670FA7" w:rsidRPr="00CA5E01" w:rsidRDefault="00670FA7" w:rsidP="007638DF"/>
            </w:tc>
          </w:tr>
          <w:tr w:rsidR="00670FA7" w:rsidTr="007638DF">
            <w:trPr>
              <w:trHeight w:hRule="exact" w:val="542"/>
            </w:trPr>
            <w:tc>
              <w:tcPr>
                <w:tcW w:w="0" w:type="auto"/>
                <w:gridSpan w:val="2"/>
                <w:tcBorders>
                  <w:top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left="40" w:firstLine="0"/>
                  <w:jc w:val="center"/>
                  <w:rPr>
                    <w:sz w:val="22"/>
                    <w:szCs w:val="22"/>
                  </w:rPr>
                </w:pPr>
                <w:r w:rsidRPr="00CA5E01">
                  <w:rPr>
                    <w:rStyle w:val="Zkladntext1"/>
                    <w:sz w:val="22"/>
                    <w:szCs w:val="22"/>
                  </w:rPr>
                  <w:t>Celkový obsah dusíka (TN) (</w:t>
                </w:r>
                <w:r w:rsidRPr="00CA5E01">
                  <w:rPr>
                    <w:rStyle w:val="Zkladntext1"/>
                    <w:sz w:val="22"/>
                    <w:szCs w:val="22"/>
                    <w:vertAlign w:val="superscript"/>
                  </w:rPr>
                  <w:t>4</w:t>
                </w:r>
                <w:r w:rsidRPr="00CA5E01">
                  <w:rPr>
                    <w:rStyle w:val="Zkladntext1"/>
                    <w:sz w:val="22"/>
                    <w:szCs w:val="22"/>
                  </w:rPr>
                  <w:t>)</w:t>
                </w:r>
              </w:p>
            </w:tc>
            <w:tc>
              <w:tcPr>
                <w:tcW w:w="0" w:type="auto"/>
                <w:tcBorders>
                  <w:top w:val="single" w:sz="4" w:space="0" w:color="auto"/>
                  <w:left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firstLine="0"/>
                  <w:jc w:val="center"/>
                  <w:rPr>
                    <w:sz w:val="22"/>
                    <w:szCs w:val="22"/>
                  </w:rPr>
                </w:pPr>
                <w:r w:rsidRPr="00CA5E01">
                  <w:rPr>
                    <w:rStyle w:val="Zkladntext1"/>
                    <w:sz w:val="22"/>
                    <w:szCs w:val="22"/>
                  </w:rPr>
                  <w:t>EN 12260</w:t>
                </w:r>
              </w:p>
            </w:tc>
            <w:tc>
              <w:tcPr>
                <w:tcW w:w="0" w:type="auto"/>
                <w:tcBorders>
                  <w:left w:val="single" w:sz="4" w:space="0" w:color="auto"/>
                </w:tcBorders>
                <w:shd w:val="clear" w:color="auto" w:fill="FFFFFF"/>
              </w:tcPr>
              <w:p w:rsidR="00670FA7" w:rsidRPr="00CA5E01" w:rsidRDefault="00670FA7" w:rsidP="007638DF">
                <w:pPr>
                  <w:pStyle w:val="Zkladntext20"/>
                  <w:shd w:val="clear" w:color="auto" w:fill="auto"/>
                  <w:spacing w:before="0" w:after="0" w:line="170" w:lineRule="exact"/>
                  <w:ind w:left="100" w:firstLine="0"/>
                  <w:jc w:val="left"/>
                  <w:rPr>
                    <w:sz w:val="22"/>
                    <w:szCs w:val="22"/>
                  </w:rPr>
                </w:pPr>
                <w:r w:rsidRPr="00CA5E01">
                  <w:rPr>
                    <w:rStyle w:val="Zkladntext1"/>
                    <w:sz w:val="22"/>
                    <w:szCs w:val="22"/>
                  </w:rPr>
                  <w:t>Denne</w:t>
                </w:r>
              </w:p>
            </w:tc>
          </w:tr>
          <w:tr w:rsidR="00670FA7" w:rsidTr="007638DF">
            <w:trPr>
              <w:trHeight w:hRule="exact" w:val="754"/>
            </w:trPr>
            <w:tc>
              <w:tcPr>
                <w:tcW w:w="0" w:type="auto"/>
                <w:gridSpan w:val="2"/>
                <w:tcBorders>
                  <w:top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left="40" w:firstLine="0"/>
                  <w:jc w:val="center"/>
                  <w:rPr>
                    <w:sz w:val="22"/>
                    <w:szCs w:val="22"/>
                  </w:rPr>
                </w:pPr>
                <w:r w:rsidRPr="00CA5E01">
                  <w:rPr>
                    <w:rStyle w:val="Zkladntext1"/>
                    <w:sz w:val="22"/>
                    <w:szCs w:val="22"/>
                  </w:rPr>
                  <w:t>Celkový obsah anorganického dusíka (</w:t>
                </w:r>
                <w:proofErr w:type="spellStart"/>
                <w:r w:rsidRPr="00CA5E01">
                  <w:rPr>
                    <w:rStyle w:val="Zkladntext1"/>
                    <w:sz w:val="22"/>
                    <w:szCs w:val="22"/>
                  </w:rPr>
                  <w:t>N</w:t>
                </w:r>
                <w:r w:rsidRPr="00CA5E01">
                  <w:rPr>
                    <w:rStyle w:val="Zkladntext1"/>
                    <w:sz w:val="22"/>
                    <w:szCs w:val="22"/>
                    <w:vertAlign w:val="subscript"/>
                  </w:rPr>
                  <w:t>anorg</w:t>
                </w:r>
                <w:proofErr w:type="spellEnd"/>
                <w:r w:rsidRPr="00CA5E01">
                  <w:rPr>
                    <w:rStyle w:val="Zkladntext1"/>
                    <w:sz w:val="22"/>
                    <w:szCs w:val="22"/>
                  </w:rPr>
                  <w:t>) (</w:t>
                </w:r>
                <w:r w:rsidRPr="00CA5E01">
                  <w:rPr>
                    <w:rStyle w:val="Zkladntext1"/>
                    <w:sz w:val="22"/>
                    <w:szCs w:val="22"/>
                    <w:vertAlign w:val="superscript"/>
                  </w:rPr>
                  <w:t>4</w:t>
                </w:r>
                <w:r w:rsidRPr="00CA5E01">
                  <w:rPr>
                    <w:rStyle w:val="Zkladntext1"/>
                    <w:sz w:val="22"/>
                    <w:szCs w:val="22"/>
                  </w:rPr>
                  <w:t>)</w:t>
                </w:r>
              </w:p>
            </w:tc>
            <w:tc>
              <w:tcPr>
                <w:tcW w:w="0" w:type="auto"/>
                <w:tcBorders>
                  <w:top w:val="single" w:sz="4" w:space="0" w:color="auto"/>
                  <w:left w:val="single" w:sz="4" w:space="0" w:color="auto"/>
                </w:tcBorders>
                <w:shd w:val="clear" w:color="auto" w:fill="FFFFFF"/>
                <w:vAlign w:val="center"/>
              </w:tcPr>
              <w:p w:rsidR="00670FA7" w:rsidRPr="00CA5E01" w:rsidRDefault="00670FA7" w:rsidP="007638DF">
                <w:pPr>
                  <w:pStyle w:val="Zkladntext20"/>
                  <w:shd w:val="clear" w:color="auto" w:fill="auto"/>
                  <w:spacing w:before="0" w:after="0" w:line="211" w:lineRule="exact"/>
                  <w:ind w:firstLine="0"/>
                  <w:jc w:val="center"/>
                  <w:rPr>
                    <w:sz w:val="22"/>
                    <w:szCs w:val="22"/>
                  </w:rPr>
                </w:pPr>
                <w:r w:rsidRPr="00CA5E01">
                  <w:rPr>
                    <w:rStyle w:val="Zkladntext1"/>
                    <w:sz w:val="22"/>
                    <w:szCs w:val="22"/>
                  </w:rPr>
                  <w:t>K dispozícii sú roz</w:t>
                </w:r>
                <w:r w:rsidRPr="00CA5E01">
                  <w:rPr>
                    <w:rStyle w:val="Zkladntext1"/>
                    <w:sz w:val="22"/>
                    <w:szCs w:val="22"/>
                  </w:rPr>
                  <w:softHyphen/>
                  <w:t>ličné normy EN</w:t>
                </w:r>
              </w:p>
            </w:tc>
            <w:tc>
              <w:tcPr>
                <w:tcW w:w="0" w:type="auto"/>
                <w:tcBorders>
                  <w:left w:val="single" w:sz="4" w:space="0" w:color="auto"/>
                </w:tcBorders>
                <w:shd w:val="clear" w:color="auto" w:fill="FFFFFF"/>
              </w:tcPr>
              <w:p w:rsidR="00670FA7" w:rsidRPr="00CA5E01" w:rsidRDefault="00670FA7" w:rsidP="007638DF"/>
            </w:tc>
          </w:tr>
          <w:tr w:rsidR="00670FA7" w:rsidTr="007638DF">
            <w:trPr>
              <w:trHeight w:hRule="exact" w:val="763"/>
            </w:trPr>
            <w:tc>
              <w:tcPr>
                <w:tcW w:w="0" w:type="auto"/>
                <w:gridSpan w:val="2"/>
                <w:tcBorders>
                  <w:top w:val="single" w:sz="4" w:space="0" w:color="auto"/>
                  <w:bottom w:val="single" w:sz="4" w:space="0" w:color="auto"/>
                </w:tcBorders>
                <w:shd w:val="clear" w:color="auto" w:fill="FFFFFF"/>
                <w:vAlign w:val="center"/>
              </w:tcPr>
              <w:p w:rsidR="00670FA7" w:rsidRPr="00CA5E01" w:rsidRDefault="00670FA7" w:rsidP="007638DF">
                <w:pPr>
                  <w:pStyle w:val="Zkladntext20"/>
                  <w:shd w:val="clear" w:color="auto" w:fill="auto"/>
                  <w:spacing w:before="0" w:after="0" w:line="170" w:lineRule="exact"/>
                  <w:ind w:left="40" w:firstLine="0"/>
                  <w:jc w:val="center"/>
                  <w:rPr>
                    <w:sz w:val="22"/>
                    <w:szCs w:val="22"/>
                  </w:rPr>
                </w:pPr>
                <w:r w:rsidRPr="00CA5E01">
                  <w:rPr>
                    <w:rStyle w:val="Zkladntext1"/>
                    <w:sz w:val="22"/>
                    <w:szCs w:val="22"/>
                  </w:rPr>
                  <w:t>Celkový obsah fosforu (TP)</w:t>
                </w:r>
              </w:p>
            </w:tc>
            <w:tc>
              <w:tcPr>
                <w:tcW w:w="0" w:type="auto"/>
                <w:tcBorders>
                  <w:top w:val="single" w:sz="4" w:space="0" w:color="auto"/>
                  <w:left w:val="single" w:sz="4" w:space="0" w:color="auto"/>
                  <w:bottom w:val="single" w:sz="4" w:space="0" w:color="auto"/>
                </w:tcBorders>
                <w:shd w:val="clear" w:color="auto" w:fill="FFFFFF"/>
                <w:vAlign w:val="center"/>
              </w:tcPr>
              <w:p w:rsidR="00670FA7" w:rsidRPr="00CA5E01" w:rsidRDefault="00670FA7" w:rsidP="007638DF">
                <w:pPr>
                  <w:pStyle w:val="Zkladntext20"/>
                  <w:shd w:val="clear" w:color="auto" w:fill="auto"/>
                  <w:spacing w:before="0" w:after="0" w:line="211" w:lineRule="exact"/>
                  <w:ind w:firstLine="0"/>
                  <w:jc w:val="center"/>
                  <w:rPr>
                    <w:sz w:val="22"/>
                    <w:szCs w:val="22"/>
                  </w:rPr>
                </w:pPr>
                <w:r w:rsidRPr="00CA5E01">
                  <w:rPr>
                    <w:rStyle w:val="Zkladntext1"/>
                    <w:sz w:val="22"/>
                    <w:szCs w:val="22"/>
                  </w:rPr>
                  <w:t>K dispozícii sú roz</w:t>
                </w:r>
                <w:r w:rsidRPr="00CA5E01">
                  <w:rPr>
                    <w:rStyle w:val="Zkladntext1"/>
                    <w:sz w:val="22"/>
                    <w:szCs w:val="22"/>
                  </w:rPr>
                  <w:softHyphen/>
                  <w:t>ličné normy EN</w:t>
                </w:r>
              </w:p>
            </w:tc>
            <w:tc>
              <w:tcPr>
                <w:tcW w:w="0" w:type="auto"/>
                <w:tcBorders>
                  <w:left w:val="single" w:sz="4" w:space="0" w:color="auto"/>
                  <w:bottom w:val="single" w:sz="4" w:space="0" w:color="auto"/>
                </w:tcBorders>
                <w:shd w:val="clear" w:color="auto" w:fill="FFFFFF"/>
              </w:tcPr>
              <w:p w:rsidR="00670FA7" w:rsidRPr="00CA5E01" w:rsidRDefault="00670FA7" w:rsidP="007638DF"/>
            </w:tc>
          </w:tr>
          <w:tr w:rsidR="00670FA7" w:rsidRPr="000B0774" w:rsidTr="007638DF">
            <w:trPr>
              <w:trHeight w:hRule="exact" w:val="566"/>
            </w:trPr>
            <w:tc>
              <w:tcPr>
                <w:tcW w:w="0" w:type="auto"/>
                <w:gridSpan w:val="2"/>
                <w:tcBorders>
                  <w:top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Látka/parameter</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Norma(-y)</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Minimálna frekvencia monitorovania (</w:t>
                </w:r>
                <w:r w:rsidRPr="000B0774">
                  <w:rPr>
                    <w:rStyle w:val="Zkladntext1"/>
                    <w:sz w:val="22"/>
                    <w:szCs w:val="22"/>
                  </w:rPr>
                  <w:footnoteReference w:id="1"/>
                </w:r>
                <w:r w:rsidRPr="000B0774">
                  <w:rPr>
                    <w:rStyle w:val="Zkladntext1"/>
                    <w:sz w:val="22"/>
                    <w:szCs w:val="22"/>
                  </w:rPr>
                  <w:t>) (2)</w:t>
                </w:r>
              </w:p>
            </w:tc>
          </w:tr>
          <w:tr w:rsidR="00670FA7" w:rsidRPr="000B0774" w:rsidTr="007638DF">
            <w:trPr>
              <w:trHeight w:hRule="exact" w:val="523"/>
            </w:trPr>
            <w:tc>
              <w:tcPr>
                <w:tcW w:w="0" w:type="auto"/>
                <w:gridSpan w:val="2"/>
                <w:tcBorders>
                  <w:top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Absorbovateľné organicky viazané halogény (AOX)</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EN-ISO 9562</w:t>
                </w:r>
              </w:p>
            </w:tc>
            <w:tc>
              <w:tcPr>
                <w:tcW w:w="0" w:type="auto"/>
                <w:vMerge w:val="restart"/>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Mesačne</w:t>
                </w:r>
              </w:p>
            </w:tc>
          </w:tr>
          <w:tr w:rsidR="00670FA7" w:rsidRPr="000B0774" w:rsidTr="007638DF">
            <w:trPr>
              <w:trHeight w:hRule="exact" w:val="581"/>
            </w:trPr>
            <w:tc>
              <w:tcPr>
                <w:tcW w:w="0" w:type="auto"/>
                <w:vMerge w:val="restart"/>
                <w:tcBorders>
                  <w:top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Kovy</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roofErr w:type="spellStart"/>
                <w:r w:rsidRPr="000B0774">
                  <w:rPr>
                    <w:rStyle w:val="Zkladntext1"/>
                    <w:sz w:val="22"/>
                    <w:szCs w:val="22"/>
                  </w:rPr>
                  <w:t>Cr</w:t>
                </w:r>
                <w:proofErr w:type="spellEnd"/>
              </w:p>
            </w:tc>
            <w:tc>
              <w:tcPr>
                <w:tcW w:w="0" w:type="auto"/>
                <w:vMerge w:val="restart"/>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K dispozícii sú roz</w:t>
                </w:r>
                <w:r w:rsidRPr="000B0774">
                  <w:rPr>
                    <w:rStyle w:val="Zkladntext1"/>
                    <w:sz w:val="22"/>
                    <w:szCs w:val="22"/>
                  </w:rPr>
                  <w:softHyphen/>
                  <w:t>ličné normy EN</w:t>
                </w: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76"/>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roofErr w:type="spellStart"/>
                <w:r w:rsidRPr="000B0774">
                  <w:rPr>
                    <w:rStyle w:val="Zkladntext1"/>
                    <w:sz w:val="22"/>
                    <w:szCs w:val="22"/>
                  </w:rPr>
                  <w:t>Cu</w:t>
                </w:r>
                <w:proofErr w:type="spellEnd"/>
              </w:p>
            </w:tc>
            <w:tc>
              <w:tcPr>
                <w:tcW w:w="0" w:type="auto"/>
                <w:vMerge/>
                <w:tcBorders>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81"/>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roofErr w:type="spellStart"/>
                <w:r w:rsidRPr="000B0774">
                  <w:rPr>
                    <w:rStyle w:val="Zkladntext1"/>
                    <w:sz w:val="22"/>
                    <w:szCs w:val="22"/>
                  </w:rPr>
                  <w:t>Ni</w:t>
                </w:r>
                <w:proofErr w:type="spellEnd"/>
              </w:p>
            </w:tc>
            <w:tc>
              <w:tcPr>
                <w:tcW w:w="0" w:type="auto"/>
                <w:vMerge/>
                <w:tcBorders>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76"/>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roofErr w:type="spellStart"/>
                <w:r w:rsidRPr="000B0774">
                  <w:rPr>
                    <w:rStyle w:val="Zkladntext1"/>
                    <w:sz w:val="22"/>
                    <w:szCs w:val="22"/>
                  </w:rPr>
                  <w:t>Pb</w:t>
                </w:r>
                <w:proofErr w:type="spellEnd"/>
              </w:p>
            </w:tc>
            <w:tc>
              <w:tcPr>
                <w:tcW w:w="0" w:type="auto"/>
                <w:vMerge/>
                <w:tcBorders>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76"/>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roofErr w:type="spellStart"/>
                <w:r w:rsidRPr="000B0774">
                  <w:rPr>
                    <w:rStyle w:val="Zkladntext1"/>
                    <w:sz w:val="22"/>
                    <w:szCs w:val="22"/>
                  </w:rPr>
                  <w:t>Zn</w:t>
                </w:r>
                <w:proofErr w:type="spellEnd"/>
              </w:p>
            </w:tc>
            <w:tc>
              <w:tcPr>
                <w:tcW w:w="0" w:type="auto"/>
                <w:vMerge/>
                <w:tcBorders>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81"/>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Iné kovy, ak je to relevantné</w:t>
                </w:r>
              </w:p>
            </w:tc>
            <w:tc>
              <w:tcPr>
                <w:tcW w:w="0" w:type="auto"/>
                <w:vMerge/>
                <w:tcBorders>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76"/>
            </w:trPr>
            <w:tc>
              <w:tcPr>
                <w:tcW w:w="0" w:type="auto"/>
                <w:vMerge w:val="restart"/>
                <w:tcBorders>
                  <w:top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Toxicita (5)</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 xml:space="preserve">Rybie ikry </w:t>
                </w:r>
                <w:r w:rsidRPr="000B0774">
                  <w:rPr>
                    <w:rStyle w:val="Zkladntext1"/>
                    <w:i/>
                    <w:iCs/>
                    <w:sz w:val="22"/>
                    <w:szCs w:val="22"/>
                  </w:rPr>
                  <w:t>(</w:t>
                </w:r>
                <w:proofErr w:type="spellStart"/>
                <w:r w:rsidRPr="000B0774">
                  <w:rPr>
                    <w:rStyle w:val="Zkladntext1"/>
                    <w:i/>
                    <w:iCs/>
                    <w:sz w:val="22"/>
                    <w:szCs w:val="22"/>
                  </w:rPr>
                  <w:t>Daniorerio</w:t>
                </w:r>
                <w:proofErr w:type="spellEnd"/>
                <w:r w:rsidRPr="000B0774">
                  <w:rPr>
                    <w:rStyle w:val="Zkladntext1"/>
                    <w:i/>
                    <w:iCs/>
                    <w:sz w:val="22"/>
                    <w:szCs w:val="22"/>
                  </w:rPr>
                  <w:t>)</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EN-ISO 15088</w:t>
                </w:r>
              </w:p>
            </w:tc>
            <w:tc>
              <w:tcPr>
                <w:tcW w:w="0" w:type="auto"/>
                <w:vMerge w:val="restart"/>
                <w:tcBorders>
                  <w:top w:val="single" w:sz="4" w:space="0" w:color="auto"/>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Rozhodne sa na základe hodno</w:t>
                </w:r>
                <w:r w:rsidRPr="000B0774">
                  <w:rPr>
                    <w:rStyle w:val="Zkladntext1"/>
                    <w:sz w:val="22"/>
                    <w:szCs w:val="22"/>
                  </w:rPr>
                  <w:softHyphen/>
                  <w:t>tenia rizika po počiatočnej cha</w:t>
                </w:r>
                <w:r w:rsidRPr="000B0774">
                  <w:rPr>
                    <w:rStyle w:val="Zkladntext1"/>
                    <w:sz w:val="22"/>
                    <w:szCs w:val="22"/>
                  </w:rPr>
                  <w:softHyphen/>
                  <w:t>rakterizácii</w:t>
                </w:r>
              </w:p>
            </w:tc>
          </w:tr>
          <w:tr w:rsidR="00670FA7" w:rsidRPr="000B0774" w:rsidTr="007638DF">
            <w:trPr>
              <w:trHeight w:hRule="exact" w:val="581"/>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roofErr w:type="spellStart"/>
                <w:r w:rsidRPr="000B0774">
                  <w:rPr>
                    <w:rStyle w:val="Zkladntext1"/>
                    <w:sz w:val="22"/>
                    <w:szCs w:val="22"/>
                  </w:rPr>
                  <w:t>Dafnia</w:t>
                </w:r>
                <w:proofErr w:type="spellEnd"/>
                <w:r w:rsidRPr="000B0774">
                  <w:rPr>
                    <w:rStyle w:val="Zkladntext1"/>
                    <w:i/>
                    <w:iCs/>
                    <w:sz w:val="22"/>
                    <w:szCs w:val="22"/>
                  </w:rPr>
                  <w:t>(</w:t>
                </w:r>
                <w:proofErr w:type="spellStart"/>
                <w:r w:rsidRPr="000B0774">
                  <w:rPr>
                    <w:rStyle w:val="Zkladntext1"/>
                    <w:i/>
                    <w:iCs/>
                    <w:sz w:val="22"/>
                    <w:szCs w:val="22"/>
                  </w:rPr>
                  <w:t>DaphniamagnaStraus</w:t>
                </w:r>
                <w:proofErr w:type="spellEnd"/>
                <w:r w:rsidRPr="000B0774">
                  <w:rPr>
                    <w:rStyle w:val="Zkladntext1"/>
                    <w:i/>
                    <w:iCs/>
                    <w:sz w:val="22"/>
                    <w:szCs w:val="22"/>
                  </w:rPr>
                  <w:t>)</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EN-ISO 6341</w:t>
                </w: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1210"/>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 xml:space="preserve">Luminiscenčné baktérie </w:t>
                </w:r>
                <w:r w:rsidRPr="000B0774">
                  <w:rPr>
                    <w:rStyle w:val="Zkladntext1"/>
                    <w:i/>
                    <w:iCs/>
                    <w:sz w:val="22"/>
                    <w:szCs w:val="22"/>
                  </w:rPr>
                  <w:t>(</w:t>
                </w:r>
                <w:proofErr w:type="spellStart"/>
                <w:r w:rsidRPr="000B0774">
                  <w:rPr>
                    <w:rStyle w:val="Zkladntext1"/>
                    <w:i/>
                    <w:iCs/>
                    <w:sz w:val="22"/>
                    <w:szCs w:val="22"/>
                  </w:rPr>
                  <w:t>Vibriofi</w:t>
                </w:r>
                <w:r w:rsidRPr="000B0774">
                  <w:rPr>
                    <w:rStyle w:val="Zkladntext1"/>
                    <w:i/>
                    <w:iCs/>
                    <w:sz w:val="22"/>
                    <w:szCs w:val="22"/>
                  </w:rPr>
                  <w:softHyphen/>
                  <w:t>schen</w:t>
                </w:r>
                <w:proofErr w:type="spellEnd"/>
                <w:r w:rsidRPr="000B0774">
                  <w:rPr>
                    <w:rStyle w:val="Zkladntext1"/>
                    <w:i/>
                    <w:iCs/>
                    <w:sz w:val="22"/>
                    <w:szCs w:val="22"/>
                  </w:rPr>
                  <w:t>)</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EN-ISO 11348-1, EN-ISO 11348-2 alebo EN-ISO 11348-3</w:t>
                </w: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576"/>
            </w:trPr>
            <w:tc>
              <w:tcPr>
                <w:tcW w:w="0" w:type="auto"/>
                <w:vMerge/>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 xml:space="preserve">Žaburinka menšia </w:t>
                </w:r>
                <w:r w:rsidRPr="000B0774">
                  <w:rPr>
                    <w:rStyle w:val="Zkladntext1"/>
                    <w:i/>
                    <w:iCs/>
                    <w:sz w:val="22"/>
                    <w:szCs w:val="22"/>
                  </w:rPr>
                  <w:t>(</w:t>
                </w:r>
                <w:proofErr w:type="spellStart"/>
                <w:r w:rsidRPr="000B0774">
                  <w:rPr>
                    <w:rStyle w:val="Zkladntext1"/>
                    <w:i/>
                    <w:iCs/>
                    <w:sz w:val="22"/>
                    <w:szCs w:val="22"/>
                  </w:rPr>
                  <w:t>Lemnaminor</w:t>
                </w:r>
                <w:proofErr w:type="spellEnd"/>
                <w:r w:rsidRPr="000B0774">
                  <w:rPr>
                    <w:rStyle w:val="Zkladntext1"/>
                    <w:i/>
                    <w:iCs/>
                    <w:sz w:val="22"/>
                    <w:szCs w:val="22"/>
                  </w:rPr>
                  <w:t>)</w:t>
                </w:r>
              </w:p>
            </w:tc>
            <w:tc>
              <w:tcPr>
                <w:tcW w:w="0" w:type="auto"/>
                <w:tcBorders>
                  <w:top w:val="single" w:sz="4" w:space="0" w:color="auto"/>
                  <w:left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EN-ISO 20079</w:t>
                </w:r>
              </w:p>
            </w:tc>
            <w:tc>
              <w:tcPr>
                <w:tcW w:w="0" w:type="auto"/>
                <w:vMerge/>
                <w:tcBorders>
                  <w:left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r w:rsidR="00670FA7" w:rsidRPr="000B0774" w:rsidTr="007638DF">
            <w:trPr>
              <w:trHeight w:hRule="exact" w:val="1013"/>
            </w:trPr>
            <w:tc>
              <w:tcPr>
                <w:tcW w:w="0" w:type="auto"/>
                <w:vMerge/>
                <w:tcBorders>
                  <w:bottom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c>
              <w:tcPr>
                <w:tcW w:w="0" w:type="auto"/>
                <w:tcBorders>
                  <w:top w:val="single" w:sz="4" w:space="0" w:color="auto"/>
                  <w:left w:val="single" w:sz="4" w:space="0" w:color="auto"/>
                  <w:bottom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Riasy</w:t>
                </w:r>
              </w:p>
            </w:tc>
            <w:tc>
              <w:tcPr>
                <w:tcW w:w="0" w:type="auto"/>
                <w:tcBorders>
                  <w:top w:val="single" w:sz="4" w:space="0" w:color="auto"/>
                  <w:left w:val="single" w:sz="4" w:space="0" w:color="auto"/>
                  <w:bottom w:val="single" w:sz="4" w:space="0" w:color="auto"/>
                </w:tcBorders>
                <w:shd w:val="clear" w:color="auto" w:fill="FFFFFF"/>
                <w:vAlign w:val="center"/>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r w:rsidRPr="000B0774">
                  <w:rPr>
                    <w:rStyle w:val="Zkladntext1"/>
                    <w:sz w:val="22"/>
                    <w:szCs w:val="22"/>
                  </w:rPr>
                  <w:t>EN-ISO 8692, EN-ISO 10253 alebo EN-ISO 10710</w:t>
                </w:r>
              </w:p>
            </w:tc>
            <w:tc>
              <w:tcPr>
                <w:tcW w:w="0" w:type="auto"/>
                <w:vMerge/>
                <w:tcBorders>
                  <w:left w:val="single" w:sz="4" w:space="0" w:color="auto"/>
                  <w:bottom w:val="single" w:sz="4" w:space="0" w:color="auto"/>
                </w:tcBorders>
                <w:shd w:val="clear" w:color="auto" w:fill="FFFFFF"/>
              </w:tcPr>
              <w:p w:rsidR="00670FA7" w:rsidRPr="000B0774" w:rsidRDefault="00670FA7" w:rsidP="007638DF">
                <w:pPr>
                  <w:pStyle w:val="Zkladntext20"/>
                  <w:shd w:val="clear" w:color="auto" w:fill="auto"/>
                  <w:spacing w:before="0" w:after="0" w:line="170" w:lineRule="exact"/>
                  <w:ind w:left="40" w:firstLine="0"/>
                  <w:jc w:val="center"/>
                  <w:rPr>
                    <w:rStyle w:val="Zkladntext1"/>
                    <w:sz w:val="22"/>
                    <w:szCs w:val="22"/>
                  </w:rPr>
                </w:pPr>
              </w:p>
            </w:tc>
          </w:tr>
        </w:tbl>
        <w:p w:rsidR="00670FA7" w:rsidRPr="000B0774" w:rsidRDefault="00670FA7" w:rsidP="00670FA7">
          <w:pPr>
            <w:pStyle w:val="Zkladntext20"/>
            <w:shd w:val="clear" w:color="auto" w:fill="auto"/>
            <w:spacing w:before="0" w:after="0" w:line="260" w:lineRule="exact"/>
            <w:ind w:left="40" w:firstLine="0"/>
            <w:jc w:val="left"/>
            <w:rPr>
              <w:rStyle w:val="Zkladntext1"/>
              <w:sz w:val="22"/>
              <w:szCs w:val="22"/>
            </w:rPr>
          </w:pPr>
          <w:r w:rsidRPr="000B0774">
            <w:rPr>
              <w:rStyle w:val="Zkladntext1"/>
              <w:sz w:val="22"/>
              <w:szCs w:val="22"/>
            </w:rPr>
            <w:t>(</w:t>
          </w:r>
          <w:r>
            <w:rPr>
              <w:rStyle w:val="Zkladntext1"/>
              <w:sz w:val="22"/>
              <w:szCs w:val="22"/>
            </w:rPr>
            <w:t>1</w:t>
          </w:r>
          <w:r w:rsidRPr="000B0774">
            <w:rPr>
              <w:rStyle w:val="Zkladntext1"/>
              <w:sz w:val="22"/>
              <w:szCs w:val="22"/>
            </w:rPr>
            <w:t>) Frekvencie monitorovania sa môžu upraviť, ak série údajov jasne preukazujú dostatočnú stabilitu.</w:t>
          </w:r>
        </w:p>
        <w:p w:rsidR="00670FA7" w:rsidRPr="000B0774" w:rsidRDefault="00670FA7" w:rsidP="00670FA7">
          <w:pPr>
            <w:pStyle w:val="Zkladntext20"/>
            <w:shd w:val="clear" w:color="auto" w:fill="auto"/>
            <w:spacing w:before="0" w:after="0" w:line="260" w:lineRule="exact"/>
            <w:ind w:left="40" w:firstLine="0"/>
            <w:rPr>
              <w:rStyle w:val="Zkladntext1"/>
              <w:sz w:val="22"/>
              <w:szCs w:val="22"/>
            </w:rPr>
          </w:pPr>
          <w:r>
            <w:rPr>
              <w:rStyle w:val="Zkladntext1"/>
              <w:sz w:val="22"/>
              <w:szCs w:val="22"/>
            </w:rPr>
            <w:lastRenderedPageBreak/>
            <w:t xml:space="preserve">(2) </w:t>
          </w:r>
          <w:r w:rsidRPr="000B0774">
            <w:rPr>
              <w:rStyle w:val="Zkladntext1"/>
              <w:sz w:val="22"/>
              <w:szCs w:val="22"/>
            </w:rPr>
            <w:t>Miesto odberu vzorky sa nachádza tam, kde emisie opúšťajú zariadenie.</w:t>
          </w:r>
        </w:p>
        <w:p w:rsidR="00670FA7" w:rsidRPr="000B0774" w:rsidRDefault="00670FA7" w:rsidP="00670FA7">
          <w:pPr>
            <w:pStyle w:val="Zkladntext20"/>
            <w:shd w:val="clear" w:color="auto" w:fill="auto"/>
            <w:spacing w:before="0" w:after="0" w:line="260" w:lineRule="exact"/>
            <w:ind w:left="40" w:firstLine="0"/>
            <w:rPr>
              <w:rStyle w:val="Zkladntext1"/>
              <w:sz w:val="22"/>
              <w:szCs w:val="22"/>
            </w:rPr>
          </w:pPr>
          <w:r>
            <w:rPr>
              <w:rStyle w:val="Zkladntext1"/>
              <w:sz w:val="22"/>
              <w:szCs w:val="22"/>
            </w:rPr>
            <w:t xml:space="preserve">(3) </w:t>
          </w:r>
          <w:r w:rsidRPr="000B0774">
            <w:rPr>
              <w:rStyle w:val="Zkladntext1"/>
              <w:sz w:val="22"/>
              <w:szCs w:val="22"/>
            </w:rPr>
            <w:t xml:space="preserve">Monitorovanie TOC a COD sú alternatívy. Uprednostňuje sa monitorovanie </w:t>
          </w:r>
          <w:r>
            <w:rPr>
              <w:rStyle w:val="Zkladntext1"/>
              <w:sz w:val="22"/>
              <w:szCs w:val="22"/>
            </w:rPr>
            <w:t>TOC</w:t>
          </w:r>
          <w:r w:rsidRPr="000B0774">
            <w:rPr>
              <w:rStyle w:val="Zkladntext1"/>
              <w:sz w:val="22"/>
              <w:szCs w:val="22"/>
            </w:rPr>
            <w:t>, pretože nevyžaduje používanie veľmi toxických zlúčenín.</w:t>
          </w:r>
        </w:p>
        <w:p w:rsidR="00670FA7" w:rsidRPr="000B0774" w:rsidRDefault="00670FA7" w:rsidP="00844C89">
          <w:pPr>
            <w:pStyle w:val="Zkladntext20"/>
            <w:shd w:val="clear" w:color="auto" w:fill="auto"/>
            <w:spacing w:before="0" w:after="0" w:line="260" w:lineRule="exact"/>
            <w:ind w:left="40" w:firstLine="0"/>
            <w:rPr>
              <w:rStyle w:val="Zkladntext1"/>
              <w:sz w:val="22"/>
              <w:szCs w:val="22"/>
            </w:rPr>
          </w:pPr>
          <w:r>
            <w:rPr>
              <w:rStyle w:val="Zkladntext1"/>
              <w:sz w:val="22"/>
              <w:szCs w:val="22"/>
            </w:rPr>
            <w:t xml:space="preserve">(4) </w:t>
          </w:r>
          <w:r w:rsidRPr="000B0774">
            <w:rPr>
              <w:rStyle w:val="Zkladntext1"/>
              <w:sz w:val="22"/>
              <w:szCs w:val="22"/>
            </w:rPr>
            <w:t xml:space="preserve">Monitorovanie TN a </w:t>
          </w:r>
          <w:proofErr w:type="spellStart"/>
          <w:r w:rsidRPr="000B0774">
            <w:rPr>
              <w:rStyle w:val="Zkladntext1"/>
              <w:sz w:val="22"/>
              <w:szCs w:val="22"/>
            </w:rPr>
            <w:t>N</w:t>
          </w:r>
          <w:r w:rsidRPr="00844C89">
            <w:rPr>
              <w:rStyle w:val="Zkladntext1"/>
              <w:sz w:val="22"/>
              <w:szCs w:val="22"/>
              <w:vertAlign w:val="subscript"/>
            </w:rPr>
            <w:t>ano</w:t>
          </w:r>
          <w:r w:rsidR="00844C89" w:rsidRPr="00844C89">
            <w:rPr>
              <w:rStyle w:val="Zkladntext1"/>
              <w:sz w:val="22"/>
              <w:szCs w:val="22"/>
              <w:vertAlign w:val="subscript"/>
            </w:rPr>
            <w:t>r</w:t>
          </w:r>
          <w:r w:rsidRPr="00844C89">
            <w:rPr>
              <w:rStyle w:val="Zkladntext1"/>
              <w:sz w:val="22"/>
              <w:szCs w:val="22"/>
              <w:vertAlign w:val="subscript"/>
            </w:rPr>
            <w:t>g</w:t>
          </w:r>
          <w:proofErr w:type="spellEnd"/>
          <w:r w:rsidRPr="000B0774">
            <w:rPr>
              <w:rStyle w:val="Zkladntext1"/>
              <w:sz w:val="22"/>
              <w:szCs w:val="22"/>
            </w:rPr>
            <w:t xml:space="preserve"> sú alternatívy.</w:t>
          </w:r>
        </w:p>
        <w:p w:rsidR="00670FA7" w:rsidRPr="003530F8" w:rsidRDefault="00670FA7" w:rsidP="00670FA7">
          <w:pPr>
            <w:pStyle w:val="Zkladntext20"/>
            <w:shd w:val="clear" w:color="auto" w:fill="auto"/>
            <w:spacing w:before="0" w:after="0" w:line="260" w:lineRule="exact"/>
            <w:ind w:left="40" w:firstLine="0"/>
            <w:rPr>
              <w:rFonts w:ascii="Times New Roman" w:hAnsi="Times New Roman"/>
              <w:sz w:val="24"/>
              <w:szCs w:val="24"/>
            </w:rPr>
          </w:pPr>
          <w:r>
            <w:rPr>
              <w:rStyle w:val="Zkladntext1"/>
              <w:sz w:val="22"/>
              <w:szCs w:val="22"/>
            </w:rPr>
            <w:t xml:space="preserve">(5) </w:t>
          </w:r>
          <w:r w:rsidRPr="000B0774">
            <w:rPr>
              <w:rStyle w:val="Zkladntext1"/>
              <w:sz w:val="22"/>
              <w:szCs w:val="22"/>
            </w:rPr>
            <w:t>Môže sa používať vhodná kombinácia týchto metód.</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793435226"/>
          <w:placeholder>
            <w:docPart w:val="C62EE0743FCE4CAD9B732CD95E6ACA17"/>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Pr>
              <w:rStyle w:val="Siln"/>
              <w:rFonts w:ascii="Times New Roman" w:hAnsi="Times New Roman"/>
              <w:sz w:val="24"/>
              <w:szCs w:val="24"/>
            </w:rPr>
            <w:t>Čiastočne dodržaná</w:t>
          </w:r>
        </w:sdtContent>
      </w:sdt>
    </w:p>
    <w:p w:rsidR="00670FA7" w:rsidRDefault="00670FA7" w:rsidP="00670FA7">
      <w:pPr>
        <w:tabs>
          <w:tab w:val="left" w:pos="708"/>
          <w:tab w:val="left" w:pos="1416"/>
          <w:tab w:val="left" w:pos="2925"/>
        </w:tabs>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403838770"/>
          <w:placeholder>
            <w:docPart w:val="C6E86283948D4D42914A35DB39BCF5C2"/>
          </w:placeholder>
          <w:dropDownList>
            <w:listItem w:value="Vyberte položku."/>
            <w:listItem w:displayText="Áno" w:value="Áno"/>
            <w:listItem w:displayText="Nie" w:value="Nie"/>
          </w:dropDownList>
        </w:sdtPr>
        <w:sdtEndPr>
          <w:rPr>
            <w:rStyle w:val="Predvolenpsmoodseku"/>
            <w:b w:val="0"/>
            <w:bCs w:val="0"/>
          </w:rPr>
        </w:sdtEndPr>
        <w:sdtContent>
          <w:r w:rsidR="00D041CB">
            <w:rPr>
              <w:rStyle w:val="Siln"/>
              <w:rFonts w:ascii="Times New Roman" w:hAnsi="Times New Roman"/>
              <w:sz w:val="24"/>
              <w:szCs w:val="24"/>
            </w:rPr>
            <w:t>Áno</w:t>
          </w:r>
        </w:sdtContent>
      </w:sdt>
      <w:r>
        <w:rPr>
          <w:rFonts w:ascii="Times New Roman" w:hAnsi="Times New Roman"/>
          <w:sz w:val="24"/>
          <w:szCs w:val="24"/>
        </w:rPr>
        <w:tab/>
      </w:r>
    </w:p>
    <w:sdt>
      <w:sdtPr>
        <w:rPr>
          <w:rFonts w:ascii="Times New Roman" w:hAnsi="Times New Roman"/>
          <w:b w:val="0"/>
          <w:bCs w:val="0"/>
          <w:sz w:val="24"/>
          <w:szCs w:val="24"/>
        </w:rPr>
        <w:id w:val="-1511830065"/>
        <w:placeholder>
          <w:docPart w:val="C78B9253A883436EB85A3DC94E33BDBA"/>
        </w:placeholder>
      </w:sdtPr>
      <w:sdtEndPr/>
      <w:sdtContent>
        <w:p w:rsidR="00670FA7" w:rsidRPr="00DB76C7" w:rsidRDefault="00D041CB" w:rsidP="00DB76C7">
          <w:pPr>
            <w:pStyle w:val="Bodytext20"/>
            <w:shd w:val="clear" w:color="auto" w:fill="auto"/>
            <w:spacing w:before="0"/>
            <w:jc w:val="both"/>
            <w:rPr>
              <w:rFonts w:ascii="Times New Roman" w:hAnsi="Times New Roman"/>
              <w:b w:val="0"/>
              <w:bCs w:val="0"/>
              <w:sz w:val="24"/>
              <w:szCs w:val="24"/>
            </w:rPr>
          </w:pPr>
          <w:r w:rsidRPr="00DB76C7">
            <w:rPr>
              <w:rFonts w:ascii="Times New Roman" w:hAnsi="Times New Roman"/>
              <w:b w:val="0"/>
              <w:bCs w:val="0"/>
              <w:sz w:val="24"/>
              <w:szCs w:val="24"/>
            </w:rPr>
            <w:t>Analýzy TOC</w:t>
          </w:r>
          <w:r w:rsidR="003424A9" w:rsidRPr="00DB76C7">
            <w:rPr>
              <w:rFonts w:ascii="Times New Roman" w:hAnsi="Times New Roman"/>
              <w:b w:val="0"/>
              <w:bCs w:val="0"/>
              <w:sz w:val="24"/>
              <w:szCs w:val="24"/>
            </w:rPr>
            <w:t>-</w:t>
          </w:r>
          <w:r w:rsidRPr="00DB76C7">
            <w:rPr>
              <w:rFonts w:ascii="Times New Roman" w:hAnsi="Times New Roman"/>
              <w:b w:val="0"/>
              <w:bCs w:val="0"/>
              <w:sz w:val="24"/>
              <w:szCs w:val="24"/>
            </w:rPr>
            <w:t xml:space="preserve">COD, TSS, TN, </w:t>
          </w:r>
          <w:proofErr w:type="spellStart"/>
          <w:r w:rsidRPr="00DB76C7">
            <w:rPr>
              <w:rFonts w:ascii="Times New Roman" w:hAnsi="Times New Roman"/>
              <w:b w:val="0"/>
              <w:bCs w:val="0"/>
              <w:sz w:val="24"/>
              <w:szCs w:val="24"/>
            </w:rPr>
            <w:t>N</w:t>
          </w:r>
          <w:r w:rsidRPr="00DB76C7">
            <w:rPr>
              <w:rFonts w:ascii="Times New Roman" w:hAnsi="Times New Roman"/>
              <w:b w:val="0"/>
              <w:bCs w:val="0"/>
              <w:sz w:val="24"/>
              <w:szCs w:val="24"/>
              <w:vertAlign w:val="subscript"/>
            </w:rPr>
            <w:t>anorg</w:t>
          </w:r>
          <w:proofErr w:type="spellEnd"/>
          <w:r w:rsidRPr="00DB76C7">
            <w:rPr>
              <w:rFonts w:ascii="Times New Roman" w:hAnsi="Times New Roman"/>
              <w:b w:val="0"/>
              <w:bCs w:val="0"/>
              <w:sz w:val="24"/>
              <w:szCs w:val="24"/>
            </w:rPr>
            <w:t>, TP</w:t>
          </w:r>
          <w:r w:rsidR="00925AF8" w:rsidRPr="00DB76C7">
            <w:rPr>
              <w:rFonts w:ascii="Times New Roman" w:hAnsi="Times New Roman"/>
              <w:b w:val="0"/>
              <w:bCs w:val="0"/>
              <w:sz w:val="24"/>
              <w:szCs w:val="24"/>
            </w:rPr>
            <w:t>, AOX</w:t>
          </w:r>
          <w:r w:rsidR="00BB74A3">
            <w:rPr>
              <w:rFonts w:ascii="Times New Roman" w:hAnsi="Times New Roman"/>
              <w:b w:val="0"/>
              <w:bCs w:val="0"/>
              <w:sz w:val="24"/>
              <w:szCs w:val="24"/>
            </w:rPr>
            <w:t xml:space="preserve"> </w:t>
          </w:r>
          <w:r w:rsidR="003F344B" w:rsidRPr="00DB76C7">
            <w:rPr>
              <w:rFonts w:ascii="Times New Roman" w:hAnsi="Times New Roman"/>
              <w:b w:val="0"/>
              <w:bCs w:val="0"/>
              <w:sz w:val="24"/>
              <w:szCs w:val="24"/>
            </w:rPr>
            <w:t xml:space="preserve">a kovov </w:t>
          </w:r>
          <w:proofErr w:type="spellStart"/>
          <w:r w:rsidR="007E5DA1" w:rsidRPr="00DB76C7">
            <w:rPr>
              <w:rFonts w:ascii="Times New Roman" w:hAnsi="Times New Roman"/>
              <w:b w:val="0"/>
              <w:bCs w:val="0"/>
              <w:sz w:val="24"/>
              <w:szCs w:val="24"/>
            </w:rPr>
            <w:t>Cr</w:t>
          </w:r>
          <w:r w:rsidR="007E5DA1" w:rsidRPr="00DB76C7">
            <w:rPr>
              <w:rFonts w:ascii="Times New Roman" w:hAnsi="Times New Roman"/>
              <w:b w:val="0"/>
              <w:bCs w:val="0"/>
              <w:sz w:val="24"/>
              <w:szCs w:val="24"/>
              <w:vertAlign w:val="subscript"/>
            </w:rPr>
            <w:t>celk</w:t>
          </w:r>
          <w:proofErr w:type="spellEnd"/>
          <w:r w:rsidR="007E5DA1" w:rsidRPr="00DB76C7">
            <w:rPr>
              <w:rFonts w:ascii="Times New Roman" w:hAnsi="Times New Roman"/>
              <w:b w:val="0"/>
              <w:bCs w:val="0"/>
              <w:sz w:val="24"/>
              <w:szCs w:val="24"/>
            </w:rPr>
            <w:t xml:space="preserve">, </w:t>
          </w:r>
          <w:proofErr w:type="spellStart"/>
          <w:r w:rsidR="007E5DA1" w:rsidRPr="00DB76C7">
            <w:rPr>
              <w:rFonts w:ascii="Times New Roman" w:hAnsi="Times New Roman"/>
              <w:b w:val="0"/>
              <w:bCs w:val="0"/>
              <w:sz w:val="24"/>
              <w:szCs w:val="24"/>
            </w:rPr>
            <w:t>Ni</w:t>
          </w:r>
          <w:proofErr w:type="spellEnd"/>
          <w:r w:rsidR="007E5DA1" w:rsidRPr="00DB76C7">
            <w:rPr>
              <w:rFonts w:ascii="Times New Roman" w:hAnsi="Times New Roman"/>
              <w:b w:val="0"/>
              <w:bCs w:val="0"/>
              <w:sz w:val="24"/>
              <w:szCs w:val="24"/>
            </w:rPr>
            <w:t xml:space="preserve">, </w:t>
          </w:r>
          <w:proofErr w:type="spellStart"/>
          <w:r w:rsidR="007E5DA1" w:rsidRPr="00DB76C7">
            <w:rPr>
              <w:rFonts w:ascii="Times New Roman" w:hAnsi="Times New Roman"/>
              <w:b w:val="0"/>
              <w:bCs w:val="0"/>
              <w:sz w:val="24"/>
              <w:szCs w:val="24"/>
            </w:rPr>
            <w:t>Z</w:t>
          </w:r>
          <w:r w:rsidR="007117BE">
            <w:rPr>
              <w:rFonts w:ascii="Times New Roman" w:hAnsi="Times New Roman"/>
              <w:b w:val="0"/>
              <w:bCs w:val="0"/>
              <w:sz w:val="24"/>
              <w:szCs w:val="24"/>
            </w:rPr>
            <w:t>n</w:t>
          </w:r>
          <w:proofErr w:type="spellEnd"/>
          <w:r w:rsidR="007E5DA1" w:rsidRPr="00DB76C7">
            <w:rPr>
              <w:rFonts w:ascii="Times New Roman" w:hAnsi="Times New Roman"/>
              <w:b w:val="0"/>
              <w:bCs w:val="0"/>
              <w:sz w:val="24"/>
              <w:szCs w:val="24"/>
            </w:rPr>
            <w:t xml:space="preserve"> a </w:t>
          </w:r>
          <w:proofErr w:type="spellStart"/>
          <w:r w:rsidR="007E5DA1" w:rsidRPr="00DB76C7">
            <w:rPr>
              <w:rFonts w:ascii="Times New Roman" w:hAnsi="Times New Roman"/>
              <w:b w:val="0"/>
              <w:bCs w:val="0"/>
              <w:sz w:val="24"/>
              <w:szCs w:val="24"/>
            </w:rPr>
            <w:t>Pb</w:t>
          </w:r>
          <w:proofErr w:type="spellEnd"/>
          <w:r w:rsidR="000772BA">
            <w:rPr>
              <w:rFonts w:ascii="Times New Roman" w:hAnsi="Times New Roman"/>
              <w:b w:val="0"/>
              <w:bCs w:val="0"/>
              <w:sz w:val="24"/>
              <w:szCs w:val="24"/>
            </w:rPr>
            <w:t xml:space="preserve"> </w:t>
          </w:r>
          <w:r w:rsidR="00894643" w:rsidRPr="00DB76C7">
            <w:rPr>
              <w:rFonts w:ascii="Times New Roman" w:hAnsi="Times New Roman"/>
              <w:b w:val="0"/>
              <w:bCs w:val="0"/>
              <w:sz w:val="24"/>
              <w:szCs w:val="24"/>
            </w:rPr>
            <w:t xml:space="preserve">sú zabezpečované v akreditovanom laboratóriu. Perióda externých analýz je zabezpečovaná v zmysle integrovaného povolenia pre prevádzku. </w:t>
          </w:r>
          <w:r w:rsidR="00925AF8" w:rsidRPr="00DB76C7">
            <w:rPr>
              <w:rFonts w:ascii="Times New Roman" w:hAnsi="Times New Roman"/>
              <w:b w:val="0"/>
              <w:bCs w:val="0"/>
              <w:sz w:val="24"/>
              <w:szCs w:val="24"/>
            </w:rPr>
            <w:t xml:space="preserve">V integrovanom povolení je určené monitorovanie ďalších parametrov ako </w:t>
          </w:r>
          <w:r w:rsidR="00170CC5" w:rsidRPr="00DB76C7">
            <w:rPr>
              <w:rFonts w:ascii="Times New Roman" w:hAnsi="Times New Roman"/>
              <w:b w:val="0"/>
              <w:bCs w:val="0"/>
              <w:sz w:val="24"/>
              <w:szCs w:val="24"/>
            </w:rPr>
            <w:t xml:space="preserve">BSK, NEL </w:t>
          </w:r>
          <w:r w:rsidR="00832AA5" w:rsidRPr="00DB76C7">
            <w:rPr>
              <w:rFonts w:ascii="Times New Roman" w:hAnsi="Times New Roman"/>
              <w:b w:val="0"/>
              <w:bCs w:val="0"/>
              <w:sz w:val="24"/>
              <w:szCs w:val="24"/>
            </w:rPr>
            <w:t xml:space="preserve">a kovov </w:t>
          </w:r>
          <w:proofErr w:type="spellStart"/>
          <w:r w:rsidR="00925AF8" w:rsidRPr="00DB76C7">
            <w:rPr>
              <w:rFonts w:ascii="Times New Roman" w:hAnsi="Times New Roman"/>
              <w:b w:val="0"/>
              <w:bCs w:val="0"/>
              <w:sz w:val="24"/>
              <w:szCs w:val="24"/>
            </w:rPr>
            <w:t>Al</w:t>
          </w:r>
          <w:proofErr w:type="spellEnd"/>
          <w:r w:rsidR="00925AF8" w:rsidRPr="00DB76C7">
            <w:rPr>
              <w:rFonts w:ascii="Times New Roman" w:hAnsi="Times New Roman"/>
              <w:b w:val="0"/>
              <w:bCs w:val="0"/>
              <w:sz w:val="24"/>
              <w:szCs w:val="24"/>
            </w:rPr>
            <w:t xml:space="preserve"> a </w:t>
          </w:r>
          <w:proofErr w:type="spellStart"/>
          <w:r w:rsidR="00925AF8" w:rsidRPr="00DB76C7">
            <w:rPr>
              <w:rFonts w:ascii="Times New Roman" w:hAnsi="Times New Roman"/>
              <w:b w:val="0"/>
              <w:bCs w:val="0"/>
              <w:sz w:val="24"/>
              <w:szCs w:val="24"/>
            </w:rPr>
            <w:t>Fe</w:t>
          </w:r>
          <w:proofErr w:type="spellEnd"/>
          <w:r w:rsidR="00925AF8" w:rsidRPr="00DB76C7">
            <w:rPr>
              <w:rFonts w:ascii="Times New Roman" w:hAnsi="Times New Roman"/>
              <w:b w:val="0"/>
              <w:bCs w:val="0"/>
              <w:sz w:val="24"/>
              <w:szCs w:val="24"/>
            </w:rPr>
            <w:t xml:space="preserve">. </w:t>
          </w:r>
          <w:r w:rsidR="00DB76C7" w:rsidRPr="00DB76C7">
            <w:rPr>
              <w:rFonts w:ascii="Times New Roman" w:hAnsi="Times New Roman"/>
              <w:b w:val="0"/>
              <w:bCs w:val="0"/>
              <w:sz w:val="24"/>
              <w:szCs w:val="24"/>
            </w:rPr>
            <w:t xml:space="preserve">Početnosť odberu vzoriek je 2x mesačne. </w:t>
          </w:r>
          <w:r w:rsidR="00925AF8" w:rsidRPr="00DB76C7">
            <w:rPr>
              <w:rFonts w:ascii="Times New Roman" w:hAnsi="Times New Roman"/>
              <w:b w:val="0"/>
              <w:bCs w:val="0"/>
              <w:sz w:val="24"/>
              <w:szCs w:val="24"/>
            </w:rPr>
            <w:t>Nie je určené monitorovanie</w:t>
          </w:r>
          <w:r w:rsidR="008F23DB">
            <w:rPr>
              <w:rFonts w:ascii="Times New Roman" w:hAnsi="Times New Roman"/>
              <w:b w:val="0"/>
              <w:bCs w:val="0"/>
              <w:sz w:val="24"/>
              <w:szCs w:val="24"/>
            </w:rPr>
            <w:t xml:space="preserve"> </w:t>
          </w:r>
          <w:r w:rsidR="00170CC5" w:rsidRPr="00DB76C7">
            <w:rPr>
              <w:rFonts w:ascii="Times New Roman" w:hAnsi="Times New Roman"/>
              <w:b w:val="0"/>
              <w:bCs w:val="0"/>
              <w:sz w:val="24"/>
              <w:szCs w:val="24"/>
            </w:rPr>
            <w:t>toxicity a</w:t>
          </w:r>
          <w:r w:rsidR="00D142F4" w:rsidRPr="00DB76C7">
            <w:rPr>
              <w:rFonts w:ascii="Times New Roman" w:hAnsi="Times New Roman"/>
              <w:b w:val="0"/>
              <w:bCs w:val="0"/>
              <w:sz w:val="24"/>
              <w:szCs w:val="24"/>
            </w:rPr>
            <w:t> </w:t>
          </w:r>
          <w:proofErr w:type="spellStart"/>
          <w:r w:rsidR="00925AF8" w:rsidRPr="00DB76C7">
            <w:rPr>
              <w:rFonts w:ascii="Times New Roman" w:hAnsi="Times New Roman"/>
              <w:b w:val="0"/>
              <w:bCs w:val="0"/>
              <w:sz w:val="24"/>
              <w:szCs w:val="24"/>
            </w:rPr>
            <w:t>Cu</w:t>
          </w:r>
          <w:proofErr w:type="spellEnd"/>
          <w:r w:rsidR="00D142F4" w:rsidRPr="00DB76C7">
            <w:rPr>
              <w:rFonts w:ascii="Times New Roman" w:hAnsi="Times New Roman"/>
              <w:b w:val="0"/>
              <w:bCs w:val="0"/>
              <w:sz w:val="24"/>
              <w:szCs w:val="24"/>
            </w:rPr>
            <w:t>.</w:t>
          </w:r>
          <w:r w:rsidR="008F23DB">
            <w:rPr>
              <w:rFonts w:ascii="Times New Roman" w:hAnsi="Times New Roman"/>
              <w:b w:val="0"/>
              <w:bCs w:val="0"/>
              <w:sz w:val="24"/>
              <w:szCs w:val="24"/>
            </w:rPr>
            <w:t xml:space="preserve"> </w:t>
          </w:r>
          <w:r w:rsidR="00894643" w:rsidRPr="00DB76C7">
            <w:rPr>
              <w:rFonts w:ascii="Times New Roman" w:hAnsi="Times New Roman"/>
              <w:b w:val="0"/>
              <w:bCs w:val="0"/>
              <w:sz w:val="24"/>
              <w:szCs w:val="24"/>
            </w:rPr>
            <w:t>Vykonáva</w:t>
          </w:r>
          <w:r w:rsidR="00A93833" w:rsidRPr="00DB76C7">
            <w:rPr>
              <w:rFonts w:ascii="Times New Roman" w:hAnsi="Times New Roman"/>
              <w:b w:val="0"/>
              <w:bCs w:val="0"/>
              <w:sz w:val="24"/>
              <w:szCs w:val="24"/>
            </w:rPr>
            <w:t>jú</w:t>
          </w:r>
          <w:r w:rsidR="00894643" w:rsidRPr="00DB76C7">
            <w:rPr>
              <w:rFonts w:ascii="Times New Roman" w:hAnsi="Times New Roman"/>
              <w:b w:val="0"/>
              <w:bCs w:val="0"/>
              <w:sz w:val="24"/>
              <w:szCs w:val="24"/>
            </w:rPr>
            <w:t xml:space="preserve"> sa aj interné analýzy na základe sledovania prevádzky a interných predpisov.</w:t>
          </w:r>
        </w:p>
      </w:sdtContent>
    </w:sdt>
    <w:p w:rsidR="00670FA7" w:rsidRPr="009B2F53" w:rsidRDefault="00416E00" w:rsidP="00670FA7">
      <w:pPr>
        <w:pStyle w:val="Odsekzoznamu"/>
        <w:numPr>
          <w:ilvl w:val="0"/>
          <w:numId w:val="5"/>
        </w:numPr>
        <w:spacing w:after="0" w:line="300" w:lineRule="exact"/>
        <w:ind w:left="426" w:hanging="426"/>
        <w:rPr>
          <w:rFonts w:asciiTheme="majorBidi" w:hAnsiTheme="majorBidi" w:cstheme="majorBidi"/>
          <w:sz w:val="24"/>
          <w:szCs w:val="24"/>
        </w:rPr>
      </w:pPr>
      <w:sdt>
        <w:sdtPr>
          <w:rPr>
            <w:rStyle w:val="Siln"/>
            <w:rFonts w:asciiTheme="majorBidi" w:hAnsiTheme="majorBidi" w:cstheme="majorBidi"/>
            <w:sz w:val="24"/>
            <w:szCs w:val="24"/>
          </w:rPr>
          <w:id w:val="692343774"/>
          <w:placeholder>
            <w:docPart w:val="977659CFE47A4E48BF9AFE7DBEB98A4E"/>
          </w:placeholder>
        </w:sdtPr>
        <w:sdtEndPr>
          <w:rPr>
            <w:rStyle w:val="Predvolenpsmoodseku"/>
            <w:b w:val="0"/>
            <w:bCs w:val="0"/>
          </w:rPr>
        </w:sdtEndPr>
        <w:sdtContent>
          <w:r w:rsidR="00670FA7" w:rsidRPr="009B2F53">
            <w:rPr>
              <w:rFonts w:asciiTheme="majorBidi" w:hAnsiTheme="majorBidi" w:cstheme="majorBidi"/>
              <w:b/>
              <w:bCs/>
              <w:sz w:val="24"/>
              <w:szCs w:val="24"/>
            </w:rPr>
            <w:t>BAT 5</w:t>
          </w:r>
          <w:r w:rsidR="00670FA7">
            <w:rPr>
              <w:rFonts w:asciiTheme="majorBidi" w:hAnsiTheme="majorBidi" w:cstheme="majorBidi"/>
              <w:b/>
              <w:bCs/>
              <w:sz w:val="24"/>
              <w:szCs w:val="24"/>
            </w:rPr>
            <w:t>.</w:t>
          </w:r>
        </w:sdtContent>
      </w:sdt>
    </w:p>
    <w:sdt>
      <w:sdtPr>
        <w:rPr>
          <w:rFonts w:ascii="Times New Roman" w:hAnsi="Times New Roman"/>
          <w:sz w:val="24"/>
          <w:szCs w:val="24"/>
        </w:rPr>
        <w:id w:val="-878622004"/>
        <w:placeholder>
          <w:docPart w:val="977659CFE47A4E48BF9AFE7DBEB98A4E"/>
        </w:placeholder>
      </w:sdtPr>
      <w:sdtEndPr/>
      <w:sdtContent>
        <w:p w:rsidR="00670FA7" w:rsidRPr="009B2F53" w:rsidRDefault="00670FA7" w:rsidP="00670FA7">
          <w:pPr>
            <w:pStyle w:val="Zarkazkladnhotextu"/>
            <w:spacing w:after="0"/>
            <w:ind w:left="0"/>
            <w:jc w:val="both"/>
            <w:rPr>
              <w:rFonts w:ascii="Times New Roman" w:hAnsi="Times New Roman"/>
              <w:sz w:val="24"/>
              <w:szCs w:val="24"/>
            </w:rPr>
          </w:pPr>
          <w:r w:rsidRPr="009B2F53">
            <w:rPr>
              <w:rFonts w:asciiTheme="majorBidi" w:hAnsiTheme="majorBidi" w:cstheme="majorBidi"/>
              <w:sz w:val="24"/>
              <w:szCs w:val="24"/>
            </w:rPr>
            <w:t>Najlepšou dostupnou technikou (BAT) je pravidelné monitorovanie emisií difúznych VOC do ovzdušia z príslušných zdrojov pomocou vhodnej kombinácie techník I – III, alebo v prípade, že sa pracuje s veľkými množstvami VOC, pomocou všetkých techník I – III.</w:t>
          </w:r>
          <w:r>
            <w:rPr>
              <w:rFonts w:ascii="Times New Roman" w:hAnsi="Times New Roman"/>
              <w:sz w:val="24"/>
              <w:szCs w:val="24"/>
            </w:rPr>
            <w:t>...</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676036591"/>
          <w:placeholder>
            <w:docPart w:val="60B5D9D87A874001AC80EF8111ED75F6"/>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1835254337"/>
          <w:placeholder>
            <w:docPart w:val="982E8D2A71A74E9E89054F3D829692B0"/>
          </w:placeholder>
          <w:dropDownList>
            <w:listItem w:value="Vyberte položku."/>
            <w:listItem w:displayText="Áno" w:value="Áno"/>
            <w:listItem w:displayText="Nie" w:value="Nie"/>
          </w:dropDownList>
        </w:sdtPr>
        <w:sdtEndPr>
          <w:rPr>
            <w:rStyle w:val="Predvolenpsmoodseku"/>
            <w:b w:val="0"/>
            <w:bCs w:val="0"/>
          </w:rPr>
        </w:sdtEndPr>
        <w:sdtContent>
          <w:r>
            <w:rPr>
              <w:rStyle w:val="Siln"/>
              <w:rFonts w:ascii="Times New Roman" w:hAnsi="Times New Roman"/>
              <w:sz w:val="24"/>
              <w:szCs w:val="24"/>
            </w:rPr>
            <w:t>Áno</w:t>
          </w:r>
        </w:sdtContent>
      </w:sdt>
    </w:p>
    <w:sdt>
      <w:sdtPr>
        <w:rPr>
          <w:rFonts w:ascii="Times New Roman" w:hAnsi="Times New Roman"/>
          <w:b/>
          <w:bCs/>
          <w:sz w:val="24"/>
          <w:szCs w:val="24"/>
        </w:rPr>
        <w:id w:val="-1599483484"/>
        <w:placeholder>
          <w:docPart w:val="977659CFE47A4E48BF9AFE7DBEB98A4E"/>
        </w:placeholder>
      </w:sdtPr>
      <w:sdtEndPr/>
      <w:sdtContent>
        <w:p w:rsidR="00670FA7" w:rsidRDefault="002F12A4" w:rsidP="002F12A4">
          <w:pPr>
            <w:spacing w:after="0" w:line="300" w:lineRule="exact"/>
            <w:jc w:val="both"/>
            <w:rPr>
              <w:rFonts w:ascii="Times New Roman" w:hAnsi="Times New Roman"/>
              <w:b/>
              <w:bCs/>
              <w:sz w:val="24"/>
              <w:szCs w:val="24"/>
            </w:rPr>
          </w:pPr>
          <w:r>
            <w:rPr>
              <w:rFonts w:ascii="Times New Roman" w:hAnsi="Times New Roman"/>
              <w:sz w:val="24"/>
              <w:szCs w:val="24"/>
            </w:rPr>
            <w:t xml:space="preserve">Meranie VOC v otvorenej prevádzke nie je relevantné, ale množstvo VOC ako </w:t>
          </w:r>
          <w:proofErr w:type="spellStart"/>
          <w:r>
            <w:rPr>
              <w:rFonts w:ascii="Times New Roman" w:hAnsi="Times New Roman"/>
              <w:sz w:val="24"/>
              <w:szCs w:val="24"/>
            </w:rPr>
            <w:t>fugitívne</w:t>
          </w:r>
          <w:proofErr w:type="spellEnd"/>
          <w:r>
            <w:rPr>
              <w:rFonts w:ascii="Times New Roman" w:hAnsi="Times New Roman"/>
              <w:sz w:val="24"/>
              <w:szCs w:val="24"/>
            </w:rPr>
            <w:t xml:space="preserve"> emisie sa vypočíta na základe schváleného výpočtu množstva emisií z BSK5.</w:t>
          </w:r>
        </w:p>
      </w:sdtContent>
    </w:sdt>
    <w:p w:rsidR="004F48F8" w:rsidRPr="009B2F53" w:rsidRDefault="00416E00" w:rsidP="004F48F8">
      <w:pPr>
        <w:pStyle w:val="Odsekzoznamu"/>
        <w:numPr>
          <w:ilvl w:val="0"/>
          <w:numId w:val="5"/>
        </w:numPr>
        <w:spacing w:after="0" w:line="300" w:lineRule="exact"/>
        <w:ind w:left="426" w:hanging="426"/>
        <w:rPr>
          <w:rFonts w:asciiTheme="majorBidi" w:hAnsiTheme="majorBidi" w:cstheme="majorBidi"/>
          <w:sz w:val="24"/>
          <w:szCs w:val="24"/>
        </w:rPr>
      </w:pPr>
      <w:sdt>
        <w:sdtPr>
          <w:rPr>
            <w:rStyle w:val="Siln"/>
            <w:rFonts w:asciiTheme="majorBidi" w:hAnsiTheme="majorBidi" w:cstheme="majorBidi"/>
            <w:sz w:val="24"/>
            <w:szCs w:val="24"/>
          </w:rPr>
          <w:id w:val="10336814"/>
          <w:placeholder>
            <w:docPart w:val="9A63424A8306423784B95A0EE31B4DB1"/>
          </w:placeholder>
        </w:sdtPr>
        <w:sdtEndPr>
          <w:rPr>
            <w:rStyle w:val="Predvolenpsmoodseku"/>
            <w:b w:val="0"/>
            <w:bCs w:val="0"/>
          </w:rPr>
        </w:sdtEndPr>
        <w:sdtContent>
          <w:r w:rsidR="004F48F8" w:rsidRPr="009B2F53">
            <w:rPr>
              <w:rFonts w:asciiTheme="majorBidi" w:hAnsiTheme="majorBidi" w:cstheme="majorBidi"/>
              <w:b/>
              <w:bCs/>
              <w:sz w:val="24"/>
              <w:szCs w:val="24"/>
            </w:rPr>
            <w:t xml:space="preserve">BAT </w:t>
          </w:r>
          <w:r w:rsidR="004F48F8">
            <w:rPr>
              <w:rFonts w:asciiTheme="majorBidi" w:hAnsiTheme="majorBidi" w:cstheme="majorBidi"/>
              <w:b/>
              <w:bCs/>
              <w:sz w:val="24"/>
              <w:szCs w:val="24"/>
            </w:rPr>
            <w:t>7.</w:t>
          </w:r>
        </w:sdtContent>
      </w:sdt>
    </w:p>
    <w:sdt>
      <w:sdtPr>
        <w:rPr>
          <w:rFonts w:ascii="Times New Roman" w:hAnsi="Times New Roman"/>
          <w:sz w:val="24"/>
          <w:szCs w:val="24"/>
        </w:rPr>
        <w:id w:val="10336815"/>
        <w:placeholder>
          <w:docPart w:val="9A63424A8306423784B95A0EE31B4DB1"/>
        </w:placeholder>
      </w:sdtPr>
      <w:sdtEndPr/>
      <w:sdtContent>
        <w:p w:rsidR="004F48F8" w:rsidRPr="009B2F53" w:rsidRDefault="004F48F8" w:rsidP="004F48F8">
          <w:pPr>
            <w:pStyle w:val="Zarkazkladnhotextu"/>
            <w:spacing w:after="0"/>
            <w:ind w:left="0"/>
            <w:jc w:val="both"/>
            <w:rPr>
              <w:rFonts w:ascii="Times New Roman" w:hAnsi="Times New Roman"/>
              <w:sz w:val="24"/>
              <w:szCs w:val="24"/>
            </w:rPr>
          </w:pPr>
          <w:r w:rsidRPr="004F48F8">
            <w:rPr>
              <w:rFonts w:ascii="Times New Roman" w:hAnsi="Times New Roman"/>
              <w:sz w:val="24"/>
              <w:szCs w:val="24"/>
            </w:rPr>
            <w:t>Najlepšou dostupnou technikou (BAT) na zníženie spotreby vody a obmedzenie tvorby odpadových vôd je zníženie objemu tokov odpadových vôd a/alebo zníženie zaťaženia prostredia znečistením, ktoré tieto vody spôsobujú, zvýšenie opätovného použitia odpadových vôd vo výrobnom procese a spätné získavanie a opätovné využívanie surovín.</w:t>
          </w:r>
        </w:p>
      </w:sdtContent>
    </w:sdt>
    <w:p w:rsidR="004F48F8" w:rsidRPr="003530F8" w:rsidRDefault="004F48F8" w:rsidP="004F48F8">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10336816"/>
          <w:placeholder>
            <w:docPart w:val="6E96A06844B64731B8937150D32B482D"/>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4F48F8" w:rsidRPr="003530F8" w:rsidRDefault="004F48F8" w:rsidP="004F48F8">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10336817"/>
          <w:placeholder>
            <w:docPart w:val="B7FB6788BCB54324B43F65C992E1771A"/>
          </w:placeholder>
          <w:dropDownList>
            <w:listItem w:value="Vyberte položku."/>
            <w:listItem w:displayText="Áno" w:value="Áno"/>
            <w:listItem w:displayText="Nie" w:value="Nie"/>
          </w:dropDownList>
        </w:sdtPr>
        <w:sdtEndPr>
          <w:rPr>
            <w:rStyle w:val="Predvolenpsmoodseku"/>
            <w:b w:val="0"/>
            <w:bCs w:val="0"/>
          </w:rPr>
        </w:sdtEndPr>
        <w:sdtContent>
          <w:r>
            <w:rPr>
              <w:rStyle w:val="Siln"/>
              <w:rFonts w:ascii="Times New Roman" w:hAnsi="Times New Roman"/>
              <w:sz w:val="24"/>
              <w:szCs w:val="24"/>
            </w:rPr>
            <w:t>Áno</w:t>
          </w:r>
        </w:sdtContent>
      </w:sdt>
    </w:p>
    <w:sdt>
      <w:sdtPr>
        <w:rPr>
          <w:rFonts w:ascii="Times New Roman" w:hAnsi="Times New Roman"/>
          <w:b/>
          <w:bCs/>
          <w:sz w:val="24"/>
          <w:szCs w:val="24"/>
        </w:rPr>
        <w:id w:val="10336818"/>
        <w:placeholder>
          <w:docPart w:val="9A63424A8306423784B95A0EE31B4DB1"/>
        </w:placeholder>
      </w:sdtPr>
      <w:sdtEndPr/>
      <w:sdtContent>
        <w:p w:rsidR="004F48F8" w:rsidRPr="003530F8" w:rsidRDefault="004F48F8" w:rsidP="004F48F8">
          <w:pPr>
            <w:spacing w:after="0" w:line="300" w:lineRule="exact"/>
            <w:jc w:val="both"/>
            <w:rPr>
              <w:rFonts w:ascii="Times New Roman" w:hAnsi="Times New Roman"/>
              <w:sz w:val="24"/>
              <w:szCs w:val="24"/>
            </w:rPr>
          </w:pPr>
          <w:r>
            <w:rPr>
              <w:rFonts w:ascii="Times New Roman" w:hAnsi="Times New Roman"/>
              <w:sz w:val="24"/>
              <w:szCs w:val="24"/>
            </w:rPr>
            <w:t xml:space="preserve">Opatrenia týkajúce sa zväčša iných prevádzok v rámci VW SK. ide </w:t>
          </w:r>
          <w:proofErr w:type="spellStart"/>
          <w:r>
            <w:rPr>
              <w:rFonts w:ascii="Times New Roman" w:hAnsi="Times New Roman"/>
              <w:sz w:val="24"/>
              <w:szCs w:val="24"/>
            </w:rPr>
            <w:t>npr</w:t>
          </w:r>
          <w:proofErr w:type="spellEnd"/>
          <w:r>
            <w:rPr>
              <w:rFonts w:ascii="Times New Roman" w:hAnsi="Times New Roman"/>
              <w:sz w:val="24"/>
              <w:szCs w:val="24"/>
            </w:rPr>
            <w:t xml:space="preserve">. o optimalizáciu prevádzky vodných skúšok H3, H3a, </w:t>
          </w:r>
          <w:proofErr w:type="spellStart"/>
          <w:r>
            <w:rPr>
              <w:rFonts w:ascii="Times New Roman" w:hAnsi="Times New Roman"/>
              <w:sz w:val="24"/>
              <w:szCs w:val="24"/>
            </w:rPr>
            <w:t>tefla-box</w:t>
          </w:r>
          <w:proofErr w:type="spellEnd"/>
          <w:r>
            <w:rPr>
              <w:rFonts w:ascii="Times New Roman" w:hAnsi="Times New Roman"/>
              <w:sz w:val="24"/>
              <w:szCs w:val="24"/>
            </w:rPr>
            <w:t>,  nová technológia lakovania v lakovni H2a, s nižšími spotrebami vody, sanácia potrubných rozvodov pitnej a úžitkovej vody, zabránenie únikov.</w:t>
          </w:r>
        </w:p>
      </w:sdtContent>
    </w:sdt>
    <w:p w:rsidR="00542591" w:rsidRPr="009B2F53" w:rsidRDefault="00416E00" w:rsidP="00542591">
      <w:pPr>
        <w:pStyle w:val="Odsekzoznamu"/>
        <w:numPr>
          <w:ilvl w:val="0"/>
          <w:numId w:val="5"/>
        </w:numPr>
        <w:spacing w:after="0" w:line="300" w:lineRule="exact"/>
        <w:ind w:left="426" w:hanging="426"/>
        <w:rPr>
          <w:rFonts w:asciiTheme="majorBidi" w:hAnsiTheme="majorBidi" w:cstheme="majorBidi"/>
          <w:sz w:val="24"/>
          <w:szCs w:val="24"/>
        </w:rPr>
      </w:pPr>
      <w:sdt>
        <w:sdtPr>
          <w:rPr>
            <w:rStyle w:val="Siln"/>
            <w:rFonts w:asciiTheme="majorBidi" w:hAnsiTheme="majorBidi" w:cstheme="majorBidi"/>
            <w:sz w:val="24"/>
            <w:szCs w:val="24"/>
          </w:rPr>
          <w:id w:val="10336993"/>
          <w:placeholder>
            <w:docPart w:val="11842F025ACD4CCF8D2D37B7037EEA94"/>
          </w:placeholder>
        </w:sdtPr>
        <w:sdtEndPr>
          <w:rPr>
            <w:rStyle w:val="Predvolenpsmoodseku"/>
            <w:b w:val="0"/>
            <w:bCs w:val="0"/>
          </w:rPr>
        </w:sdtEndPr>
        <w:sdtContent>
          <w:r w:rsidR="00542591" w:rsidRPr="009B2F53">
            <w:rPr>
              <w:rFonts w:asciiTheme="majorBidi" w:hAnsiTheme="majorBidi" w:cstheme="majorBidi"/>
              <w:b/>
              <w:bCs/>
              <w:sz w:val="24"/>
              <w:szCs w:val="24"/>
            </w:rPr>
            <w:t xml:space="preserve">BAT </w:t>
          </w:r>
          <w:r w:rsidR="00542591">
            <w:rPr>
              <w:rFonts w:asciiTheme="majorBidi" w:hAnsiTheme="majorBidi" w:cstheme="majorBidi"/>
              <w:b/>
              <w:bCs/>
              <w:sz w:val="24"/>
              <w:szCs w:val="24"/>
            </w:rPr>
            <w:t>8.</w:t>
          </w:r>
        </w:sdtContent>
      </w:sdt>
    </w:p>
    <w:sdt>
      <w:sdtPr>
        <w:rPr>
          <w:rFonts w:ascii="Times New Roman" w:hAnsi="Times New Roman"/>
          <w:sz w:val="24"/>
          <w:szCs w:val="24"/>
        </w:rPr>
        <w:id w:val="10336994"/>
        <w:placeholder>
          <w:docPart w:val="11842F025ACD4CCF8D2D37B7037EEA94"/>
        </w:placeholder>
      </w:sdtPr>
      <w:sdtEndPr/>
      <w:sdtContent>
        <w:p w:rsidR="00542591" w:rsidRDefault="00542591" w:rsidP="00542591">
          <w:pPr>
            <w:pStyle w:val="Zarkazkladnhotextu"/>
            <w:spacing w:after="0"/>
            <w:ind w:left="0"/>
            <w:jc w:val="both"/>
            <w:rPr>
              <w:rFonts w:ascii="Times New Roman" w:hAnsi="Times New Roman"/>
              <w:sz w:val="24"/>
              <w:szCs w:val="24"/>
            </w:rPr>
          </w:pPr>
          <w:r w:rsidRPr="00542591">
            <w:rPr>
              <w:rFonts w:ascii="Times New Roman" w:hAnsi="Times New Roman"/>
              <w:sz w:val="24"/>
              <w:szCs w:val="24"/>
            </w:rPr>
            <w:t xml:space="preserve">Najlepšou dostupnou technikou (BAT), ktorou sa zabráni kontaminácii nekontaminovanej vody a znížia emisie do vody, je oddelenie tokov nekontaminovanej odpadovej vody od tokov odpadovej vody, ktoré si vyžadujú čistenie. </w:t>
          </w:r>
        </w:p>
        <w:p w:rsidR="00542591" w:rsidRPr="009B2F53" w:rsidRDefault="00542591" w:rsidP="00542591">
          <w:pPr>
            <w:pStyle w:val="Zarkazkladnhotextu"/>
            <w:spacing w:after="0"/>
            <w:ind w:left="0"/>
            <w:jc w:val="both"/>
            <w:rPr>
              <w:rFonts w:ascii="Times New Roman" w:hAnsi="Times New Roman"/>
              <w:sz w:val="24"/>
              <w:szCs w:val="24"/>
            </w:rPr>
          </w:pPr>
          <w:r w:rsidRPr="00542591">
            <w:rPr>
              <w:rFonts w:ascii="Times New Roman" w:hAnsi="Times New Roman"/>
              <w:sz w:val="24"/>
              <w:szCs w:val="24"/>
            </w:rPr>
            <w:t>Uplat</w:t>
          </w:r>
          <w:r w:rsidR="0022437D">
            <w:rPr>
              <w:rFonts w:ascii="Times New Roman" w:hAnsi="Times New Roman"/>
              <w:sz w:val="24"/>
              <w:szCs w:val="24"/>
            </w:rPr>
            <w:t>n</w:t>
          </w:r>
          <w:r w:rsidRPr="00542591">
            <w:rPr>
              <w:rFonts w:ascii="Times New Roman" w:hAnsi="Times New Roman"/>
              <w:sz w:val="24"/>
              <w:szCs w:val="24"/>
            </w:rPr>
            <w:t>iteľnosť Oddelenie nekontaminovanej dažďovej vody nebude vždy uplatniteľné v prípade existujúcich systémov na zber odpadových vôd.</w:t>
          </w:r>
        </w:p>
      </w:sdtContent>
    </w:sdt>
    <w:p w:rsidR="00542591" w:rsidRPr="003530F8" w:rsidRDefault="00542591" w:rsidP="00542591">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10336995"/>
          <w:placeholder>
            <w:docPart w:val="1E299336AEAA441AA8880BA84166A2FF"/>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542591" w:rsidRPr="003530F8" w:rsidRDefault="00542591" w:rsidP="00542591">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10336996"/>
          <w:placeholder>
            <w:docPart w:val="EDC57695B26F481887A6D60A032B0E31"/>
          </w:placeholder>
          <w:dropDownList>
            <w:listItem w:value="Vyberte položku."/>
            <w:listItem w:displayText="Áno" w:value="Áno"/>
            <w:listItem w:displayText="Nie" w:value="Nie"/>
          </w:dropDownList>
        </w:sdtPr>
        <w:sdtEndPr>
          <w:rPr>
            <w:rStyle w:val="Predvolenpsmoodseku"/>
            <w:b w:val="0"/>
            <w:bCs w:val="0"/>
          </w:rPr>
        </w:sdtEndPr>
        <w:sdtContent>
          <w:r>
            <w:rPr>
              <w:rStyle w:val="Siln"/>
              <w:rFonts w:ascii="Times New Roman" w:hAnsi="Times New Roman"/>
              <w:sz w:val="24"/>
              <w:szCs w:val="24"/>
            </w:rPr>
            <w:t>Áno</w:t>
          </w:r>
        </w:sdtContent>
      </w:sdt>
    </w:p>
    <w:sdt>
      <w:sdtPr>
        <w:rPr>
          <w:rFonts w:ascii="Times New Roman" w:hAnsi="Times New Roman"/>
          <w:b/>
          <w:bCs/>
          <w:sz w:val="24"/>
          <w:szCs w:val="24"/>
        </w:rPr>
        <w:id w:val="10336997"/>
        <w:placeholder>
          <w:docPart w:val="11842F025ACD4CCF8D2D37B7037EEA94"/>
        </w:placeholder>
      </w:sdtPr>
      <w:sdtEndPr/>
      <w:sdtContent>
        <w:p w:rsidR="00542591" w:rsidRPr="003530F8" w:rsidRDefault="00542591" w:rsidP="00542591">
          <w:pPr>
            <w:spacing w:after="0" w:line="300" w:lineRule="exact"/>
            <w:jc w:val="both"/>
            <w:rPr>
              <w:rFonts w:ascii="Times New Roman" w:hAnsi="Times New Roman"/>
              <w:sz w:val="24"/>
              <w:szCs w:val="24"/>
            </w:rPr>
          </w:pPr>
          <w:r>
            <w:rPr>
              <w:rFonts w:ascii="Times New Roman" w:hAnsi="Times New Roman"/>
              <w:sz w:val="24"/>
              <w:szCs w:val="24"/>
            </w:rPr>
            <w:t>Vo VW SK je vybudovaná delená kanalizácia (dažďová, splašková, chemická).</w:t>
          </w:r>
        </w:p>
      </w:sdtContent>
    </w:sdt>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73247279"/>
          <w:placeholder>
            <w:docPart w:val="0281F97756C344C2A8E0F03054EB11A0"/>
          </w:placeholder>
        </w:sdtPr>
        <w:sdtEndPr>
          <w:rPr>
            <w:rStyle w:val="Predvolenpsmoodseku"/>
            <w:b w:val="0"/>
            <w:bCs w:val="0"/>
          </w:rPr>
        </w:sdtEndPr>
        <w:sdtContent>
          <w:sdt>
            <w:sdtPr>
              <w:rPr>
                <w:rStyle w:val="Siln"/>
                <w:rFonts w:ascii="Times New Roman" w:hAnsi="Times New Roman"/>
                <w:sz w:val="24"/>
                <w:szCs w:val="24"/>
              </w:rPr>
              <w:id w:val="-1618598305"/>
              <w:placeholder>
                <w:docPart w:val="973F75C750EF4886B4153B61C5A36D97"/>
              </w:placeholder>
            </w:sdtPr>
            <w:sdtEndPr>
              <w:rPr>
                <w:rStyle w:val="Predvolenpsmoodseku"/>
                <w:b w:val="0"/>
                <w:bCs w:val="0"/>
              </w:rPr>
            </w:sdtEndPr>
            <w:sdtContent>
              <w:r w:rsidR="00670FA7">
                <w:rPr>
                  <w:rStyle w:val="Siln"/>
                  <w:rFonts w:ascii="Times New Roman" w:hAnsi="Times New Roman"/>
                  <w:sz w:val="24"/>
                  <w:szCs w:val="24"/>
                </w:rPr>
                <w:t>BAT 9.</w:t>
              </w:r>
            </w:sdtContent>
          </w:sdt>
        </w:sdtContent>
      </w:sdt>
    </w:p>
    <w:sdt>
      <w:sdtPr>
        <w:rPr>
          <w:rFonts w:asciiTheme="majorBidi" w:eastAsia="Times New Roman" w:hAnsiTheme="majorBidi" w:cstheme="majorBidi"/>
          <w:b/>
          <w:bCs/>
          <w:sz w:val="24"/>
          <w:szCs w:val="24"/>
          <w:lang w:val="cs-CZ" w:eastAsia="cs-CZ"/>
        </w:rPr>
        <w:id w:val="489748562"/>
        <w:placeholder>
          <w:docPart w:val="0281F97756C344C2A8E0F03054EB11A0"/>
        </w:placeholder>
      </w:sdtPr>
      <w:sdtEndPr>
        <w:rPr>
          <w:rFonts w:ascii="Calibri" w:eastAsia="Calibri" w:hAnsi="Calibri" w:cs="Times New Roman"/>
          <w:sz w:val="22"/>
          <w:szCs w:val="22"/>
          <w:lang w:val="sk-SK" w:eastAsia="en-US"/>
        </w:rPr>
      </w:sdtEndPr>
      <w:sdtContent>
        <w:p w:rsidR="00670FA7" w:rsidRPr="00325098" w:rsidRDefault="00670FA7" w:rsidP="00670FA7">
          <w:pPr>
            <w:tabs>
              <w:tab w:val="left" w:pos="9360"/>
            </w:tabs>
            <w:spacing w:after="0" w:line="300" w:lineRule="atLeast"/>
            <w:jc w:val="both"/>
            <w:rPr>
              <w:rFonts w:asciiTheme="majorBidi" w:hAnsiTheme="majorBidi" w:cstheme="majorBidi"/>
              <w:sz w:val="24"/>
              <w:szCs w:val="24"/>
            </w:rPr>
          </w:pPr>
          <w:r w:rsidRPr="00325098">
            <w:rPr>
              <w:rFonts w:asciiTheme="majorBidi" w:hAnsiTheme="majorBidi" w:cstheme="majorBidi"/>
              <w:sz w:val="24"/>
              <w:szCs w:val="24"/>
            </w:rPr>
            <w:t xml:space="preserve">Najlepšou dostupnou technikou (BAT), ktorou sa zabráni vzniku nekontrolovateľných emisií do vody, je zabezpečenie vhodnej úložnej kapacity pre odpadové vody, ktoré vznikli za iných ako bežných prevádzkových podmienok, a to na základe posúdenia rizika (berúc do úvahy </w:t>
          </w:r>
          <w:r w:rsidRPr="00325098">
            <w:rPr>
              <w:rFonts w:asciiTheme="majorBidi" w:hAnsiTheme="majorBidi" w:cstheme="majorBidi"/>
              <w:sz w:val="24"/>
              <w:szCs w:val="24"/>
            </w:rPr>
            <w:lastRenderedPageBreak/>
            <w:t>napr. druh znečisťujúcej látky, dôsledky pre ďalšie čistenie a prijímajúce prostredie), a prijať ďalšie primerané opatrenia (napr. kontrola, čistenie, opätovné použitie).</w:t>
          </w:r>
        </w:p>
      </w:sdtContent>
    </w:sdt>
    <w:p w:rsidR="00670FA7" w:rsidRPr="00325098" w:rsidRDefault="00670FA7" w:rsidP="00670FA7">
      <w:pPr>
        <w:spacing w:after="0" w:line="300" w:lineRule="exact"/>
        <w:jc w:val="both"/>
        <w:rPr>
          <w:rFonts w:ascii="Times New Roman" w:hAnsi="Times New Roman"/>
          <w:sz w:val="24"/>
          <w:szCs w:val="24"/>
        </w:rPr>
      </w:pPr>
      <w:r w:rsidRPr="00325098">
        <w:rPr>
          <w:rFonts w:ascii="Times New Roman" w:hAnsi="Times New Roman"/>
          <w:sz w:val="24"/>
          <w:szCs w:val="24"/>
        </w:rPr>
        <w:t>Zistený stav</w:t>
      </w:r>
      <w:r w:rsidRPr="00325098">
        <w:rPr>
          <w:rFonts w:ascii="Times New Roman" w:hAnsi="Times New Roman"/>
          <w:sz w:val="24"/>
          <w:szCs w:val="24"/>
        </w:rPr>
        <w:tab/>
      </w:r>
      <w:sdt>
        <w:sdtPr>
          <w:rPr>
            <w:rStyle w:val="Siln"/>
            <w:rFonts w:ascii="Times New Roman" w:hAnsi="Times New Roman"/>
            <w:sz w:val="24"/>
            <w:szCs w:val="24"/>
          </w:rPr>
          <w:alias w:val="Zistený stav"/>
          <w:tag w:val="Zistený stav"/>
          <w:id w:val="-522326451"/>
          <w:placeholder>
            <w:docPart w:val="0289C102B00E49F39003E5DC4BF6D695"/>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25098">
            <w:rPr>
              <w:rStyle w:val="Siln"/>
              <w:rFonts w:ascii="Times New Roman" w:hAnsi="Times New Roman"/>
              <w:sz w:val="24"/>
              <w:szCs w:val="24"/>
            </w:rPr>
            <w:t>Dodržaná</w:t>
          </w:r>
        </w:sdtContent>
      </w:sdt>
    </w:p>
    <w:p w:rsidR="00670FA7" w:rsidRPr="00325098" w:rsidRDefault="00670FA7" w:rsidP="00670FA7">
      <w:pPr>
        <w:spacing w:after="0" w:line="300" w:lineRule="exact"/>
        <w:rPr>
          <w:rFonts w:ascii="Times New Roman" w:hAnsi="Times New Roman"/>
          <w:sz w:val="24"/>
          <w:szCs w:val="24"/>
        </w:rPr>
      </w:pPr>
      <w:r w:rsidRPr="00325098">
        <w:rPr>
          <w:rFonts w:ascii="Times New Roman" w:hAnsi="Times New Roman"/>
          <w:sz w:val="24"/>
          <w:szCs w:val="24"/>
        </w:rPr>
        <w:t>Opis</w:t>
      </w:r>
      <w:r w:rsidRPr="00325098">
        <w:rPr>
          <w:rFonts w:ascii="Times New Roman" w:hAnsi="Times New Roman"/>
          <w:sz w:val="24"/>
          <w:szCs w:val="24"/>
        </w:rPr>
        <w:tab/>
      </w:r>
      <w:r w:rsidRPr="00325098">
        <w:rPr>
          <w:rFonts w:ascii="Times New Roman" w:hAnsi="Times New Roman"/>
          <w:sz w:val="24"/>
          <w:szCs w:val="24"/>
        </w:rPr>
        <w:tab/>
      </w:r>
      <w:sdt>
        <w:sdtPr>
          <w:rPr>
            <w:rStyle w:val="Siln"/>
            <w:rFonts w:ascii="Times New Roman" w:hAnsi="Times New Roman"/>
            <w:sz w:val="24"/>
            <w:szCs w:val="24"/>
          </w:rPr>
          <w:alias w:val="Opis"/>
          <w:tag w:val="Opis"/>
          <w:id w:val="1745220241"/>
          <w:placeholder>
            <w:docPart w:val="F80DE9EB332D4248A6FF98E17E5E4D94"/>
          </w:placeholder>
          <w:dropDownList>
            <w:listItem w:value="Vyberte položku."/>
            <w:listItem w:displayText="Áno" w:value="Áno"/>
            <w:listItem w:displayText="Nie" w:value="Nie"/>
          </w:dropDownList>
        </w:sdtPr>
        <w:sdtEndPr>
          <w:rPr>
            <w:rStyle w:val="Predvolenpsmoodseku"/>
            <w:b w:val="0"/>
            <w:bCs w:val="0"/>
          </w:rPr>
        </w:sdtEndPr>
        <w:sdtContent>
          <w:r>
            <w:rPr>
              <w:rStyle w:val="Siln"/>
              <w:rFonts w:ascii="Times New Roman" w:hAnsi="Times New Roman"/>
              <w:sz w:val="24"/>
              <w:szCs w:val="24"/>
            </w:rPr>
            <w:t>Áno</w:t>
          </w:r>
        </w:sdtContent>
      </w:sdt>
    </w:p>
    <w:sdt>
      <w:sdtPr>
        <w:rPr>
          <w:rFonts w:asciiTheme="majorBidi" w:hAnsiTheme="majorBidi" w:cstheme="majorBidi"/>
          <w:b/>
          <w:bCs/>
          <w:sz w:val="24"/>
          <w:szCs w:val="24"/>
        </w:rPr>
        <w:id w:val="200214481"/>
        <w:placeholder>
          <w:docPart w:val="0281F97756C344C2A8E0F03054EB11A0"/>
        </w:placeholder>
      </w:sdtPr>
      <w:sdtEndPr/>
      <w:sdtContent>
        <w:sdt>
          <w:sdtPr>
            <w:rPr>
              <w:rFonts w:asciiTheme="majorBidi" w:hAnsiTheme="majorBidi" w:cstheme="majorBidi"/>
              <w:b/>
              <w:bCs/>
              <w:sz w:val="24"/>
              <w:szCs w:val="24"/>
            </w:rPr>
            <w:id w:val="120425590"/>
            <w:placeholder>
              <w:docPart w:val="EC869975CAD04E1BA26DFB050C4D95ED"/>
            </w:placeholder>
          </w:sdtPr>
          <w:sdtEndPr/>
          <w:sdtContent>
            <w:p w:rsidR="00670FA7" w:rsidRPr="00325098" w:rsidRDefault="000C29AB" w:rsidP="00670FA7">
              <w:pPr>
                <w:spacing w:after="0" w:line="300" w:lineRule="exact"/>
                <w:jc w:val="both"/>
                <w:outlineLvl w:val="0"/>
                <w:rPr>
                  <w:rFonts w:asciiTheme="majorBidi" w:hAnsiTheme="majorBidi" w:cstheme="majorBidi"/>
                  <w:sz w:val="24"/>
                  <w:szCs w:val="24"/>
                </w:rPr>
              </w:pPr>
              <w:r>
                <w:rPr>
                  <w:rFonts w:asciiTheme="majorBidi" w:hAnsiTheme="majorBidi" w:cstheme="majorBidi"/>
                  <w:sz w:val="24"/>
                  <w:szCs w:val="24"/>
                </w:rPr>
                <w:t>Súčasťou prevádzky sú vyrovnávacie záchytné nádrže na chemické OV (3 ks, celkový objem 2800 m</w:t>
              </w:r>
              <w:r w:rsidRPr="000C29AB">
                <w:rPr>
                  <w:rFonts w:asciiTheme="majorBidi" w:hAnsiTheme="majorBidi" w:cstheme="majorBidi"/>
                  <w:sz w:val="24"/>
                  <w:szCs w:val="24"/>
                  <w:vertAlign w:val="superscript"/>
                </w:rPr>
                <w:t>3</w:t>
              </w:r>
              <w:r>
                <w:rPr>
                  <w:rFonts w:asciiTheme="majorBidi" w:hAnsiTheme="majorBidi" w:cstheme="majorBidi"/>
                  <w:sz w:val="24"/>
                  <w:szCs w:val="24"/>
                </w:rPr>
                <w:t>)</w:t>
              </w:r>
              <w:r w:rsidR="00670FA7" w:rsidRPr="00325098">
                <w:rPr>
                  <w:rFonts w:asciiTheme="majorBidi" w:hAnsiTheme="majorBidi" w:cstheme="majorBidi"/>
                  <w:sz w:val="24"/>
                  <w:szCs w:val="24"/>
                </w:rPr>
                <w:t xml:space="preserve">, </w:t>
              </w:r>
              <w:r>
                <w:rPr>
                  <w:rFonts w:asciiTheme="majorBidi" w:hAnsiTheme="majorBidi" w:cstheme="majorBidi"/>
                  <w:sz w:val="24"/>
                  <w:szCs w:val="24"/>
                </w:rPr>
                <w:t>a na splaškové vody (2 ks, celkový objem 2500 m</w:t>
              </w:r>
              <w:r w:rsidRPr="000C29AB">
                <w:rPr>
                  <w:rFonts w:asciiTheme="majorBidi" w:hAnsiTheme="majorBidi" w:cstheme="majorBidi"/>
                  <w:sz w:val="24"/>
                  <w:szCs w:val="24"/>
                  <w:vertAlign w:val="superscript"/>
                </w:rPr>
                <w:t>3</w:t>
              </w:r>
              <w:r>
                <w:rPr>
                  <w:rFonts w:asciiTheme="majorBidi" w:hAnsiTheme="majorBidi" w:cstheme="majorBidi"/>
                  <w:sz w:val="24"/>
                  <w:szCs w:val="24"/>
                </w:rPr>
                <w:t xml:space="preserve">) </w:t>
              </w:r>
              <w:r w:rsidR="00423545">
                <w:rPr>
                  <w:rFonts w:asciiTheme="majorBidi" w:hAnsiTheme="majorBidi" w:cstheme="majorBidi"/>
                  <w:sz w:val="24"/>
                  <w:szCs w:val="24"/>
                </w:rPr>
                <w:t xml:space="preserve">a systém </w:t>
              </w:r>
              <w:proofErr w:type="spellStart"/>
              <w:r w:rsidR="00423545">
                <w:rPr>
                  <w:rFonts w:asciiTheme="majorBidi" w:hAnsiTheme="majorBidi" w:cstheme="majorBidi"/>
                  <w:sz w:val="24"/>
                  <w:szCs w:val="24"/>
                </w:rPr>
                <w:t>retencie</w:t>
              </w:r>
              <w:proofErr w:type="spellEnd"/>
              <w:r w:rsidR="00423545">
                <w:rPr>
                  <w:rFonts w:asciiTheme="majorBidi" w:hAnsiTheme="majorBidi" w:cstheme="majorBidi"/>
                  <w:sz w:val="24"/>
                  <w:szCs w:val="24"/>
                </w:rPr>
                <w:t xml:space="preserve"> dažďových vôd (suchý </w:t>
              </w:r>
              <w:proofErr w:type="spellStart"/>
              <w:r w:rsidR="00423545">
                <w:rPr>
                  <w:rFonts w:asciiTheme="majorBidi" w:hAnsiTheme="majorBidi" w:cstheme="majorBidi"/>
                  <w:sz w:val="24"/>
                  <w:szCs w:val="24"/>
                </w:rPr>
                <w:t>polder</w:t>
              </w:r>
              <w:proofErr w:type="spellEnd"/>
              <w:r w:rsidR="00423545">
                <w:rPr>
                  <w:rFonts w:asciiTheme="majorBidi" w:hAnsiTheme="majorBidi" w:cstheme="majorBidi"/>
                  <w:sz w:val="24"/>
                  <w:szCs w:val="24"/>
                </w:rPr>
                <w:t>, retenčné nádrže a retenčné kanalizačné rúry s postupným odtokom zachytených prívalových dažďov)</w:t>
              </w:r>
            </w:p>
          </w:sdtContent>
        </w:sdt>
      </w:sdtContent>
    </w:sdt>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615512741"/>
          <w:placeholder>
            <w:docPart w:val="D590E97B775A423F974BE172C9F93844"/>
          </w:placeholder>
        </w:sdtPr>
        <w:sdtEndPr>
          <w:rPr>
            <w:rStyle w:val="Predvolenpsmoodseku"/>
            <w:b w:val="0"/>
            <w:bCs w:val="0"/>
          </w:rPr>
        </w:sdtEndPr>
        <w:sdtContent>
          <w:r w:rsidR="00670FA7">
            <w:rPr>
              <w:rStyle w:val="Siln"/>
              <w:rFonts w:ascii="Times New Roman" w:hAnsi="Times New Roman"/>
              <w:sz w:val="24"/>
              <w:szCs w:val="24"/>
            </w:rPr>
            <w:t xml:space="preserve"> BAT 10.</w:t>
          </w:r>
        </w:sdtContent>
      </w:sdt>
    </w:p>
    <w:sdt>
      <w:sdtPr>
        <w:rPr>
          <w:rFonts w:ascii="Times New Roman" w:eastAsia="Times New Roman" w:hAnsi="Times New Roman"/>
          <w:b/>
          <w:bCs/>
          <w:sz w:val="24"/>
          <w:szCs w:val="24"/>
          <w:lang w:eastAsia="sk-SK"/>
        </w:rPr>
        <w:id w:val="457688148"/>
        <w:placeholder>
          <w:docPart w:val="0E79160596D8432B93969F0015EBD075"/>
        </w:placeholder>
      </w:sdtPr>
      <w:sdtEndPr>
        <w:rPr>
          <w:rFonts w:ascii="Calibri" w:eastAsia="Calibri" w:hAnsi="Calibri"/>
          <w:sz w:val="22"/>
          <w:szCs w:val="22"/>
          <w:lang w:eastAsia="en-US"/>
        </w:rPr>
      </w:sdtEndPr>
      <w:sdtContent>
        <w:p w:rsidR="00670FA7" w:rsidRPr="003530F8" w:rsidRDefault="00670FA7" w:rsidP="00670FA7">
          <w:pPr>
            <w:autoSpaceDE w:val="0"/>
            <w:autoSpaceDN w:val="0"/>
            <w:adjustRightInd w:val="0"/>
            <w:spacing w:after="0" w:line="240" w:lineRule="auto"/>
            <w:jc w:val="both"/>
          </w:pPr>
          <w:r w:rsidRPr="00AF1EA0">
            <w:rPr>
              <w:rFonts w:asciiTheme="majorBidi" w:hAnsiTheme="majorBidi" w:cstheme="majorBidi"/>
              <w:sz w:val="24"/>
              <w:szCs w:val="24"/>
            </w:rPr>
            <w:t xml:space="preserve">Najlepšou dostupnou technikou (BAT) na zníženie množstva emisií do vody je využívanie stratégie integrovaného spracovania odpadových vôd </w:t>
          </w:r>
          <w:r w:rsidRPr="00AF1EA0">
            <w:rPr>
              <w:rStyle w:val="Zkladntext1"/>
              <w:rFonts w:asciiTheme="majorBidi" w:hAnsiTheme="majorBidi" w:cstheme="majorBidi"/>
              <w:sz w:val="24"/>
              <w:szCs w:val="24"/>
            </w:rPr>
            <w:t>a ich čistenia, ktorá zahŕňa vhodnú kombináciu techník podľa nižšie uvedeného poradia dôležitosti.</w:t>
          </w:r>
          <w:r>
            <w:rPr>
              <w:rStyle w:val="Zkladntext1"/>
              <w:rFonts w:asciiTheme="majorBidi" w:hAnsiTheme="majorBidi" w:cstheme="majorBidi"/>
              <w:sz w:val="24"/>
              <w:szCs w:val="24"/>
            </w:rPr>
            <w:t>....</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752127487"/>
          <w:placeholder>
            <w:docPart w:val="861ECF3A6D494DF9ACEE8043D79CE2F0"/>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475757880"/>
          <w:placeholder>
            <w:docPart w:val="37AFD041569941BBAD92E6800DFB562E"/>
          </w:placeholder>
          <w:dropDownList>
            <w:listItem w:value="Vyberte položku."/>
            <w:listItem w:displayText="Áno" w:value="Áno"/>
            <w:listItem w:displayText="Nie" w:value="Nie"/>
          </w:dropDownList>
        </w:sdtPr>
        <w:sdtEndPr>
          <w:rPr>
            <w:rStyle w:val="Predvolenpsmoodseku"/>
            <w:b w:val="0"/>
            <w:bCs w:val="0"/>
          </w:rPr>
        </w:sdtEndPr>
        <w:sdtContent>
          <w:r w:rsidRPr="003530F8">
            <w:rPr>
              <w:rStyle w:val="Siln"/>
              <w:rFonts w:ascii="Times New Roman" w:hAnsi="Times New Roman"/>
              <w:sz w:val="24"/>
              <w:szCs w:val="24"/>
            </w:rPr>
            <w:t>Áno</w:t>
          </w:r>
        </w:sdtContent>
      </w:sdt>
    </w:p>
    <w:sdt>
      <w:sdtPr>
        <w:rPr>
          <w:rFonts w:ascii="Times New Roman" w:hAnsi="Times New Roman"/>
          <w:b/>
          <w:bCs/>
          <w:sz w:val="24"/>
          <w:szCs w:val="24"/>
        </w:rPr>
        <w:id w:val="-1866364279"/>
        <w:placeholder>
          <w:docPart w:val="D590E97B775A423F974BE172C9F93844"/>
        </w:placeholder>
      </w:sdtPr>
      <w:sdtEndPr/>
      <w:sdtContent>
        <w:p w:rsidR="00670FA7" w:rsidRPr="00BF3DAA" w:rsidRDefault="005A207B" w:rsidP="00670FA7">
          <w:pPr>
            <w:spacing w:after="0" w:line="240" w:lineRule="auto"/>
            <w:jc w:val="both"/>
            <w:rPr>
              <w:sz w:val="19"/>
              <w:szCs w:val="19"/>
            </w:rPr>
          </w:pPr>
          <w:r>
            <w:rPr>
              <w:rFonts w:ascii="Times New Roman" w:hAnsi="Times New Roman"/>
              <w:sz w:val="24"/>
              <w:szCs w:val="24"/>
            </w:rPr>
            <w:t>Okrem samotnej ČOV v prevádzkach VW SK prebiehajú procesy optimalizácie výroby,</w:t>
          </w:r>
          <w:r w:rsidR="00746C56">
            <w:rPr>
              <w:rFonts w:ascii="Times New Roman" w:hAnsi="Times New Roman"/>
              <w:sz w:val="24"/>
              <w:szCs w:val="24"/>
            </w:rPr>
            <w:t xml:space="preserve"> ďalej</w:t>
          </w:r>
          <w:r>
            <w:rPr>
              <w:rFonts w:ascii="Times New Roman" w:hAnsi="Times New Roman"/>
              <w:sz w:val="24"/>
              <w:szCs w:val="24"/>
            </w:rPr>
            <w:t xml:space="preserve"> </w:t>
          </w:r>
          <w:proofErr w:type="spellStart"/>
          <w:r>
            <w:rPr>
              <w:rFonts w:ascii="Times New Roman" w:hAnsi="Times New Roman"/>
              <w:sz w:val="24"/>
              <w:szCs w:val="24"/>
            </w:rPr>
            <w:t>ultrafiltácia</w:t>
          </w:r>
          <w:proofErr w:type="spellEnd"/>
          <w:r>
            <w:rPr>
              <w:rFonts w:ascii="Times New Roman" w:hAnsi="Times New Roman"/>
              <w:sz w:val="24"/>
              <w:szCs w:val="24"/>
            </w:rPr>
            <w:t xml:space="preserve">, filtrácia cez pásový filter, membránový filter, reverzná </w:t>
          </w:r>
          <w:proofErr w:type="spellStart"/>
          <w:r>
            <w:rPr>
              <w:rFonts w:ascii="Times New Roman" w:hAnsi="Times New Roman"/>
              <w:sz w:val="24"/>
              <w:szCs w:val="24"/>
            </w:rPr>
            <w:t>osmóza</w:t>
          </w:r>
          <w:proofErr w:type="spellEnd"/>
          <w:r>
            <w:rPr>
              <w:rFonts w:ascii="Times New Roman" w:hAnsi="Times New Roman"/>
              <w:sz w:val="24"/>
              <w:szCs w:val="24"/>
            </w:rPr>
            <w:t xml:space="preserve"> a po nich </w:t>
          </w:r>
          <w:r w:rsidR="00746C56">
            <w:rPr>
              <w:rFonts w:ascii="Times New Roman" w:hAnsi="Times New Roman"/>
              <w:sz w:val="24"/>
              <w:szCs w:val="24"/>
            </w:rPr>
            <w:t>čistenie v neutralizačných staniciach.</w:t>
          </w:r>
        </w:p>
      </w:sdtContent>
    </w:sdt>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1877426903"/>
          <w:placeholder>
            <w:docPart w:val="628B92AE55BC444AB811F1E2D29A5764"/>
          </w:placeholder>
        </w:sdtPr>
        <w:sdtEndPr>
          <w:rPr>
            <w:rStyle w:val="Predvolenpsmoodseku"/>
            <w:b w:val="0"/>
            <w:bCs w:val="0"/>
          </w:rPr>
        </w:sdtEndPr>
        <w:sdtContent>
          <w:r w:rsidR="00670FA7">
            <w:rPr>
              <w:rStyle w:val="Siln"/>
              <w:rFonts w:ascii="Times New Roman" w:hAnsi="Times New Roman"/>
              <w:sz w:val="24"/>
              <w:szCs w:val="24"/>
            </w:rPr>
            <w:t xml:space="preserve"> BAT 11.</w:t>
          </w:r>
        </w:sdtContent>
      </w:sdt>
    </w:p>
    <w:sdt>
      <w:sdtPr>
        <w:id w:val="-2035645885"/>
        <w:placeholder>
          <w:docPart w:val="4805D94EFBD54AE0A10AAF648AC2B755"/>
        </w:placeholder>
      </w:sdtPr>
      <w:sdtEndPr>
        <w:rPr>
          <w:rFonts w:ascii="Times New Roman" w:hAnsi="Times New Roman"/>
          <w:sz w:val="24"/>
          <w:szCs w:val="24"/>
        </w:rPr>
      </w:sdtEndPr>
      <w:sdtContent>
        <w:p w:rsidR="00670FA7" w:rsidRPr="005B7C5C" w:rsidRDefault="00670FA7" w:rsidP="00670FA7">
          <w:pPr>
            <w:spacing w:after="0" w:line="240" w:lineRule="auto"/>
            <w:jc w:val="both"/>
            <w:rPr>
              <w:rFonts w:ascii="Times New Roman" w:hAnsi="Times New Roman"/>
              <w:sz w:val="24"/>
              <w:szCs w:val="24"/>
            </w:rPr>
          </w:pPr>
          <w:r w:rsidRPr="005B7C5C">
            <w:rPr>
              <w:rFonts w:ascii="Times New Roman" w:hAnsi="Times New Roman"/>
              <w:sz w:val="24"/>
              <w:szCs w:val="24"/>
            </w:rPr>
            <w:t>Najlepšou dostupnou technikou (BAT) na zníženie množstva emisií do vody je predbežné čistenie odpadových vôd obsahujúcich znečisťujúce látky, ktoré nemožno adekvátne odstrániť počas konečného čistenia odpadových vôd používaním vhodných techník</w:t>
          </w:r>
          <w:r>
            <w:rPr>
              <w:rFonts w:ascii="Times New Roman" w:hAnsi="Times New Roman"/>
              <w:sz w:val="24"/>
              <w:szCs w:val="24"/>
            </w:rPr>
            <w:t>.....</w:t>
          </w:r>
          <w:r w:rsidRPr="005B7C5C">
            <w:rPr>
              <w:rFonts w:ascii="Times New Roman" w:hAnsi="Times New Roman"/>
              <w:sz w:val="24"/>
              <w:szCs w:val="24"/>
            </w:rPr>
            <w:t>.</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2098397898"/>
          <w:placeholder>
            <w:docPart w:val="9A0E969ED43846DE8C1882507E9F27B7"/>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1569463003"/>
          <w:placeholder>
            <w:docPart w:val="9B3DB4D832874F76A0FF9F3D43462A94"/>
          </w:placeholder>
          <w:dropDownList>
            <w:listItem w:value="Vyberte položku."/>
            <w:listItem w:displayText="Áno" w:value="Áno"/>
            <w:listItem w:displayText="Nie" w:value="Nie"/>
          </w:dropDownList>
        </w:sdtPr>
        <w:sdtEndPr>
          <w:rPr>
            <w:rStyle w:val="Predvolenpsmoodseku"/>
            <w:b w:val="0"/>
            <w:bCs w:val="0"/>
          </w:rPr>
        </w:sdtEndPr>
        <w:sdtContent>
          <w:r w:rsidR="00614707">
            <w:rPr>
              <w:rStyle w:val="Siln"/>
              <w:rFonts w:ascii="Times New Roman" w:hAnsi="Times New Roman"/>
              <w:sz w:val="24"/>
              <w:szCs w:val="24"/>
            </w:rPr>
            <w:t>Nie</w:t>
          </w:r>
        </w:sdtContent>
      </w:sdt>
    </w:p>
    <w:p w:rsidR="00670FA7" w:rsidRPr="0006785C" w:rsidRDefault="00670FA7" w:rsidP="00670FA7">
      <w:pPr>
        <w:spacing w:after="0" w:line="300" w:lineRule="exact"/>
        <w:jc w:val="both"/>
        <w:rPr>
          <w:rFonts w:ascii="Times New Roman" w:hAnsi="Times New Roman"/>
          <w:sz w:val="24"/>
          <w:szCs w:val="24"/>
        </w:rPr>
      </w:pPr>
    </w:p>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1275217002"/>
          <w:placeholder>
            <w:docPart w:val="F552D7980EBF46C5A8F5B36C45DE2221"/>
          </w:placeholder>
        </w:sdtPr>
        <w:sdtEndPr>
          <w:rPr>
            <w:rStyle w:val="Predvolenpsmoodseku"/>
            <w:b w:val="0"/>
            <w:bCs w:val="0"/>
          </w:rPr>
        </w:sdtEndPr>
        <w:sdtContent>
          <w:r w:rsidR="00670FA7">
            <w:rPr>
              <w:rStyle w:val="Siln"/>
              <w:rFonts w:ascii="Times New Roman" w:hAnsi="Times New Roman"/>
              <w:sz w:val="24"/>
              <w:szCs w:val="24"/>
            </w:rPr>
            <w:t xml:space="preserve"> BAT 12.</w:t>
          </w:r>
        </w:sdtContent>
      </w:sdt>
    </w:p>
    <w:sdt>
      <w:sdtPr>
        <w:rPr>
          <w:rFonts w:ascii="Times New Roman" w:eastAsia="Calibri" w:hAnsi="Times New Roman" w:cs="Times New Roman"/>
          <w:b w:val="0"/>
          <w:bCs w:val="0"/>
          <w:i w:val="0"/>
          <w:iCs w:val="0"/>
          <w:color w:val="000000"/>
          <w:sz w:val="24"/>
          <w:szCs w:val="24"/>
          <w:lang w:eastAsia="en-US"/>
        </w:rPr>
        <w:id w:val="-1589772389"/>
        <w:placeholder>
          <w:docPart w:val="B77F40AC5B064E198E204E54B177EB74"/>
        </w:placeholder>
      </w:sdtPr>
      <w:sdtEndPr>
        <w:rPr>
          <w:rFonts w:ascii="Sylfaen" w:eastAsia="Sylfaen" w:hAnsi="Sylfaen" w:cs="Sylfaen"/>
          <w:sz w:val="17"/>
          <w:szCs w:val="17"/>
          <w:lang w:eastAsia="sk-SK"/>
        </w:rPr>
      </w:sdtEndPr>
      <w:sdtContent>
        <w:p w:rsidR="00670FA7" w:rsidRDefault="00670FA7" w:rsidP="00670FA7">
          <w:pPr>
            <w:pStyle w:val="Nadpis2"/>
            <w:spacing w:before="0" w:after="0"/>
            <w:jc w:val="both"/>
            <w:rPr>
              <w:rFonts w:ascii="Times New Roman" w:eastAsia="Calibri" w:hAnsi="Times New Roman" w:cs="Times New Roman"/>
              <w:b w:val="0"/>
              <w:bCs w:val="0"/>
              <w:i w:val="0"/>
              <w:iCs w:val="0"/>
              <w:sz w:val="24"/>
              <w:szCs w:val="24"/>
              <w:lang w:eastAsia="en-US"/>
            </w:rPr>
          </w:pPr>
          <w:r w:rsidRPr="00B918D7">
            <w:rPr>
              <w:rFonts w:ascii="Times New Roman" w:eastAsia="Calibri" w:hAnsi="Times New Roman" w:cs="Times New Roman"/>
              <w:b w:val="0"/>
              <w:bCs w:val="0"/>
              <w:i w:val="0"/>
              <w:iCs w:val="0"/>
              <w:sz w:val="24"/>
              <w:szCs w:val="24"/>
              <w:lang w:eastAsia="en-US"/>
            </w:rPr>
            <w:t>Najlepšou dostupnou technikou (BAT) na zníženie množstva emisií do vody je vhodná kombinácia techník konečného čistenia odpadových vôd.</w:t>
          </w:r>
        </w:p>
        <w:p w:rsidR="00670FA7" w:rsidRDefault="00670FA7" w:rsidP="00670FA7">
          <w:pPr>
            <w:spacing w:after="0"/>
            <w:jc w:val="both"/>
            <w:rPr>
              <w:rFonts w:ascii="Times New Roman" w:hAnsi="Times New Roman"/>
              <w:sz w:val="24"/>
              <w:szCs w:val="24"/>
            </w:rPr>
          </w:pPr>
          <w:r w:rsidRPr="00B918D7">
            <w:rPr>
              <w:rFonts w:ascii="Times New Roman" w:hAnsi="Times New Roman"/>
              <w:sz w:val="24"/>
              <w:szCs w:val="24"/>
            </w:rPr>
            <w:t>Opis: Konečné čistenie odpadových vôd sa vykonáva ako súčasť integrovanej stratégie spracovania a čistenia odpadových vôd (pozri BAT 10).</w:t>
          </w:r>
          <w:r>
            <w:rPr>
              <w:rFonts w:ascii="Times New Roman" w:hAnsi="Times New Roman"/>
              <w:sz w:val="24"/>
              <w:szCs w:val="24"/>
            </w:rPr>
            <w:t>....</w:t>
          </w:r>
        </w:p>
        <w:p w:rsidR="00670FA7" w:rsidRDefault="00670FA7" w:rsidP="00670FA7">
          <w:pPr>
            <w:spacing w:after="0"/>
            <w:jc w:val="both"/>
            <w:rPr>
              <w:rFonts w:ascii="Times New Roman" w:hAnsi="Times New Roman"/>
              <w:sz w:val="24"/>
              <w:szCs w:val="24"/>
            </w:rPr>
          </w:pPr>
          <w:r>
            <w:rPr>
              <w:rFonts w:ascii="Times New Roman" w:hAnsi="Times New Roman"/>
              <w:sz w:val="24"/>
              <w:szCs w:val="24"/>
            </w:rPr>
            <w:t>Úrovne emisií súvisiace s BAT (BAT-AEL), pokiaľ ide o emisie do vody uvádzané v tabuľke 1, tabuľke 2 a tabuľke 3 sa vzťahujú na priame emisie do vodného recipienta pochádzajúce z:</w:t>
          </w:r>
        </w:p>
        <w:p w:rsidR="00670FA7" w:rsidRPr="00395671" w:rsidRDefault="00670FA7" w:rsidP="00670FA7">
          <w:pPr>
            <w:pStyle w:val="Zkladntext20"/>
            <w:numPr>
              <w:ilvl w:val="0"/>
              <w:numId w:val="14"/>
            </w:numPr>
            <w:shd w:val="clear" w:color="auto" w:fill="auto"/>
            <w:tabs>
              <w:tab w:val="left" w:pos="310"/>
            </w:tabs>
            <w:spacing w:before="0" w:after="0" w:line="240" w:lineRule="auto"/>
            <w:ind w:left="318" w:hanging="278"/>
            <w:rPr>
              <w:rFonts w:ascii="Times New Roman" w:eastAsia="Calibri" w:hAnsi="Times New Roman" w:cs="Times New Roman"/>
              <w:color w:val="auto"/>
              <w:sz w:val="24"/>
              <w:szCs w:val="24"/>
              <w:lang w:eastAsia="en-US"/>
            </w:rPr>
          </w:pPr>
          <w:r w:rsidRPr="00395671">
            <w:rPr>
              <w:rFonts w:ascii="Times New Roman" w:eastAsia="Calibri" w:hAnsi="Times New Roman" w:cs="Times New Roman"/>
              <w:color w:val="auto"/>
              <w:sz w:val="24"/>
              <w:szCs w:val="24"/>
              <w:lang w:eastAsia="en-US"/>
            </w:rPr>
            <w:t>činností uvedených v oddiele 4 prílohy I k smernici 2010/75/EÚ;</w:t>
          </w:r>
        </w:p>
        <w:p w:rsidR="00670FA7" w:rsidRPr="00395671" w:rsidRDefault="00670FA7" w:rsidP="00670FA7">
          <w:pPr>
            <w:pStyle w:val="Zkladntext20"/>
            <w:numPr>
              <w:ilvl w:val="0"/>
              <w:numId w:val="14"/>
            </w:numPr>
            <w:shd w:val="clear" w:color="auto" w:fill="auto"/>
            <w:tabs>
              <w:tab w:val="left" w:pos="310"/>
            </w:tabs>
            <w:spacing w:before="0" w:after="0" w:line="240" w:lineRule="auto"/>
            <w:ind w:left="318" w:right="40" w:hanging="278"/>
            <w:rPr>
              <w:rFonts w:ascii="Times New Roman" w:eastAsia="Calibri" w:hAnsi="Times New Roman" w:cs="Times New Roman"/>
              <w:color w:val="auto"/>
              <w:sz w:val="24"/>
              <w:szCs w:val="24"/>
              <w:lang w:eastAsia="en-US"/>
            </w:rPr>
          </w:pPr>
          <w:r w:rsidRPr="00395671">
            <w:rPr>
              <w:rFonts w:ascii="Times New Roman" w:eastAsia="Calibri" w:hAnsi="Times New Roman" w:cs="Times New Roman"/>
              <w:color w:val="auto"/>
              <w:sz w:val="24"/>
              <w:szCs w:val="24"/>
              <w:lang w:eastAsia="en-US"/>
            </w:rPr>
            <w:t>nezávisle prevádzkovaných čistiarní odpadových vôd uvedených v oddiele 6.11 prílohy I k smernici 2010/75/EÚ za predpokladu, že najväčšie zaťaženie znečisťujúcou látkou pochádza z činností uvedených v oddiele 4 prílohy I k smernici 2010/75/EÚ;</w:t>
          </w:r>
        </w:p>
        <w:p w:rsidR="00670FA7" w:rsidRPr="00B918D7" w:rsidRDefault="00670FA7" w:rsidP="00670FA7">
          <w:pPr>
            <w:pStyle w:val="Zkladntext20"/>
            <w:numPr>
              <w:ilvl w:val="0"/>
              <w:numId w:val="14"/>
            </w:numPr>
            <w:shd w:val="clear" w:color="auto" w:fill="auto"/>
            <w:tabs>
              <w:tab w:val="left" w:pos="310"/>
            </w:tabs>
            <w:spacing w:before="0" w:after="0" w:line="240" w:lineRule="auto"/>
            <w:ind w:left="318" w:right="40" w:hanging="278"/>
            <w:rPr>
              <w:lang w:eastAsia="en-US"/>
            </w:rPr>
          </w:pPr>
          <w:r w:rsidRPr="00395671">
            <w:rPr>
              <w:rFonts w:ascii="Times New Roman" w:eastAsia="Calibri" w:hAnsi="Times New Roman" w:cs="Times New Roman"/>
              <w:color w:val="auto"/>
              <w:sz w:val="24"/>
              <w:szCs w:val="24"/>
              <w:lang w:eastAsia="en-US"/>
            </w:rPr>
            <w:t xml:space="preserve">kombinovaného čistenia odpadových vôd z rôznych zdrojov, ak najväčšie zaťaženie znečisťujúcou látkou pochádza z činností uvedených v oddiele 4 prílohy I k smernici 2010/75/EÚ. </w:t>
          </w:r>
          <w:r w:rsidRPr="00395671">
            <w:rPr>
              <w:rFonts w:ascii="Times New Roman" w:hAnsi="Times New Roman"/>
              <w:sz w:val="24"/>
              <w:szCs w:val="24"/>
            </w:rPr>
            <w:t>Hodnoty BAT-AEL sa uplatňujú v mieste, kde emisie opúšťajú zariadenie.....</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1598373939"/>
          <w:placeholder>
            <w:docPart w:val="3801835B787A4E639AD22D5924A4F26F"/>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Pr>
              <w:rStyle w:val="Siln"/>
              <w:rFonts w:ascii="Times New Roman" w:hAnsi="Times New Roman"/>
              <w:sz w:val="24"/>
              <w:szCs w:val="24"/>
            </w:rPr>
            <w:t>Čiastočne 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1154186197"/>
          <w:placeholder>
            <w:docPart w:val="56DF25BA43104A58855636874825AF7B"/>
          </w:placeholder>
          <w:dropDownList>
            <w:listItem w:value="Vyberte položku."/>
            <w:listItem w:displayText="Áno" w:value="Áno"/>
            <w:listItem w:displayText="Nie" w:value="Nie"/>
          </w:dropDownList>
        </w:sdtPr>
        <w:sdtEndPr>
          <w:rPr>
            <w:rStyle w:val="Predvolenpsmoodseku"/>
            <w:b w:val="0"/>
            <w:bCs w:val="0"/>
          </w:rPr>
        </w:sdtEndPr>
        <w:sdtContent>
          <w:r>
            <w:rPr>
              <w:rStyle w:val="Siln"/>
              <w:rFonts w:ascii="Times New Roman" w:hAnsi="Times New Roman"/>
              <w:sz w:val="24"/>
              <w:szCs w:val="24"/>
            </w:rPr>
            <w:t>Áno</w:t>
          </w:r>
        </w:sdtContent>
      </w:sdt>
    </w:p>
    <w:sdt>
      <w:sdtPr>
        <w:rPr>
          <w:rFonts w:ascii="Times New Roman" w:hAnsi="Times New Roman"/>
          <w:b/>
          <w:bCs/>
          <w:sz w:val="24"/>
          <w:szCs w:val="24"/>
        </w:rPr>
        <w:id w:val="-235248216"/>
        <w:placeholder>
          <w:docPart w:val="C04B62CCCBE847618C58EF925A0B19F1"/>
        </w:placeholder>
      </w:sdtPr>
      <w:sdtEndPr/>
      <w:sdtContent>
        <w:p w:rsidR="00670FA7" w:rsidRPr="00314312" w:rsidRDefault="00670FA7" w:rsidP="00670FA7">
          <w:pPr>
            <w:spacing w:after="0"/>
            <w:ind w:left="57" w:right="57"/>
            <w:jc w:val="both"/>
            <w:rPr>
              <w:rFonts w:ascii="Times New Roman" w:hAnsi="Times New Roman"/>
              <w:sz w:val="24"/>
              <w:szCs w:val="24"/>
            </w:rPr>
          </w:pPr>
          <w:r>
            <w:rPr>
              <w:rFonts w:ascii="Times New Roman" w:hAnsi="Times New Roman"/>
              <w:sz w:val="24"/>
              <w:szCs w:val="24"/>
            </w:rPr>
            <w:t xml:space="preserve">V rámci mechanického čistenia sa využívajú </w:t>
          </w:r>
          <w:r w:rsidR="004A525A">
            <w:rPr>
              <w:rFonts w:ascii="Times New Roman" w:hAnsi="Times New Roman"/>
              <w:sz w:val="24"/>
              <w:szCs w:val="24"/>
            </w:rPr>
            <w:t xml:space="preserve">česlá, odlučovače olejov, tukov a piesku, </w:t>
          </w:r>
          <w:r>
            <w:rPr>
              <w:rFonts w:ascii="Times New Roman" w:hAnsi="Times New Roman"/>
              <w:sz w:val="24"/>
              <w:szCs w:val="24"/>
            </w:rPr>
            <w:t>vyrovnávacie nádrže a </w:t>
          </w:r>
          <w:r w:rsidR="004A525A">
            <w:rPr>
              <w:rFonts w:ascii="Times New Roman" w:hAnsi="Times New Roman"/>
              <w:sz w:val="24"/>
              <w:szCs w:val="24"/>
            </w:rPr>
            <w:t xml:space="preserve">zmiešavacie nádrže na biologickom chemickom stupni, tiež 2. stupňová neutralizácia na chemickom stupni ČOV. </w:t>
          </w:r>
          <w:r>
            <w:rPr>
              <w:rFonts w:ascii="Times New Roman" w:hAnsi="Times New Roman"/>
              <w:sz w:val="24"/>
              <w:szCs w:val="24"/>
            </w:rPr>
            <w:t xml:space="preserve">V rámci </w:t>
          </w:r>
          <w:r w:rsidR="00C72D2D">
            <w:rPr>
              <w:rFonts w:ascii="Times New Roman" w:hAnsi="Times New Roman"/>
              <w:sz w:val="24"/>
              <w:szCs w:val="24"/>
            </w:rPr>
            <w:t>biologického</w:t>
          </w:r>
          <w:r>
            <w:rPr>
              <w:rFonts w:ascii="Times New Roman" w:hAnsi="Times New Roman"/>
              <w:sz w:val="24"/>
              <w:szCs w:val="24"/>
            </w:rPr>
            <w:t xml:space="preserve"> čistenia sa využíva</w:t>
          </w:r>
          <w:r w:rsidR="00C72D2D">
            <w:rPr>
              <w:rFonts w:ascii="Times New Roman" w:hAnsi="Times New Roman"/>
              <w:sz w:val="24"/>
              <w:szCs w:val="24"/>
            </w:rPr>
            <w:t xml:space="preserve"> RND systém na odstránenie N, </w:t>
          </w:r>
          <w:r w:rsidR="002D596A">
            <w:rPr>
              <w:rFonts w:ascii="Times New Roman" w:hAnsi="Times New Roman"/>
              <w:sz w:val="24"/>
              <w:szCs w:val="24"/>
            </w:rPr>
            <w:t>membránové terciárne čistenie,</w:t>
          </w:r>
          <w:r>
            <w:rPr>
              <w:rFonts w:ascii="Times New Roman" w:hAnsi="Times New Roman"/>
              <w:sz w:val="24"/>
              <w:szCs w:val="24"/>
            </w:rPr>
            <w:t xml:space="preserve"> koagulácia</w:t>
          </w:r>
          <w:r w:rsidR="002D596A">
            <w:rPr>
              <w:rFonts w:ascii="Times New Roman" w:hAnsi="Times New Roman"/>
              <w:sz w:val="24"/>
              <w:szCs w:val="24"/>
            </w:rPr>
            <w:t xml:space="preserve">, </w:t>
          </w:r>
          <w:proofErr w:type="spellStart"/>
          <w:r w:rsidR="002D596A">
            <w:rPr>
              <w:rFonts w:ascii="Times New Roman" w:hAnsi="Times New Roman"/>
              <w:sz w:val="24"/>
              <w:szCs w:val="24"/>
            </w:rPr>
            <w:t>flokulácia</w:t>
          </w:r>
          <w:proofErr w:type="spellEnd"/>
          <w:r w:rsidR="002D596A">
            <w:rPr>
              <w:rFonts w:ascii="Times New Roman" w:hAnsi="Times New Roman"/>
              <w:sz w:val="24"/>
              <w:szCs w:val="24"/>
            </w:rPr>
            <w:t>,</w:t>
          </w:r>
          <w:r>
            <w:rPr>
              <w:rFonts w:ascii="Times New Roman" w:hAnsi="Times New Roman"/>
              <w:sz w:val="24"/>
              <w:szCs w:val="24"/>
            </w:rPr>
            <w:t> </w:t>
          </w:r>
          <w:proofErr w:type="spellStart"/>
          <w:r>
            <w:rPr>
              <w:rFonts w:ascii="Times New Roman" w:hAnsi="Times New Roman"/>
              <w:sz w:val="24"/>
              <w:szCs w:val="24"/>
            </w:rPr>
            <w:t>flotácia</w:t>
          </w:r>
          <w:proofErr w:type="spellEnd"/>
          <w:r>
            <w:rPr>
              <w:rFonts w:ascii="Times New Roman" w:hAnsi="Times New Roman"/>
              <w:sz w:val="24"/>
              <w:szCs w:val="24"/>
            </w:rPr>
            <w:t xml:space="preserve"> a sedimentácia. Prevádzkovateľ má stanovené p</w:t>
          </w:r>
          <w:r w:rsidRPr="00314312">
            <w:rPr>
              <w:rFonts w:ascii="Times New Roman" w:hAnsi="Times New Roman"/>
              <w:sz w:val="24"/>
              <w:szCs w:val="24"/>
            </w:rPr>
            <w:t xml:space="preserve">rípustné koncentračné </w:t>
          </w:r>
          <w:r w:rsidRPr="00314312">
            <w:rPr>
              <w:rFonts w:ascii="Times New Roman" w:hAnsi="Times New Roman"/>
              <w:sz w:val="24"/>
              <w:szCs w:val="24"/>
            </w:rPr>
            <w:lastRenderedPageBreak/>
            <w:t>a bilančné hodnoty pre jednotlivé ukazovatele znečistenia vo vypúšťaných odpadových vodách</w:t>
          </w:r>
          <w:r>
            <w:rPr>
              <w:rFonts w:ascii="Times New Roman" w:hAnsi="Times New Roman"/>
              <w:sz w:val="24"/>
              <w:szCs w:val="24"/>
            </w:rPr>
            <w:t>, ktoré je potrebné</w:t>
          </w:r>
          <w:r w:rsidR="002D596A">
            <w:rPr>
              <w:rFonts w:ascii="Times New Roman" w:hAnsi="Times New Roman"/>
              <w:sz w:val="24"/>
              <w:szCs w:val="24"/>
            </w:rPr>
            <w:t xml:space="preserve"> v niektorých ukazovateľoch</w:t>
          </w:r>
          <w:r>
            <w:rPr>
              <w:rFonts w:ascii="Times New Roman" w:hAnsi="Times New Roman"/>
              <w:sz w:val="24"/>
              <w:szCs w:val="24"/>
            </w:rPr>
            <w:t xml:space="preserve"> zosúladiť s tabuľkami BAT12.</w:t>
          </w:r>
        </w:p>
      </w:sdtContent>
    </w:sdt>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2114738436"/>
          <w:placeholder>
            <w:docPart w:val="FE0BE4B22AE146DA89B8E3D6F27CE2A8"/>
          </w:placeholder>
        </w:sdtPr>
        <w:sdtEndPr>
          <w:rPr>
            <w:rStyle w:val="Predvolenpsmoodseku"/>
            <w:b w:val="0"/>
            <w:bCs w:val="0"/>
          </w:rPr>
        </w:sdtEndPr>
        <w:sdtContent>
          <w:r w:rsidR="00670FA7">
            <w:rPr>
              <w:rStyle w:val="Siln"/>
              <w:rFonts w:ascii="Times New Roman" w:hAnsi="Times New Roman"/>
              <w:sz w:val="24"/>
              <w:szCs w:val="24"/>
            </w:rPr>
            <w:t>BAT 13</w:t>
          </w:r>
          <w:r w:rsidR="00670FA7" w:rsidRPr="003530F8">
            <w:rPr>
              <w:rStyle w:val="Siln"/>
              <w:rFonts w:ascii="Times New Roman" w:hAnsi="Times New Roman"/>
              <w:sz w:val="24"/>
              <w:szCs w:val="24"/>
            </w:rPr>
            <w:t>.</w:t>
          </w:r>
        </w:sdtContent>
      </w:sdt>
    </w:p>
    <w:sdt>
      <w:sdtPr>
        <w:rPr>
          <w:rFonts w:ascii="Times New Roman" w:hAnsi="Times New Roman"/>
          <w:b/>
          <w:bCs/>
          <w:sz w:val="24"/>
          <w:szCs w:val="24"/>
        </w:rPr>
        <w:id w:val="898636223"/>
        <w:placeholder>
          <w:docPart w:val="A283A455F32347FE8C37E49F5B3F05BA"/>
        </w:placeholder>
      </w:sdtPr>
      <w:sdtEndPr>
        <w:rPr>
          <w:rFonts w:ascii="Calibri" w:hAnsi="Calibri"/>
          <w:sz w:val="22"/>
          <w:szCs w:val="22"/>
        </w:rPr>
      </w:sdtEndPr>
      <w:sdtContent>
        <w:p w:rsidR="00670FA7" w:rsidRPr="008E4B8A" w:rsidRDefault="00670FA7" w:rsidP="00670FA7">
          <w:pPr>
            <w:spacing w:after="0" w:line="300" w:lineRule="exact"/>
            <w:jc w:val="both"/>
            <w:rPr>
              <w:rFonts w:ascii="Times New Roman" w:hAnsi="Times New Roman"/>
              <w:sz w:val="24"/>
              <w:szCs w:val="24"/>
            </w:rPr>
          </w:pPr>
          <w:r w:rsidRPr="008E4B8A">
            <w:rPr>
              <w:rFonts w:ascii="Times New Roman" w:hAnsi="Times New Roman"/>
              <w:sz w:val="24"/>
              <w:szCs w:val="24"/>
            </w:rPr>
            <w:t>Najlepšou dostupnou technikou (BAT) na prevenciu alebo, ak to nie je možné, na zníženie množstva odpadu zaslaného na zneškodnenie je vytvorenie a realizácia plánu nakladania s odpadom, ktorý je súčasťou plánu riadenia systému environmentálneho manažérstva (pozri BAT 1). Týmto plánom sa zabezpečí, že sa (v poradí podľa dôležitosti) predíde vzniku odpadu, odpad sa pripraví na opätovné použitie, recykláciu alebo iné zhodnotenie.</w:t>
          </w:r>
        </w:p>
      </w:sdtContent>
    </w:sdt>
    <w:p w:rsidR="00670FA7" w:rsidRPr="008E4B8A" w:rsidRDefault="00670FA7" w:rsidP="00670FA7">
      <w:pPr>
        <w:spacing w:after="0" w:line="300" w:lineRule="exact"/>
        <w:jc w:val="both"/>
        <w:rPr>
          <w:rFonts w:ascii="Times New Roman" w:hAnsi="Times New Roman"/>
          <w:sz w:val="24"/>
          <w:szCs w:val="24"/>
        </w:rPr>
      </w:pPr>
      <w:r w:rsidRPr="008E4B8A">
        <w:rPr>
          <w:rFonts w:ascii="Times New Roman" w:hAnsi="Times New Roman"/>
          <w:sz w:val="24"/>
          <w:szCs w:val="24"/>
        </w:rPr>
        <w:t>Zistený stav</w:t>
      </w:r>
      <w:r w:rsidRPr="008E4B8A">
        <w:rPr>
          <w:rFonts w:ascii="Times New Roman" w:hAnsi="Times New Roman"/>
          <w:sz w:val="24"/>
          <w:szCs w:val="24"/>
        </w:rPr>
        <w:tab/>
      </w:r>
      <w:sdt>
        <w:sdtPr>
          <w:rPr>
            <w:rStyle w:val="Siln"/>
            <w:rFonts w:ascii="Times New Roman" w:hAnsi="Times New Roman"/>
            <w:sz w:val="24"/>
            <w:szCs w:val="24"/>
          </w:rPr>
          <w:alias w:val="Zistený stav"/>
          <w:tag w:val="Zistený stav"/>
          <w:id w:val="1928999368"/>
          <w:placeholder>
            <w:docPart w:val="183C4D866A2E40698E0892D7292D1A92"/>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8E4B8A">
            <w:rPr>
              <w:rStyle w:val="Siln"/>
              <w:rFonts w:ascii="Times New Roman" w:hAnsi="Times New Roman"/>
              <w:sz w:val="24"/>
              <w:szCs w:val="24"/>
            </w:rPr>
            <w:t>Dodržaná</w:t>
          </w:r>
        </w:sdtContent>
      </w:sdt>
    </w:p>
    <w:p w:rsidR="00670FA7" w:rsidRPr="008E4B8A" w:rsidRDefault="00670FA7" w:rsidP="00670FA7">
      <w:pPr>
        <w:spacing w:after="0" w:line="300" w:lineRule="exact"/>
        <w:rPr>
          <w:rFonts w:ascii="Times New Roman" w:hAnsi="Times New Roman"/>
          <w:sz w:val="24"/>
          <w:szCs w:val="24"/>
        </w:rPr>
      </w:pPr>
      <w:r w:rsidRPr="008E4B8A">
        <w:rPr>
          <w:rFonts w:ascii="Times New Roman" w:hAnsi="Times New Roman"/>
          <w:sz w:val="24"/>
          <w:szCs w:val="24"/>
        </w:rPr>
        <w:t>Opis</w:t>
      </w:r>
      <w:r w:rsidRPr="008E4B8A">
        <w:rPr>
          <w:rFonts w:ascii="Times New Roman" w:hAnsi="Times New Roman"/>
          <w:sz w:val="24"/>
          <w:szCs w:val="24"/>
        </w:rPr>
        <w:tab/>
      </w:r>
      <w:r w:rsidRPr="008E4B8A">
        <w:rPr>
          <w:rFonts w:ascii="Times New Roman" w:hAnsi="Times New Roman"/>
          <w:sz w:val="24"/>
          <w:szCs w:val="24"/>
        </w:rPr>
        <w:tab/>
      </w:r>
      <w:sdt>
        <w:sdtPr>
          <w:rPr>
            <w:rStyle w:val="Siln"/>
            <w:rFonts w:ascii="Times New Roman" w:hAnsi="Times New Roman"/>
            <w:sz w:val="24"/>
            <w:szCs w:val="24"/>
          </w:rPr>
          <w:alias w:val="Opis"/>
          <w:tag w:val="Opis"/>
          <w:id w:val="268134332"/>
          <w:placeholder>
            <w:docPart w:val="8C9363F2449A4696BCA025512BC7F40C"/>
          </w:placeholder>
          <w:dropDownList>
            <w:listItem w:value="Vyberte položku."/>
            <w:listItem w:displayText="Áno" w:value="Áno"/>
            <w:listItem w:displayText="Nie" w:value="Nie"/>
          </w:dropDownList>
        </w:sdtPr>
        <w:sdtEndPr>
          <w:rPr>
            <w:rStyle w:val="Predvolenpsmoodseku"/>
            <w:b w:val="0"/>
            <w:bCs w:val="0"/>
          </w:rPr>
        </w:sdtEndPr>
        <w:sdtContent>
          <w:r w:rsidR="00286840">
            <w:rPr>
              <w:rStyle w:val="Siln"/>
              <w:rFonts w:ascii="Times New Roman" w:hAnsi="Times New Roman"/>
              <w:sz w:val="24"/>
              <w:szCs w:val="24"/>
            </w:rPr>
            <w:t>Nie</w:t>
          </w:r>
        </w:sdtContent>
      </w:sdt>
    </w:p>
    <w:p w:rsidR="00670FA7" w:rsidRPr="003530F8" w:rsidRDefault="00670FA7" w:rsidP="00670FA7">
      <w:pPr>
        <w:spacing w:after="0" w:line="300" w:lineRule="exact"/>
        <w:jc w:val="both"/>
        <w:rPr>
          <w:rFonts w:ascii="Times New Roman" w:hAnsi="Times New Roman"/>
          <w:sz w:val="24"/>
          <w:szCs w:val="24"/>
        </w:rPr>
      </w:pPr>
    </w:p>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1080755506"/>
          <w:placeholder>
            <w:docPart w:val="D079E64AE5FA49E28BA3EA87EA75CACC"/>
          </w:placeholder>
        </w:sdtPr>
        <w:sdtEndPr>
          <w:rPr>
            <w:rStyle w:val="Predvolenpsmoodseku"/>
            <w:b w:val="0"/>
            <w:bCs w:val="0"/>
          </w:rPr>
        </w:sdtEndPr>
        <w:sdtContent>
          <w:r w:rsidR="00670FA7">
            <w:rPr>
              <w:rStyle w:val="Siln"/>
              <w:rFonts w:ascii="Times New Roman" w:hAnsi="Times New Roman"/>
              <w:sz w:val="24"/>
              <w:szCs w:val="24"/>
            </w:rPr>
            <w:t xml:space="preserve"> BAT 14</w:t>
          </w:r>
          <w:r w:rsidR="00670FA7" w:rsidRPr="003530F8">
            <w:rPr>
              <w:rStyle w:val="Siln"/>
              <w:rFonts w:ascii="Times New Roman" w:hAnsi="Times New Roman"/>
              <w:sz w:val="24"/>
              <w:szCs w:val="24"/>
            </w:rPr>
            <w:t>.</w:t>
          </w:r>
        </w:sdtContent>
      </w:sdt>
    </w:p>
    <w:sdt>
      <w:sdtPr>
        <w:rPr>
          <w:rFonts w:eastAsia="Calibri"/>
          <w:b/>
          <w:bCs/>
          <w:szCs w:val="24"/>
          <w:lang w:eastAsia="en-US"/>
        </w:rPr>
        <w:id w:val="-405526476"/>
        <w:placeholder>
          <w:docPart w:val="A6B53411C0EA40A78E9BAE9282E8FD3F"/>
        </w:placeholder>
      </w:sdtPr>
      <w:sdtEndPr/>
      <w:sdtContent>
        <w:p w:rsidR="00670FA7" w:rsidRPr="008F2718" w:rsidRDefault="00670FA7" w:rsidP="00670FA7">
          <w:pPr>
            <w:pStyle w:val="Zkladntext31"/>
            <w:rPr>
              <w:rFonts w:eastAsia="Calibri"/>
              <w:szCs w:val="24"/>
              <w:lang w:eastAsia="en-US"/>
            </w:rPr>
          </w:pPr>
          <w:r w:rsidRPr="008F2718">
            <w:rPr>
              <w:rFonts w:eastAsia="Calibri"/>
              <w:szCs w:val="24"/>
              <w:lang w:eastAsia="en-US"/>
            </w:rPr>
            <w:t>Najlepšou dostupnou technikou (BAT) na zníženie objemu čistiarenských kalov vyžadujúcich ďalšie spracovanie alebo zneškodnenie a na zníženie ich potenciálneho vplyvu na životné prostredie je použitie týchto techník alebo ich kombinácie:...</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432395442"/>
          <w:placeholder>
            <w:docPart w:val="8C84DC71D963494F820FC9AE5C959E87"/>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sidRPr="003530F8">
            <w:rPr>
              <w:rStyle w:val="Siln"/>
              <w:rFonts w:ascii="Times New Roman" w:hAnsi="Times New Roman"/>
              <w:sz w:val="24"/>
              <w:szCs w:val="24"/>
            </w:rPr>
            <w:t>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167838670"/>
          <w:placeholder>
            <w:docPart w:val="7031885F3DC7427C9E9F990A1C08321A"/>
          </w:placeholder>
          <w:dropDownList>
            <w:listItem w:value="Vyberte položku."/>
            <w:listItem w:displayText="Áno" w:value="Áno"/>
            <w:listItem w:displayText="Nie" w:value="Nie"/>
          </w:dropDownList>
        </w:sdtPr>
        <w:sdtEndPr>
          <w:rPr>
            <w:rStyle w:val="Predvolenpsmoodseku"/>
            <w:b w:val="0"/>
            <w:bCs w:val="0"/>
          </w:rPr>
        </w:sdtEndPr>
        <w:sdtContent>
          <w:r w:rsidR="00FC378B">
            <w:rPr>
              <w:rStyle w:val="Siln"/>
              <w:rFonts w:ascii="Times New Roman" w:hAnsi="Times New Roman"/>
              <w:sz w:val="24"/>
              <w:szCs w:val="24"/>
            </w:rPr>
            <w:t>Nie</w:t>
          </w:r>
        </w:sdtContent>
      </w:sdt>
    </w:p>
    <w:p w:rsidR="00670FA7" w:rsidRPr="003530F8" w:rsidRDefault="00670FA7" w:rsidP="00670FA7">
      <w:pPr>
        <w:spacing w:after="0" w:line="300" w:lineRule="exact"/>
        <w:jc w:val="both"/>
        <w:rPr>
          <w:rFonts w:ascii="Times New Roman" w:hAnsi="Times New Roman"/>
          <w:sz w:val="24"/>
          <w:szCs w:val="24"/>
        </w:rPr>
      </w:pPr>
    </w:p>
    <w:p w:rsidR="00670FA7" w:rsidRPr="003530F8" w:rsidRDefault="00416E00" w:rsidP="00670FA7">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769894713"/>
          <w:placeholder>
            <w:docPart w:val="9DF8403BB2FB4913B30815845D09C0B5"/>
          </w:placeholder>
        </w:sdtPr>
        <w:sdtEndPr>
          <w:rPr>
            <w:rStyle w:val="Predvolenpsmoodseku"/>
            <w:b w:val="0"/>
            <w:bCs w:val="0"/>
          </w:rPr>
        </w:sdtEndPr>
        <w:sdtContent>
          <w:r w:rsidR="00670FA7">
            <w:rPr>
              <w:rStyle w:val="Siln"/>
              <w:rFonts w:ascii="Times New Roman" w:hAnsi="Times New Roman"/>
              <w:sz w:val="24"/>
              <w:szCs w:val="24"/>
            </w:rPr>
            <w:t>BAT 21.</w:t>
          </w:r>
        </w:sdtContent>
      </w:sdt>
    </w:p>
    <w:sdt>
      <w:sdtPr>
        <w:rPr>
          <w:rFonts w:ascii="Times New Roman" w:hAnsi="Times New Roman"/>
          <w:b/>
          <w:bCs/>
          <w:sz w:val="24"/>
          <w:szCs w:val="24"/>
        </w:rPr>
        <w:id w:val="1372958259"/>
        <w:placeholder>
          <w:docPart w:val="A8D904617ECF418495DED5E360079B1E"/>
        </w:placeholder>
      </w:sdtPr>
      <w:sdtEndPr/>
      <w:sdtContent>
        <w:p w:rsidR="00670FA7" w:rsidRPr="003530F8" w:rsidRDefault="00670FA7" w:rsidP="00670FA7">
          <w:pPr>
            <w:spacing w:after="0" w:line="240" w:lineRule="auto"/>
            <w:jc w:val="both"/>
            <w:rPr>
              <w:rFonts w:ascii="Times New Roman" w:hAnsi="Times New Roman"/>
              <w:sz w:val="24"/>
              <w:szCs w:val="24"/>
            </w:rPr>
          </w:pPr>
          <w:r w:rsidRPr="003A3CE7">
            <w:rPr>
              <w:rFonts w:ascii="Times New Roman" w:hAnsi="Times New Roman"/>
              <w:sz w:val="24"/>
              <w:szCs w:val="24"/>
            </w:rPr>
            <w:t>Najlepšou dostupnou technikou (BAT) umožňujúcou zabrániť vzniku emisií zápachu pri zhromažďovaní a čistení odpadových vôd a čistení kalu alebo, ak to nie je možné, znížiť ich množstvo je jedna z techník uvedených nižšie alebo ich kombinácia:</w:t>
          </w:r>
          <w:r>
            <w:rPr>
              <w:rFonts w:ascii="Times New Roman" w:hAnsi="Times New Roman"/>
              <w:sz w:val="24"/>
              <w:szCs w:val="24"/>
            </w:rPr>
            <w:t>....</w:t>
          </w:r>
        </w:p>
      </w:sdtContent>
    </w:sdt>
    <w:p w:rsidR="00670FA7" w:rsidRPr="003530F8" w:rsidRDefault="00670FA7" w:rsidP="00670FA7">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1296717283"/>
          <w:placeholder>
            <w:docPart w:val="2EA0D63AE81D4DA49C4814997DF25E15"/>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Pr>
              <w:rStyle w:val="Siln"/>
              <w:rFonts w:ascii="Times New Roman" w:hAnsi="Times New Roman"/>
              <w:sz w:val="24"/>
              <w:szCs w:val="24"/>
            </w:rPr>
            <w:t>Dodržaná</w:t>
          </w:r>
        </w:sdtContent>
      </w:sdt>
    </w:p>
    <w:p w:rsidR="00670FA7" w:rsidRPr="003530F8" w:rsidRDefault="00670FA7" w:rsidP="00670FA7">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963780939"/>
          <w:placeholder>
            <w:docPart w:val="685948F3DD644FF7BC9E43893E3E8998"/>
          </w:placeholder>
          <w:dropDownList>
            <w:listItem w:value="Vyberte položku."/>
            <w:listItem w:displayText="Áno" w:value="Áno"/>
            <w:listItem w:displayText="Nie" w:value="Nie"/>
          </w:dropDownList>
        </w:sdtPr>
        <w:sdtEndPr>
          <w:rPr>
            <w:rStyle w:val="Predvolenpsmoodseku"/>
            <w:b w:val="0"/>
            <w:bCs w:val="0"/>
          </w:rPr>
        </w:sdtEndPr>
        <w:sdtContent>
          <w:r w:rsidR="009307A0">
            <w:rPr>
              <w:rStyle w:val="Siln"/>
              <w:rFonts w:ascii="Times New Roman" w:hAnsi="Times New Roman"/>
              <w:sz w:val="24"/>
              <w:szCs w:val="24"/>
            </w:rPr>
            <w:t>Nie</w:t>
          </w:r>
        </w:sdtContent>
      </w:sdt>
    </w:p>
    <w:p w:rsidR="00670FA7" w:rsidRPr="003530F8" w:rsidRDefault="00670FA7" w:rsidP="00670FA7">
      <w:pPr>
        <w:spacing w:after="0" w:line="300" w:lineRule="exact"/>
        <w:jc w:val="both"/>
        <w:rPr>
          <w:rFonts w:ascii="Times New Roman" w:hAnsi="Times New Roman"/>
          <w:sz w:val="24"/>
          <w:szCs w:val="24"/>
        </w:rPr>
      </w:pPr>
    </w:p>
    <w:p w:rsidR="00803992" w:rsidRPr="003530F8" w:rsidRDefault="00416E00" w:rsidP="00803992">
      <w:pPr>
        <w:pStyle w:val="Odsekzoznamu"/>
        <w:numPr>
          <w:ilvl w:val="0"/>
          <w:numId w:val="5"/>
        </w:numPr>
        <w:spacing w:after="0" w:line="300" w:lineRule="exact"/>
        <w:ind w:left="426" w:hanging="426"/>
        <w:rPr>
          <w:rFonts w:ascii="Times New Roman" w:hAnsi="Times New Roman"/>
          <w:sz w:val="24"/>
          <w:szCs w:val="24"/>
        </w:rPr>
      </w:pPr>
      <w:sdt>
        <w:sdtPr>
          <w:rPr>
            <w:rStyle w:val="Siln"/>
            <w:rFonts w:ascii="Times New Roman" w:hAnsi="Times New Roman"/>
            <w:sz w:val="24"/>
            <w:szCs w:val="24"/>
          </w:rPr>
          <w:id w:val="92933150"/>
          <w:placeholder>
            <w:docPart w:val="25DE8AF844544EF69507394407E62215"/>
          </w:placeholder>
        </w:sdtPr>
        <w:sdtEndPr>
          <w:rPr>
            <w:rStyle w:val="Predvolenpsmoodseku"/>
            <w:b w:val="0"/>
            <w:bCs w:val="0"/>
          </w:rPr>
        </w:sdtEndPr>
        <w:sdtContent>
          <w:r w:rsidR="00803992">
            <w:rPr>
              <w:rStyle w:val="Siln"/>
              <w:rFonts w:ascii="Times New Roman" w:hAnsi="Times New Roman"/>
              <w:sz w:val="24"/>
              <w:szCs w:val="24"/>
            </w:rPr>
            <w:t>BAT 22.</w:t>
          </w:r>
        </w:sdtContent>
      </w:sdt>
    </w:p>
    <w:sdt>
      <w:sdtPr>
        <w:rPr>
          <w:rFonts w:ascii="Times New Roman" w:hAnsi="Times New Roman"/>
          <w:b/>
          <w:bCs/>
          <w:sz w:val="24"/>
          <w:szCs w:val="24"/>
        </w:rPr>
        <w:id w:val="92933151"/>
        <w:placeholder>
          <w:docPart w:val="C24BAC8BE5E64B519FE7C37AEFF98ACD"/>
        </w:placeholder>
      </w:sdtPr>
      <w:sdtEndPr/>
      <w:sdtContent>
        <w:p w:rsidR="00DC0685" w:rsidRPr="00DC0685" w:rsidRDefault="00DC0685" w:rsidP="00DC0685">
          <w:pPr>
            <w:spacing w:after="0" w:line="240" w:lineRule="auto"/>
            <w:jc w:val="both"/>
            <w:rPr>
              <w:rFonts w:ascii="Times New Roman" w:hAnsi="Times New Roman"/>
              <w:sz w:val="24"/>
              <w:szCs w:val="24"/>
            </w:rPr>
          </w:pPr>
          <w:r w:rsidRPr="00DC0685">
            <w:rPr>
              <w:rFonts w:ascii="Times New Roman" w:hAnsi="Times New Roman"/>
              <w:sz w:val="24"/>
              <w:szCs w:val="24"/>
            </w:rPr>
            <w:t>Najlepšou dostupnou technikou (BAT) umožňujúcou zabrániť vzniku emisií hluku alebo, ak to nie je možné, znížiť ich množstvo je vytvoriť a realizovať plán na riadenie hluku, ktorý je súčasťou systému environmentálneho riadenia (pozri BAT 1) a ktorý zahŕňa všetky tieto prvky:</w:t>
          </w:r>
        </w:p>
        <w:p w:rsidR="00DC0685" w:rsidRPr="00DC0685" w:rsidRDefault="00DC0685" w:rsidP="00DC0685">
          <w:pPr>
            <w:spacing w:after="0" w:line="240" w:lineRule="auto"/>
            <w:jc w:val="both"/>
            <w:rPr>
              <w:rFonts w:ascii="Times New Roman" w:hAnsi="Times New Roman"/>
              <w:sz w:val="24"/>
              <w:szCs w:val="24"/>
            </w:rPr>
          </w:pPr>
          <w:r w:rsidRPr="00DC0685">
            <w:rPr>
              <w:rFonts w:ascii="Times New Roman" w:hAnsi="Times New Roman"/>
              <w:sz w:val="24"/>
              <w:szCs w:val="24"/>
            </w:rPr>
            <w:t xml:space="preserve">i) protokol obsahujúci príslušné opatrenia a harmonogramy; </w:t>
          </w:r>
        </w:p>
        <w:p w:rsidR="00DC0685" w:rsidRPr="00DC0685" w:rsidRDefault="00DC0685" w:rsidP="00DC0685">
          <w:pPr>
            <w:spacing w:after="0" w:line="240" w:lineRule="auto"/>
            <w:jc w:val="both"/>
            <w:rPr>
              <w:rFonts w:ascii="Times New Roman" w:hAnsi="Times New Roman"/>
              <w:sz w:val="24"/>
              <w:szCs w:val="24"/>
            </w:rPr>
          </w:pPr>
          <w:proofErr w:type="spellStart"/>
          <w:r w:rsidRPr="00DC0685">
            <w:rPr>
              <w:rFonts w:ascii="Times New Roman" w:hAnsi="Times New Roman"/>
              <w:sz w:val="24"/>
              <w:szCs w:val="24"/>
            </w:rPr>
            <w:t>ii</w:t>
          </w:r>
          <w:proofErr w:type="spellEnd"/>
          <w:r w:rsidRPr="00DC0685">
            <w:rPr>
              <w:rFonts w:ascii="Times New Roman" w:hAnsi="Times New Roman"/>
              <w:sz w:val="24"/>
              <w:szCs w:val="24"/>
            </w:rPr>
            <w:t xml:space="preserve">) protokol na vykonávanie monitorovania hluku; </w:t>
          </w:r>
        </w:p>
        <w:p w:rsidR="00DC0685" w:rsidRPr="00DC0685" w:rsidRDefault="00DC0685" w:rsidP="00DC0685">
          <w:pPr>
            <w:spacing w:after="0" w:line="240" w:lineRule="auto"/>
            <w:jc w:val="both"/>
            <w:rPr>
              <w:rFonts w:ascii="Times New Roman" w:hAnsi="Times New Roman"/>
              <w:sz w:val="24"/>
              <w:szCs w:val="24"/>
            </w:rPr>
          </w:pPr>
          <w:proofErr w:type="spellStart"/>
          <w:r w:rsidRPr="00DC0685">
            <w:rPr>
              <w:rFonts w:ascii="Times New Roman" w:hAnsi="Times New Roman"/>
              <w:sz w:val="24"/>
              <w:szCs w:val="24"/>
            </w:rPr>
            <w:t>iii</w:t>
          </w:r>
          <w:proofErr w:type="spellEnd"/>
          <w:r w:rsidRPr="00DC0685">
            <w:rPr>
              <w:rFonts w:ascii="Times New Roman" w:hAnsi="Times New Roman"/>
              <w:sz w:val="24"/>
              <w:szCs w:val="24"/>
            </w:rPr>
            <w:t xml:space="preserve">) protokol pre reakcie na zistené výskyty hluku; </w:t>
          </w:r>
        </w:p>
        <w:p w:rsidR="00DC0685" w:rsidRPr="00DC0685" w:rsidRDefault="00DC0685" w:rsidP="00DC0685">
          <w:pPr>
            <w:spacing w:after="0" w:line="240" w:lineRule="auto"/>
            <w:jc w:val="both"/>
            <w:rPr>
              <w:rFonts w:ascii="Times New Roman" w:hAnsi="Times New Roman"/>
              <w:sz w:val="24"/>
              <w:szCs w:val="24"/>
            </w:rPr>
          </w:pPr>
          <w:proofErr w:type="spellStart"/>
          <w:r w:rsidRPr="00DC0685">
            <w:rPr>
              <w:rFonts w:ascii="Times New Roman" w:hAnsi="Times New Roman"/>
              <w:sz w:val="24"/>
              <w:szCs w:val="24"/>
            </w:rPr>
            <w:t>iv</w:t>
          </w:r>
          <w:proofErr w:type="spellEnd"/>
          <w:r w:rsidRPr="00DC0685">
            <w:rPr>
              <w:rFonts w:ascii="Times New Roman" w:hAnsi="Times New Roman"/>
              <w:sz w:val="24"/>
              <w:szCs w:val="24"/>
            </w:rPr>
            <w:t xml:space="preserve">) Program prevencie hluku a jeho zmierňovania navrhnutý tak, aby identifikoval zdroj(-e) hluku; meranie/odhad expozície hluku; opísanie podielu jednotlivých zdrojov a realizácia preventívnych opatrení a/alebo opatrení na zmiernenie. </w:t>
          </w:r>
        </w:p>
        <w:p w:rsidR="00803992" w:rsidRPr="003530F8" w:rsidRDefault="00DC0685" w:rsidP="00803992">
          <w:pPr>
            <w:spacing w:after="0" w:line="240" w:lineRule="auto"/>
            <w:jc w:val="both"/>
            <w:rPr>
              <w:rFonts w:ascii="Times New Roman" w:hAnsi="Times New Roman"/>
              <w:sz w:val="24"/>
              <w:szCs w:val="24"/>
            </w:rPr>
          </w:pPr>
          <w:r w:rsidRPr="00DC0685">
            <w:rPr>
              <w:rFonts w:ascii="Times New Roman" w:hAnsi="Times New Roman"/>
              <w:sz w:val="24"/>
              <w:szCs w:val="24"/>
            </w:rPr>
            <w:t>Uplat</w:t>
          </w:r>
          <w:r>
            <w:rPr>
              <w:rFonts w:ascii="Times New Roman" w:hAnsi="Times New Roman"/>
              <w:sz w:val="24"/>
              <w:szCs w:val="24"/>
            </w:rPr>
            <w:t>n</w:t>
          </w:r>
          <w:r w:rsidRPr="00DC0685">
            <w:rPr>
              <w:rFonts w:ascii="Times New Roman" w:hAnsi="Times New Roman"/>
              <w:sz w:val="24"/>
              <w:szCs w:val="24"/>
            </w:rPr>
            <w:t>iteľnosť</w:t>
          </w:r>
          <w:r>
            <w:rPr>
              <w:rFonts w:ascii="Times New Roman" w:hAnsi="Times New Roman"/>
              <w:sz w:val="24"/>
              <w:szCs w:val="24"/>
            </w:rPr>
            <w:t>:</w:t>
          </w:r>
          <w:r w:rsidRPr="00DC0685">
            <w:rPr>
              <w:rFonts w:ascii="Times New Roman" w:hAnsi="Times New Roman"/>
              <w:sz w:val="24"/>
              <w:szCs w:val="24"/>
            </w:rPr>
            <w:t xml:space="preserve"> Uplatniteľnosť je obmedzená na prípady, keď je možné alebo odôvodnené obťažovanie hlukom očakávať</w:t>
          </w:r>
          <w:r>
            <w:rPr>
              <w:rFonts w:ascii="Times New Roman" w:hAnsi="Times New Roman"/>
              <w:sz w:val="24"/>
              <w:szCs w:val="24"/>
            </w:rPr>
            <w:t>.</w:t>
          </w:r>
        </w:p>
      </w:sdtContent>
    </w:sdt>
    <w:p w:rsidR="00803992" w:rsidRPr="003530F8" w:rsidRDefault="00803992" w:rsidP="00803992">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92933152"/>
          <w:placeholder>
            <w:docPart w:val="93E6474997384FA8AADA8F386FCBB987"/>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Pr>
              <w:rStyle w:val="Siln"/>
              <w:rFonts w:ascii="Times New Roman" w:hAnsi="Times New Roman"/>
              <w:sz w:val="24"/>
              <w:szCs w:val="24"/>
            </w:rPr>
            <w:t>Dodržaná</w:t>
          </w:r>
        </w:sdtContent>
      </w:sdt>
    </w:p>
    <w:p w:rsidR="00803992" w:rsidRPr="003530F8" w:rsidRDefault="00803992" w:rsidP="00803992">
      <w:pPr>
        <w:spacing w:after="0" w:line="300" w:lineRule="exact"/>
        <w:rPr>
          <w:rFonts w:ascii="Times New Roman" w:hAnsi="Times New Roman"/>
          <w:sz w:val="24"/>
          <w:szCs w:val="24"/>
        </w:rPr>
      </w:pPr>
      <w:r w:rsidRPr="003530F8">
        <w:rPr>
          <w:rFonts w:ascii="Times New Roman" w:hAnsi="Times New Roman"/>
          <w:sz w:val="24"/>
          <w:szCs w:val="24"/>
        </w:rPr>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92933153"/>
          <w:placeholder>
            <w:docPart w:val="860E2E92777F490DACB99E1DCAF6533C"/>
          </w:placeholder>
          <w:dropDownList>
            <w:listItem w:value="Vyberte položku."/>
            <w:listItem w:displayText="Áno" w:value="Áno"/>
            <w:listItem w:displayText="Nie" w:value="Nie"/>
          </w:dropDownList>
        </w:sdtPr>
        <w:sdtEndPr>
          <w:rPr>
            <w:rStyle w:val="Predvolenpsmoodseku"/>
            <w:b w:val="0"/>
            <w:bCs w:val="0"/>
          </w:rPr>
        </w:sdtEndPr>
        <w:sdtContent>
          <w:r w:rsidR="00643431">
            <w:rPr>
              <w:rStyle w:val="Siln"/>
              <w:rFonts w:ascii="Times New Roman" w:hAnsi="Times New Roman"/>
              <w:sz w:val="24"/>
              <w:szCs w:val="24"/>
            </w:rPr>
            <w:t>Áno</w:t>
          </w:r>
        </w:sdtContent>
      </w:sdt>
    </w:p>
    <w:p w:rsidR="00803992" w:rsidRPr="003530F8" w:rsidRDefault="00416E00" w:rsidP="00803992">
      <w:pPr>
        <w:spacing w:after="0" w:line="300" w:lineRule="exact"/>
        <w:jc w:val="both"/>
        <w:rPr>
          <w:rFonts w:ascii="Times New Roman" w:hAnsi="Times New Roman"/>
          <w:sz w:val="24"/>
          <w:szCs w:val="24"/>
        </w:rPr>
      </w:pPr>
      <w:sdt>
        <w:sdtPr>
          <w:rPr>
            <w:rFonts w:ascii="Times New Roman" w:hAnsi="Times New Roman"/>
            <w:b/>
            <w:bCs/>
            <w:sz w:val="24"/>
            <w:szCs w:val="24"/>
          </w:rPr>
          <w:id w:val="92933154"/>
          <w:placeholder>
            <w:docPart w:val="AEA738251CDF42FFA83FF25493B7916F"/>
          </w:placeholder>
        </w:sdtPr>
        <w:sdtEndPr>
          <w:rPr>
            <w:rFonts w:eastAsia="Times New Roman"/>
            <w:szCs w:val="20"/>
            <w:lang w:eastAsia="cs-CZ"/>
          </w:rPr>
        </w:sdtEndPr>
        <w:sdtContent>
          <w:r w:rsidR="00643431" w:rsidRPr="00643431">
            <w:rPr>
              <w:rFonts w:ascii="Times New Roman" w:hAnsi="Times New Roman"/>
              <w:bCs/>
              <w:sz w:val="24"/>
              <w:szCs w:val="24"/>
            </w:rPr>
            <w:t>Areál ČOV VW SK sa nachádza mimo výrobného areálu VW SK ako aj mimo obytných zón.</w:t>
          </w:r>
          <w:r w:rsidR="00643431">
            <w:rPr>
              <w:rFonts w:ascii="Times New Roman" w:hAnsi="Times New Roman"/>
              <w:bCs/>
              <w:sz w:val="24"/>
              <w:szCs w:val="24"/>
            </w:rPr>
            <w:t xml:space="preserve"> Podľa výsledkov merania hluku z 09/2018 </w:t>
          </w:r>
          <w:r w:rsidR="009B0613">
            <w:rPr>
              <w:rFonts w:ascii="Times New Roman" w:hAnsi="Times New Roman"/>
              <w:bCs/>
              <w:sz w:val="24"/>
              <w:szCs w:val="24"/>
            </w:rPr>
            <w:t xml:space="preserve">sú intervaly hladín hluku na hranici areálu ČOV nižšie ako 45 </w:t>
          </w:r>
          <w:proofErr w:type="spellStart"/>
          <w:r w:rsidR="009B0613">
            <w:rPr>
              <w:rFonts w:ascii="Times New Roman" w:hAnsi="Times New Roman"/>
              <w:bCs/>
              <w:sz w:val="24"/>
              <w:szCs w:val="24"/>
            </w:rPr>
            <w:t>db</w:t>
          </w:r>
          <w:proofErr w:type="spellEnd"/>
          <w:r w:rsidR="009B0613">
            <w:rPr>
              <w:rFonts w:ascii="Times New Roman" w:hAnsi="Times New Roman"/>
              <w:bCs/>
              <w:sz w:val="24"/>
              <w:szCs w:val="24"/>
            </w:rPr>
            <w:t>.</w:t>
          </w:r>
          <w:r w:rsidR="00643431">
            <w:rPr>
              <w:rFonts w:ascii="Times New Roman" w:hAnsi="Times New Roman"/>
              <w:bCs/>
              <w:sz w:val="24"/>
              <w:szCs w:val="24"/>
            </w:rPr>
            <w:t xml:space="preserve"> </w:t>
          </w:r>
        </w:sdtContent>
      </w:sdt>
    </w:p>
    <w:p w:rsidR="00452F36" w:rsidRPr="003530F8" w:rsidRDefault="00452F36" w:rsidP="00452F36">
      <w:pPr>
        <w:pStyle w:val="Odsekzoznamu"/>
        <w:numPr>
          <w:ilvl w:val="0"/>
          <w:numId w:val="5"/>
        </w:numPr>
        <w:spacing w:after="0" w:line="300" w:lineRule="exact"/>
        <w:ind w:left="426" w:hanging="426"/>
        <w:rPr>
          <w:rFonts w:ascii="Times New Roman" w:hAnsi="Times New Roman"/>
          <w:sz w:val="24"/>
          <w:szCs w:val="24"/>
        </w:rPr>
      </w:pPr>
      <w:r>
        <w:rPr>
          <w:rStyle w:val="Siln"/>
          <w:rFonts w:ascii="Times New Roman" w:hAnsi="Times New Roman"/>
          <w:sz w:val="24"/>
          <w:szCs w:val="24"/>
        </w:rPr>
        <w:t>BAT 23.</w:t>
      </w:r>
    </w:p>
    <w:sdt>
      <w:sdtPr>
        <w:rPr>
          <w:rFonts w:ascii="Times New Roman" w:hAnsi="Times New Roman"/>
          <w:sz w:val="24"/>
          <w:szCs w:val="24"/>
        </w:rPr>
        <w:id w:val="92933178"/>
        <w:placeholder>
          <w:docPart w:val="F51B6E72366D42AFA5D844F4AF0C56A1"/>
        </w:placeholder>
      </w:sdtPr>
      <w:sdtEndPr/>
      <w:sdtContent>
        <w:p w:rsidR="00452F36" w:rsidRPr="003530F8" w:rsidRDefault="00452F36" w:rsidP="00896C6F">
          <w:pPr>
            <w:spacing w:after="0" w:line="240" w:lineRule="auto"/>
            <w:jc w:val="both"/>
            <w:rPr>
              <w:rFonts w:ascii="Times New Roman" w:hAnsi="Times New Roman"/>
              <w:sz w:val="24"/>
              <w:szCs w:val="24"/>
            </w:rPr>
          </w:pPr>
          <w:r w:rsidRPr="00DC0685">
            <w:rPr>
              <w:rFonts w:ascii="Times New Roman" w:hAnsi="Times New Roman"/>
              <w:sz w:val="24"/>
              <w:szCs w:val="24"/>
            </w:rPr>
            <w:t xml:space="preserve">Najlepšou </w:t>
          </w:r>
          <w:r w:rsidR="00896C6F" w:rsidRPr="00896C6F">
            <w:rPr>
              <w:rFonts w:ascii="Times New Roman" w:hAnsi="Times New Roman"/>
              <w:sz w:val="24"/>
              <w:szCs w:val="24"/>
            </w:rPr>
            <w:t xml:space="preserve">dostupnou technikou (BAT) umožňujúcou zabrániť vzniku emisií hluku alebo, ak to nie je možné, znížiť ich množstvo je použiť jednu z nižšie uvedených techník alebo </w:t>
          </w:r>
          <w:r w:rsidR="00896C6F">
            <w:rPr>
              <w:rFonts w:ascii="Times New Roman" w:hAnsi="Times New Roman"/>
              <w:sz w:val="24"/>
              <w:szCs w:val="24"/>
            </w:rPr>
            <w:t>ich kombináciu:...</w:t>
          </w:r>
        </w:p>
      </w:sdtContent>
    </w:sdt>
    <w:p w:rsidR="00452F36" w:rsidRPr="003530F8" w:rsidRDefault="00452F36" w:rsidP="00452F36">
      <w:pPr>
        <w:spacing w:after="0" w:line="300" w:lineRule="exact"/>
        <w:jc w:val="both"/>
        <w:rPr>
          <w:rFonts w:ascii="Times New Roman" w:hAnsi="Times New Roman"/>
          <w:sz w:val="24"/>
          <w:szCs w:val="24"/>
        </w:rPr>
      </w:pPr>
      <w:r w:rsidRPr="003530F8">
        <w:rPr>
          <w:rFonts w:ascii="Times New Roman" w:hAnsi="Times New Roman"/>
          <w:sz w:val="24"/>
          <w:szCs w:val="24"/>
        </w:rPr>
        <w:t>Zistený stav</w:t>
      </w:r>
      <w:r w:rsidRPr="003530F8">
        <w:rPr>
          <w:rFonts w:ascii="Times New Roman" w:hAnsi="Times New Roman"/>
          <w:sz w:val="24"/>
          <w:szCs w:val="24"/>
        </w:rPr>
        <w:tab/>
      </w:r>
      <w:sdt>
        <w:sdtPr>
          <w:rPr>
            <w:rStyle w:val="Siln"/>
            <w:rFonts w:ascii="Times New Roman" w:hAnsi="Times New Roman"/>
            <w:sz w:val="24"/>
            <w:szCs w:val="24"/>
          </w:rPr>
          <w:alias w:val="Zistený stav"/>
          <w:tag w:val="Zistený stav"/>
          <w:id w:val="92933179"/>
          <w:placeholder>
            <w:docPart w:val="ABF00E1883654A5FAC25DCC13A7EEBA2"/>
          </w:placeholder>
          <w:dropDownList>
            <w:listItem w:value="Vyberte položku."/>
            <w:listItem w:displayText="Dodržaná" w:value="Dodržaná"/>
            <w:listItem w:displayText="Čiastočne dodržaná" w:value="Čiastočne dodržaná"/>
            <w:listItem w:displayText="Nedodržaná" w:value="Nedodržaná"/>
            <w:listItem w:displayText="Nie je možné vyhodnotiť" w:value="Nie je možné vyhodnotiť"/>
          </w:dropDownList>
        </w:sdtPr>
        <w:sdtEndPr>
          <w:rPr>
            <w:rStyle w:val="Predvolenpsmoodseku"/>
            <w:b w:val="0"/>
            <w:bCs w:val="0"/>
          </w:rPr>
        </w:sdtEndPr>
        <w:sdtContent>
          <w:r>
            <w:rPr>
              <w:rStyle w:val="Siln"/>
              <w:rFonts w:ascii="Times New Roman" w:hAnsi="Times New Roman"/>
              <w:sz w:val="24"/>
              <w:szCs w:val="24"/>
            </w:rPr>
            <w:t>Dodržaná</w:t>
          </w:r>
        </w:sdtContent>
      </w:sdt>
    </w:p>
    <w:p w:rsidR="00452F36" w:rsidRPr="003530F8" w:rsidRDefault="00452F36" w:rsidP="00452F36">
      <w:pPr>
        <w:spacing w:after="0" w:line="300" w:lineRule="exact"/>
        <w:rPr>
          <w:rFonts w:ascii="Times New Roman" w:hAnsi="Times New Roman"/>
          <w:sz w:val="24"/>
          <w:szCs w:val="24"/>
        </w:rPr>
      </w:pPr>
      <w:r w:rsidRPr="003530F8">
        <w:rPr>
          <w:rFonts w:ascii="Times New Roman" w:hAnsi="Times New Roman"/>
          <w:sz w:val="24"/>
          <w:szCs w:val="24"/>
        </w:rPr>
        <w:lastRenderedPageBreak/>
        <w:t>Opis</w:t>
      </w:r>
      <w:r w:rsidRPr="003530F8">
        <w:rPr>
          <w:rFonts w:ascii="Times New Roman" w:hAnsi="Times New Roman"/>
          <w:sz w:val="24"/>
          <w:szCs w:val="24"/>
        </w:rPr>
        <w:tab/>
      </w:r>
      <w:r w:rsidRPr="003530F8">
        <w:rPr>
          <w:rFonts w:ascii="Times New Roman" w:hAnsi="Times New Roman"/>
          <w:sz w:val="24"/>
          <w:szCs w:val="24"/>
        </w:rPr>
        <w:tab/>
      </w:r>
      <w:sdt>
        <w:sdtPr>
          <w:rPr>
            <w:rStyle w:val="Siln"/>
            <w:rFonts w:ascii="Times New Roman" w:hAnsi="Times New Roman"/>
            <w:sz w:val="24"/>
            <w:szCs w:val="24"/>
          </w:rPr>
          <w:alias w:val="Opis"/>
          <w:tag w:val="Opis"/>
          <w:id w:val="92933180"/>
          <w:placeholder>
            <w:docPart w:val="AB9F34CACB244EDA95660E2EF8B08B46"/>
          </w:placeholder>
          <w:dropDownList>
            <w:listItem w:value="Vyberte položku."/>
            <w:listItem w:displayText="Áno" w:value="Áno"/>
            <w:listItem w:displayText="Nie" w:value="Nie"/>
          </w:dropDownList>
        </w:sdtPr>
        <w:sdtEndPr>
          <w:rPr>
            <w:rStyle w:val="Predvolenpsmoodseku"/>
            <w:b w:val="0"/>
            <w:bCs w:val="0"/>
          </w:rPr>
        </w:sdtEndPr>
        <w:sdtContent>
          <w:r w:rsidR="004B2AEC">
            <w:rPr>
              <w:rStyle w:val="Siln"/>
              <w:rFonts w:ascii="Times New Roman" w:hAnsi="Times New Roman"/>
              <w:sz w:val="24"/>
              <w:szCs w:val="24"/>
            </w:rPr>
            <w:t>Nie</w:t>
          </w:r>
        </w:sdtContent>
      </w:sdt>
    </w:p>
    <w:p w:rsidR="00452F36" w:rsidRPr="003530F8" w:rsidRDefault="00452F36" w:rsidP="00452F36">
      <w:pPr>
        <w:spacing w:after="0" w:line="300" w:lineRule="exact"/>
        <w:jc w:val="both"/>
        <w:rPr>
          <w:rFonts w:ascii="Times New Roman" w:hAnsi="Times New Roman"/>
          <w:sz w:val="24"/>
          <w:szCs w:val="24"/>
        </w:rPr>
      </w:pPr>
    </w:p>
    <w:p w:rsidR="005920ED" w:rsidRDefault="005920ED" w:rsidP="00453E5E">
      <w:pPr>
        <w:pStyle w:val="Odsekzoznamu"/>
        <w:numPr>
          <w:ilvl w:val="0"/>
          <w:numId w:val="4"/>
        </w:numPr>
        <w:spacing w:after="0" w:line="300" w:lineRule="exact"/>
        <w:ind w:left="426" w:hanging="426"/>
        <w:jc w:val="both"/>
        <w:rPr>
          <w:rFonts w:ascii="Times New Roman" w:hAnsi="Times New Roman"/>
          <w:sz w:val="24"/>
          <w:szCs w:val="24"/>
        </w:rPr>
      </w:pPr>
      <w:r w:rsidRPr="009C0416">
        <w:rPr>
          <w:rFonts w:ascii="Times New Roman" w:hAnsi="Times New Roman"/>
          <w:b/>
          <w:sz w:val="24"/>
          <w:szCs w:val="24"/>
          <w:u w:val="single"/>
        </w:rPr>
        <w:t>Prílohy správy</w:t>
      </w:r>
      <w:r w:rsidR="0062284C">
        <w:rPr>
          <w:rFonts w:ascii="Times New Roman" w:hAnsi="Times New Roman"/>
          <w:sz w:val="24"/>
          <w:szCs w:val="24"/>
        </w:rPr>
        <w:tab/>
      </w:r>
      <w:r w:rsidR="0062284C">
        <w:rPr>
          <w:rFonts w:ascii="Times New Roman" w:hAnsi="Times New Roman"/>
          <w:sz w:val="24"/>
          <w:szCs w:val="24"/>
        </w:rPr>
        <w:tab/>
      </w:r>
      <w:sdt>
        <w:sdtPr>
          <w:rPr>
            <w:rFonts w:ascii="Times New Roman" w:hAnsi="Times New Roman"/>
            <w:sz w:val="24"/>
            <w:szCs w:val="24"/>
          </w:rPr>
          <w:alias w:val="Prílohy"/>
          <w:tag w:val="Prílohy"/>
          <w:id w:val="-952397199"/>
          <w:placeholder>
            <w:docPart w:val="0C3D8AB3AF5C4214BF0A5D12A5FC682C"/>
          </w:placeholder>
          <w:dropDownList>
            <w:listItem w:value="Vyberte položku."/>
            <w:listItem w:displayText="Áno" w:value="Áno"/>
            <w:listItem w:displayText="Nie" w:value="Nie"/>
          </w:dropDownList>
        </w:sdtPr>
        <w:sdtEndPr/>
        <w:sdtContent>
          <w:r w:rsidR="00257165">
            <w:rPr>
              <w:rFonts w:ascii="Times New Roman" w:hAnsi="Times New Roman"/>
              <w:sz w:val="24"/>
              <w:szCs w:val="24"/>
            </w:rPr>
            <w:t>Áno</w:t>
          </w:r>
        </w:sdtContent>
      </w:sdt>
    </w:p>
    <w:sdt>
      <w:sdtPr>
        <w:rPr>
          <w:rFonts w:ascii="Times New Roman" w:hAnsi="Times New Roman"/>
          <w:color w:val="808080"/>
          <w:sz w:val="24"/>
          <w:szCs w:val="24"/>
        </w:rPr>
        <w:id w:val="-733548282"/>
        <w:placeholder>
          <w:docPart w:val="A38EE51644DC41D08CD5E1B05C0F941C"/>
        </w:placeholder>
      </w:sdtPr>
      <w:sdtEndPr>
        <w:rPr>
          <w:rFonts w:ascii="Calibri" w:hAnsi="Calibri"/>
          <w:sz w:val="22"/>
          <w:szCs w:val="22"/>
        </w:rPr>
      </w:sdtEndPr>
      <w:sdtContent>
        <w:p w:rsidR="005920ED" w:rsidRPr="00072D9B" w:rsidRDefault="00072D9B" w:rsidP="00BF3D88">
          <w:pPr>
            <w:pStyle w:val="Odsekzoznamu"/>
            <w:numPr>
              <w:ilvl w:val="0"/>
              <w:numId w:val="3"/>
            </w:numPr>
            <w:spacing w:after="0" w:line="300" w:lineRule="exact"/>
            <w:ind w:left="426" w:hanging="426"/>
            <w:jc w:val="both"/>
            <w:rPr>
              <w:rFonts w:ascii="Times New Roman" w:hAnsi="Times New Roman"/>
              <w:sz w:val="24"/>
              <w:szCs w:val="24"/>
            </w:rPr>
          </w:pPr>
          <w:r w:rsidRPr="00072D9B">
            <w:rPr>
              <w:rFonts w:ascii="Times New Roman" w:hAnsi="Times New Roman"/>
              <w:color w:val="000000"/>
              <w:sz w:val="24"/>
              <w:szCs w:val="24"/>
            </w:rPr>
            <w:t>Vykonávacie rozhodnutie Komisie (EÚ) 2016/902 z 30. mája 2016, ktorým sa v súlade so smernicou Európskeho parlamentu a Rady 2010/75/EÚ stanovujú závery o najlepších dostupných technikách (BAT) pre systémy bežného čistenia odpadových vôd/odpadových plynov a nakladania s nimi v sektore chemického priemyslu.</w:t>
          </w:r>
        </w:p>
      </w:sdtContent>
    </w:sdt>
    <w:p w:rsidR="005920ED" w:rsidRDefault="005920ED" w:rsidP="00453E5E">
      <w:pPr>
        <w:pStyle w:val="Odsekzoznamu"/>
        <w:spacing w:after="0" w:line="300" w:lineRule="exact"/>
        <w:rPr>
          <w:rFonts w:ascii="Times New Roman" w:hAnsi="Times New Roman"/>
          <w:sz w:val="24"/>
          <w:szCs w:val="24"/>
        </w:rPr>
      </w:pPr>
    </w:p>
    <w:p w:rsidR="00444EB2" w:rsidRPr="00444EB2" w:rsidRDefault="00444EB2" w:rsidP="00444EB2">
      <w:pPr>
        <w:pStyle w:val="Odsekzoznamu"/>
        <w:numPr>
          <w:ilvl w:val="0"/>
          <w:numId w:val="4"/>
        </w:numPr>
        <w:spacing w:after="0" w:line="300" w:lineRule="exact"/>
        <w:ind w:left="426" w:hanging="426"/>
        <w:jc w:val="both"/>
        <w:rPr>
          <w:rFonts w:ascii="Times New Roman" w:hAnsi="Times New Roman"/>
          <w:b/>
          <w:sz w:val="24"/>
          <w:szCs w:val="24"/>
          <w:u w:val="single"/>
        </w:rPr>
      </w:pPr>
      <w:r>
        <w:rPr>
          <w:rFonts w:ascii="Times New Roman" w:hAnsi="Times New Roman"/>
          <w:b/>
          <w:sz w:val="24"/>
          <w:szCs w:val="24"/>
          <w:u w:val="single"/>
        </w:rPr>
        <w:t>Záver – c</w:t>
      </w:r>
      <w:r w:rsidRPr="00444EB2">
        <w:rPr>
          <w:rFonts w:ascii="Times New Roman" w:hAnsi="Times New Roman"/>
          <w:b/>
          <w:sz w:val="24"/>
          <w:szCs w:val="24"/>
          <w:u w:val="single"/>
        </w:rPr>
        <w:t>elkové zhodnotenie</w:t>
      </w:r>
    </w:p>
    <w:sdt>
      <w:sdtPr>
        <w:rPr>
          <w:rFonts w:asciiTheme="majorBidi" w:hAnsiTheme="majorBidi" w:cstheme="majorBidi"/>
          <w:sz w:val="24"/>
          <w:szCs w:val="24"/>
        </w:rPr>
        <w:id w:val="-282734893"/>
        <w:placeholder>
          <w:docPart w:val="46D64D5B162E452384188206CDFCC010"/>
        </w:placeholder>
      </w:sdtPr>
      <w:sdtEndPr/>
      <w:sdtContent>
        <w:p w:rsidR="00444EB2" w:rsidRPr="005F6FAB" w:rsidRDefault="006B13DA" w:rsidP="00470B6A">
          <w:pPr>
            <w:spacing w:after="0" w:line="300" w:lineRule="exact"/>
            <w:jc w:val="both"/>
            <w:rPr>
              <w:rFonts w:asciiTheme="majorBidi" w:hAnsiTheme="majorBidi" w:cstheme="majorBidi"/>
              <w:sz w:val="24"/>
              <w:szCs w:val="24"/>
            </w:rPr>
          </w:pPr>
          <w:r>
            <w:rPr>
              <w:rFonts w:asciiTheme="majorBidi" w:hAnsiTheme="majorBidi" w:cstheme="majorBidi"/>
              <w:sz w:val="24"/>
              <w:szCs w:val="24"/>
            </w:rPr>
            <w:t xml:space="preserve">         </w:t>
          </w:r>
          <w:r w:rsidR="005F6FAB" w:rsidRPr="005F6FAB">
            <w:rPr>
              <w:rFonts w:asciiTheme="majorBidi" w:hAnsiTheme="majorBidi" w:cstheme="majorBidi"/>
              <w:sz w:val="24"/>
              <w:szCs w:val="24"/>
            </w:rPr>
            <w:t>Na základe vykonanej kontroly inšpekcia konštatuje</w:t>
          </w:r>
          <w:r>
            <w:rPr>
              <w:rFonts w:asciiTheme="majorBidi" w:hAnsiTheme="majorBidi" w:cstheme="majorBidi"/>
              <w:sz w:val="24"/>
              <w:szCs w:val="24"/>
            </w:rPr>
            <w:t xml:space="preserve"> súlad s Rozhodnutím komisie </w:t>
          </w:r>
          <w:r w:rsidRPr="005F6FAB">
            <w:rPr>
              <w:rFonts w:asciiTheme="majorBidi" w:hAnsiTheme="majorBidi" w:cstheme="majorBidi"/>
              <w:sz w:val="24"/>
              <w:szCs w:val="24"/>
            </w:rPr>
            <w:t>2016/902/EÚ</w:t>
          </w:r>
          <w:r>
            <w:rPr>
              <w:rFonts w:asciiTheme="majorBidi" w:hAnsiTheme="majorBidi" w:cstheme="majorBidi"/>
              <w:sz w:val="24"/>
              <w:szCs w:val="24"/>
            </w:rPr>
            <w:t xml:space="preserve"> v častiach BAT 1 až 3, BAT 5, BAT 7 až </w:t>
          </w:r>
          <w:r w:rsidR="002A28CB">
            <w:rPr>
              <w:rFonts w:asciiTheme="majorBidi" w:hAnsiTheme="majorBidi" w:cstheme="majorBidi"/>
              <w:sz w:val="24"/>
              <w:szCs w:val="24"/>
            </w:rPr>
            <w:t>11</w:t>
          </w:r>
          <w:r w:rsidR="005F6FAB" w:rsidRPr="005F6FAB">
            <w:rPr>
              <w:rFonts w:asciiTheme="majorBidi" w:hAnsiTheme="majorBidi" w:cstheme="majorBidi"/>
              <w:sz w:val="24"/>
              <w:szCs w:val="24"/>
            </w:rPr>
            <w:t>,</w:t>
          </w:r>
          <w:r w:rsidR="002A28CB">
            <w:rPr>
              <w:rFonts w:asciiTheme="majorBidi" w:hAnsiTheme="majorBidi" w:cstheme="majorBidi"/>
              <w:sz w:val="24"/>
              <w:szCs w:val="24"/>
            </w:rPr>
            <w:t xml:space="preserve"> BAT 13-14 a BAT 21 až 23.</w:t>
          </w:r>
          <w:r w:rsidR="00470B6A">
            <w:rPr>
              <w:rFonts w:asciiTheme="majorBidi" w:hAnsiTheme="majorBidi" w:cstheme="majorBidi"/>
              <w:sz w:val="24"/>
              <w:szCs w:val="24"/>
            </w:rPr>
            <w:t xml:space="preserve"> P</w:t>
          </w:r>
          <w:r w:rsidR="005F6FAB" w:rsidRPr="005F6FAB">
            <w:rPr>
              <w:rFonts w:asciiTheme="majorBidi" w:hAnsiTheme="majorBidi" w:cstheme="majorBidi"/>
              <w:sz w:val="24"/>
              <w:szCs w:val="24"/>
            </w:rPr>
            <w:t xml:space="preserve">revádzkovateľ je povinný požiadať o vydanie zmeny integrovaného povolenia na zosúladenie monitorovania jednotlivých parametrov znečisťovania vôd resp. frekvencie ich monitorovania </w:t>
          </w:r>
          <w:r w:rsidR="00CD3C0F">
            <w:rPr>
              <w:rFonts w:asciiTheme="majorBidi" w:hAnsiTheme="majorBidi" w:cstheme="majorBidi"/>
              <w:sz w:val="24"/>
              <w:szCs w:val="24"/>
            </w:rPr>
            <w:t>(</w:t>
          </w:r>
          <w:r w:rsidR="005F6FAB" w:rsidRPr="005F6FAB">
            <w:rPr>
              <w:rFonts w:asciiTheme="majorBidi" w:hAnsiTheme="majorBidi" w:cstheme="majorBidi"/>
              <w:sz w:val="24"/>
              <w:szCs w:val="24"/>
            </w:rPr>
            <w:t xml:space="preserve">BAT </w:t>
          </w:r>
          <w:r w:rsidR="00CD3C0F">
            <w:rPr>
              <w:rFonts w:asciiTheme="majorBidi" w:hAnsiTheme="majorBidi" w:cstheme="majorBidi"/>
              <w:sz w:val="24"/>
              <w:szCs w:val="24"/>
            </w:rPr>
            <w:t>12</w:t>
          </w:r>
          <w:r w:rsidR="005F6FAB" w:rsidRPr="005F6FAB">
            <w:rPr>
              <w:rFonts w:asciiTheme="majorBidi" w:hAnsiTheme="majorBidi" w:cstheme="majorBidi"/>
              <w:sz w:val="24"/>
              <w:szCs w:val="24"/>
            </w:rPr>
            <w:t xml:space="preserve"> a BAT </w:t>
          </w:r>
          <w:r w:rsidR="00CD3C0F">
            <w:rPr>
              <w:rFonts w:asciiTheme="majorBidi" w:hAnsiTheme="majorBidi" w:cstheme="majorBidi"/>
              <w:sz w:val="24"/>
              <w:szCs w:val="24"/>
            </w:rPr>
            <w:t>4</w:t>
          </w:r>
          <w:r w:rsidR="005F6FAB" w:rsidRPr="005F6FAB">
            <w:rPr>
              <w:rFonts w:asciiTheme="majorBidi" w:hAnsiTheme="majorBidi" w:cstheme="majorBidi"/>
              <w:sz w:val="24"/>
              <w:szCs w:val="24"/>
            </w:rPr>
            <w:t xml:space="preserve"> </w:t>
          </w:r>
          <w:r w:rsidR="00CD3C0F">
            <w:rPr>
              <w:rFonts w:asciiTheme="majorBidi" w:hAnsiTheme="majorBidi" w:cstheme="majorBidi"/>
              <w:sz w:val="24"/>
              <w:szCs w:val="24"/>
            </w:rPr>
            <w:t>Rozhodnutia</w:t>
          </w:r>
          <w:r w:rsidR="005F6FAB" w:rsidRPr="005F6FAB">
            <w:rPr>
              <w:rFonts w:asciiTheme="majorBidi" w:hAnsiTheme="majorBidi" w:cstheme="majorBidi"/>
              <w:sz w:val="24"/>
              <w:szCs w:val="24"/>
            </w:rPr>
            <w:t xml:space="preserve"> Komisie 2016/902/EÚ). BAT 6, BAT 15-20, sú pre prevádzku ČOV VW SK nerelevantné.   </w:t>
          </w:r>
        </w:p>
      </w:sdtContent>
    </w:sdt>
    <w:p w:rsidR="00444EB2" w:rsidRDefault="00444EB2" w:rsidP="00444EB2">
      <w:pPr>
        <w:spacing w:after="0" w:line="300" w:lineRule="exact"/>
        <w:jc w:val="both"/>
        <w:rPr>
          <w:rFonts w:ascii="Times New Roman" w:hAnsi="Times New Roman"/>
          <w:sz w:val="24"/>
          <w:szCs w:val="24"/>
        </w:rPr>
      </w:pPr>
    </w:p>
    <w:p w:rsidR="00D12C83" w:rsidRPr="009C0416" w:rsidRDefault="00613FF6" w:rsidP="00453E5E">
      <w:pPr>
        <w:pStyle w:val="Odsekzoznamu"/>
        <w:numPr>
          <w:ilvl w:val="0"/>
          <w:numId w:val="4"/>
        </w:numPr>
        <w:spacing w:after="0" w:line="300" w:lineRule="exact"/>
        <w:ind w:left="426" w:hanging="426"/>
        <w:jc w:val="both"/>
        <w:rPr>
          <w:rFonts w:ascii="Times New Roman" w:hAnsi="Times New Roman"/>
          <w:b/>
          <w:sz w:val="24"/>
          <w:szCs w:val="24"/>
          <w:u w:val="single"/>
        </w:rPr>
      </w:pPr>
      <w:r w:rsidRPr="009C0416">
        <w:rPr>
          <w:rFonts w:ascii="Times New Roman" w:hAnsi="Times New Roman"/>
          <w:b/>
          <w:sz w:val="24"/>
          <w:szCs w:val="24"/>
          <w:u w:val="single"/>
        </w:rPr>
        <w:t>Podpisy</w:t>
      </w:r>
    </w:p>
    <w:p w:rsidR="00613FF6" w:rsidRPr="0064095D" w:rsidRDefault="00B01335" w:rsidP="00453E5E">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trike/>
          <w:sz w:val="24"/>
          <w:szCs w:val="24"/>
        </w:rPr>
      </w:pPr>
      <w:r>
        <w:rPr>
          <w:rFonts w:ascii="Times New Roman" w:hAnsi="Times New Roman"/>
          <w:sz w:val="24"/>
          <w:szCs w:val="24"/>
        </w:rPr>
        <w:t>Za SIŽP</w:t>
      </w:r>
      <w:r w:rsidRPr="00956C00">
        <w:rPr>
          <w:rFonts w:ascii="Times New Roman" w:hAnsi="Times New Roman"/>
          <w:sz w:val="24"/>
          <w:szCs w:val="24"/>
        </w:rPr>
        <w:t>:</w:t>
      </w:r>
      <w:r w:rsidRPr="00956C00">
        <w:rPr>
          <w:rFonts w:ascii="Times New Roman" w:hAnsi="Times New Roman"/>
          <w:sz w:val="24"/>
          <w:szCs w:val="24"/>
        </w:rPr>
        <w:tab/>
      </w:r>
      <w:r w:rsidRPr="00956C00">
        <w:rPr>
          <w:rFonts w:ascii="Times New Roman" w:hAnsi="Times New Roman"/>
          <w:sz w:val="24"/>
          <w:szCs w:val="24"/>
        </w:rPr>
        <w:tab/>
      </w:r>
      <w:r w:rsidRPr="00956C00">
        <w:rPr>
          <w:rFonts w:ascii="Times New Roman" w:hAnsi="Times New Roman"/>
          <w:sz w:val="24"/>
          <w:szCs w:val="24"/>
        </w:rPr>
        <w:tab/>
      </w:r>
      <w:sdt>
        <w:sdtPr>
          <w:rPr>
            <w:rFonts w:ascii="Times New Roman" w:hAnsi="Times New Roman"/>
            <w:sz w:val="24"/>
            <w:szCs w:val="24"/>
          </w:rPr>
          <w:alias w:val="Inšpektor"/>
          <w:tag w:val="Inšpektor"/>
          <w:id w:val="1804887224"/>
          <w:placeholder>
            <w:docPart w:val="0FD9667E10AB484D89A17B291461795D"/>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Natália Antalíková" w:value="Ing. Natália Antalíková"/>
            <w:listItem w:displayText="Mgr. Michal Bachňák" w:value="Mgr. Michal Bachňák"/>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ľovský" w:value="RNDr. Igor Jedľ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Jozef Prohászka" w:value="Ing. Jozef Prohászka"/>
            <w:listItem w:displayText="Ing. Ivana Záleská" w:value="Ing. Ivana Záleská"/>
            <w:listItem w:displayText="Mgr. Simona Fašungová" w:value="Mgr. Simona Fašungová"/>
            <w:listItem w:displayText="Ing. Csaba Hegedus" w:value="Ing. Csaba Hegedus"/>
            <w:listItem w:displayText="Ing. Daniel Kucko" w:value="Ing. Daniel Kucko"/>
            <w:listItem w:displayText="Ing. Janka Memersheimerová, PhD." w:value="Ing. Janka Memersheimerová, PhD."/>
            <w:listItem w:displayText="Ing. Martin  Putiš" w:value="Ing. Martin  Putiš"/>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Mgr. Zuzana Hlivová" w:value="Mgr. Zuzana Hlivová"/>
            <w:listItem w:displayText="Mgr. Helena Imrichová, PhD." w:value="Mgr. Helena Imrichová, PhD."/>
            <w:listItem w:displayText="Ing. Katarína Jakušová" w:value="Ing. Katarína Jakuš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Rastislav Ševela" w:value="Ing.Rastislav Ševela"/>
            <w:listItem w:displayText="Ing. Kristína Titková" w:value="Ing. Kristína Titková"/>
          </w:dropDownList>
        </w:sdtPr>
        <w:sdtEndPr/>
        <w:sdtContent>
          <w:r w:rsidR="005727CE">
            <w:rPr>
              <w:rFonts w:ascii="Times New Roman" w:hAnsi="Times New Roman"/>
              <w:sz w:val="24"/>
              <w:szCs w:val="24"/>
            </w:rPr>
            <w:t>Ing. Csaba Hegedus</w:t>
          </w:r>
        </w:sdtContent>
      </w:sdt>
      <w:r w:rsidR="00613FF6">
        <w:rPr>
          <w:rFonts w:ascii="Times New Roman" w:hAnsi="Times New Roman"/>
          <w:sz w:val="24"/>
          <w:szCs w:val="24"/>
        </w:rPr>
        <w:tab/>
      </w:r>
      <w:r w:rsidR="00613FF6">
        <w:rPr>
          <w:rFonts w:ascii="Times New Roman" w:hAnsi="Times New Roman"/>
          <w:sz w:val="24"/>
          <w:szCs w:val="24"/>
        </w:rPr>
        <w:tab/>
      </w:r>
    </w:p>
    <w:p w:rsidR="00613FF6" w:rsidRDefault="00613FF6" w:rsidP="00453E5E">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z w:val="24"/>
          <w:szCs w:val="24"/>
        </w:rPr>
      </w:pPr>
    </w:p>
    <w:p w:rsidR="006D7705" w:rsidRDefault="006D7705" w:rsidP="00453E5E">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z w:val="24"/>
          <w:szCs w:val="24"/>
        </w:rPr>
      </w:pPr>
    </w:p>
    <w:p w:rsidR="00A754E6" w:rsidRDefault="00A754E6" w:rsidP="00453E5E">
      <w:pPr>
        <w:tabs>
          <w:tab w:val="left" w:pos="708"/>
          <w:tab w:val="left" w:pos="1416"/>
          <w:tab w:val="left" w:pos="2124"/>
          <w:tab w:val="left" w:pos="2832"/>
          <w:tab w:val="left" w:pos="3540"/>
          <w:tab w:val="left" w:pos="4248"/>
          <w:tab w:val="left" w:pos="5325"/>
        </w:tabs>
        <w:spacing w:after="0" w:line="300" w:lineRule="exact"/>
        <w:jc w:val="center"/>
        <w:rPr>
          <w:rFonts w:ascii="Times New Roman" w:hAnsi="Times New Roman"/>
          <w:sz w:val="24"/>
          <w:szCs w:val="24"/>
        </w:rPr>
      </w:pPr>
      <w:r>
        <w:rPr>
          <w:rFonts w:ascii="Times New Roman" w:hAnsi="Times New Roman"/>
          <w:sz w:val="24"/>
          <w:szCs w:val="24"/>
        </w:rPr>
        <w:t>................................................................</w:t>
      </w:r>
    </w:p>
    <w:p w:rsidR="00803992" w:rsidRDefault="00803992" w:rsidP="00453E5E">
      <w:pPr>
        <w:tabs>
          <w:tab w:val="left" w:pos="708"/>
          <w:tab w:val="left" w:pos="1416"/>
          <w:tab w:val="left" w:pos="2124"/>
          <w:tab w:val="left" w:pos="2832"/>
          <w:tab w:val="left" w:pos="3540"/>
          <w:tab w:val="left" w:pos="4248"/>
          <w:tab w:val="left" w:pos="5325"/>
        </w:tabs>
        <w:spacing w:after="0" w:line="300" w:lineRule="exact"/>
        <w:jc w:val="center"/>
        <w:rPr>
          <w:rFonts w:ascii="Times New Roman" w:hAnsi="Times New Roman"/>
          <w:sz w:val="24"/>
          <w:szCs w:val="24"/>
        </w:rPr>
      </w:pPr>
    </w:p>
    <w:p w:rsidR="005727CE" w:rsidRPr="0064095D" w:rsidRDefault="005727CE" w:rsidP="005727CE">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trike/>
          <w:sz w:val="24"/>
          <w:szCs w:val="24"/>
        </w:rPr>
      </w:pPr>
      <w:r>
        <w:rPr>
          <w:rFonts w:ascii="Times New Roman" w:hAnsi="Times New Roman"/>
          <w:sz w:val="24"/>
          <w:szCs w:val="24"/>
        </w:rPr>
        <w:t xml:space="preserve">             </w:t>
      </w:r>
      <w:r w:rsidRPr="00956C00">
        <w:rPr>
          <w:rFonts w:ascii="Times New Roman" w:hAnsi="Times New Roman"/>
          <w:sz w:val="24"/>
          <w:szCs w:val="24"/>
        </w:rPr>
        <w:tab/>
      </w:r>
      <w:r w:rsidRPr="00956C00">
        <w:rPr>
          <w:rFonts w:ascii="Times New Roman" w:hAnsi="Times New Roman"/>
          <w:sz w:val="24"/>
          <w:szCs w:val="24"/>
        </w:rPr>
        <w:tab/>
      </w:r>
      <w:r w:rsidRPr="00956C00">
        <w:rPr>
          <w:rFonts w:ascii="Times New Roman" w:hAnsi="Times New Roman"/>
          <w:sz w:val="24"/>
          <w:szCs w:val="24"/>
        </w:rPr>
        <w:tab/>
      </w:r>
      <w:sdt>
        <w:sdtPr>
          <w:rPr>
            <w:rFonts w:ascii="Times New Roman" w:hAnsi="Times New Roman"/>
            <w:sz w:val="24"/>
            <w:szCs w:val="24"/>
          </w:rPr>
          <w:alias w:val="Inšpektor"/>
          <w:tag w:val="Inšpektor"/>
          <w:id w:val="92933255"/>
          <w:placeholder>
            <w:docPart w:val="4E4D5CDE3DBF4874918F78562810D234"/>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Natália Antalíková" w:value="Ing. Natália Antalíková"/>
            <w:listItem w:displayText="Mgr. Michal Bachňák" w:value="Mgr. Michal Bachňák"/>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ľovský" w:value="RNDr. Igor Jedľ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Jozef Prohászka" w:value="Ing. Jozef Prohászka"/>
            <w:listItem w:displayText="Ing. Ivana Záleská" w:value="Ing. Ivana Záleská"/>
            <w:listItem w:displayText="Mgr. Simona Fašungová" w:value="Mgr. Simona Fašungová"/>
            <w:listItem w:displayText="Ing. Csaba Hegedus" w:value="Ing. Csaba Hegedus"/>
            <w:listItem w:displayText="Ing. Daniel Kucko" w:value="Ing. Daniel Kucko"/>
            <w:listItem w:displayText="Ing. Janka Memersheimerová, PhD." w:value="Ing. Janka Memersheimerová, PhD."/>
            <w:listItem w:displayText="Ing. Martin  Putiš" w:value="Ing. Martin  Putiš"/>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Mgr. Zuzana Hlivová" w:value="Mgr. Zuzana Hlivová"/>
            <w:listItem w:displayText="Mgr. Helena Imrichová, PhD." w:value="Mgr. Helena Imrichová, PhD."/>
            <w:listItem w:displayText="Ing. Katarína Jakušová" w:value="Ing. Katarína Jakuš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Rastislav Ševela" w:value="Ing.Rastislav Ševela"/>
            <w:listItem w:displayText="Ing. Kristína Titková" w:value="Ing. Kristína Titková"/>
          </w:dropDownList>
        </w:sdtPr>
        <w:sdtEndPr/>
        <w:sdtContent>
          <w:r>
            <w:rPr>
              <w:rFonts w:ascii="Times New Roman" w:hAnsi="Times New Roman"/>
              <w:sz w:val="24"/>
              <w:szCs w:val="24"/>
            </w:rPr>
            <w:t>Mgr. Simona Fašungová</w:t>
          </w:r>
        </w:sdtContent>
      </w:sdt>
      <w:r>
        <w:rPr>
          <w:rFonts w:ascii="Times New Roman" w:hAnsi="Times New Roman"/>
          <w:sz w:val="24"/>
          <w:szCs w:val="24"/>
        </w:rPr>
        <w:tab/>
      </w:r>
      <w:r>
        <w:rPr>
          <w:rFonts w:ascii="Times New Roman" w:hAnsi="Times New Roman"/>
          <w:sz w:val="24"/>
          <w:szCs w:val="24"/>
        </w:rPr>
        <w:tab/>
      </w:r>
    </w:p>
    <w:p w:rsidR="005727CE" w:rsidRDefault="005727CE" w:rsidP="005727CE">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z w:val="24"/>
          <w:szCs w:val="24"/>
        </w:rPr>
      </w:pPr>
    </w:p>
    <w:p w:rsidR="005727CE" w:rsidRDefault="005727CE" w:rsidP="005727CE">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z w:val="24"/>
          <w:szCs w:val="24"/>
        </w:rPr>
      </w:pPr>
    </w:p>
    <w:p w:rsidR="005727CE" w:rsidRDefault="005727CE" w:rsidP="005727CE">
      <w:pPr>
        <w:tabs>
          <w:tab w:val="left" w:pos="708"/>
          <w:tab w:val="left" w:pos="1416"/>
          <w:tab w:val="left" w:pos="2124"/>
          <w:tab w:val="left" w:pos="2832"/>
          <w:tab w:val="left" w:pos="3540"/>
          <w:tab w:val="left" w:pos="4248"/>
          <w:tab w:val="left" w:pos="5325"/>
        </w:tabs>
        <w:spacing w:after="0" w:line="300" w:lineRule="exact"/>
        <w:jc w:val="center"/>
        <w:rPr>
          <w:rFonts w:ascii="Times New Roman" w:hAnsi="Times New Roman"/>
          <w:sz w:val="24"/>
          <w:szCs w:val="24"/>
        </w:rPr>
      </w:pPr>
      <w:r>
        <w:rPr>
          <w:rFonts w:ascii="Times New Roman" w:hAnsi="Times New Roman"/>
          <w:sz w:val="24"/>
          <w:szCs w:val="24"/>
        </w:rPr>
        <w:t>................................................................</w:t>
      </w:r>
    </w:p>
    <w:p w:rsidR="00803992" w:rsidRDefault="00803992" w:rsidP="00DC0685">
      <w:pPr>
        <w:tabs>
          <w:tab w:val="left" w:pos="708"/>
          <w:tab w:val="left" w:pos="1416"/>
          <w:tab w:val="left" w:pos="2124"/>
          <w:tab w:val="left" w:pos="2832"/>
          <w:tab w:val="left" w:pos="3540"/>
          <w:tab w:val="left" w:pos="4248"/>
          <w:tab w:val="left" w:pos="5325"/>
        </w:tabs>
        <w:spacing w:after="0" w:line="300" w:lineRule="exact"/>
        <w:jc w:val="both"/>
        <w:rPr>
          <w:rFonts w:ascii="Times New Roman" w:hAnsi="Times New Roman"/>
          <w:sz w:val="24"/>
          <w:szCs w:val="24"/>
        </w:rPr>
      </w:pPr>
    </w:p>
    <w:sectPr w:rsidR="00803992" w:rsidSect="00292E03">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E00" w:rsidRDefault="00416E00" w:rsidP="000545C4">
      <w:pPr>
        <w:spacing w:after="0" w:line="240" w:lineRule="auto"/>
      </w:pPr>
      <w:r>
        <w:separator/>
      </w:r>
    </w:p>
  </w:endnote>
  <w:endnote w:type="continuationSeparator" w:id="0">
    <w:p w:rsidR="00416E00" w:rsidRDefault="00416E00" w:rsidP="00054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1503662872"/>
      <w:docPartObj>
        <w:docPartGallery w:val="Page Numbers (Bottom of Page)"/>
        <w:docPartUnique/>
      </w:docPartObj>
    </w:sdtPr>
    <w:sdtEndPr/>
    <w:sdtContent>
      <w:sdt>
        <w:sdtPr>
          <w:rPr>
            <w:rFonts w:ascii="Times New Roman" w:hAnsi="Times New Roman"/>
            <w:sz w:val="20"/>
            <w:szCs w:val="20"/>
          </w:rPr>
          <w:id w:val="98381352"/>
          <w:docPartObj>
            <w:docPartGallery w:val="Page Numbers (Top of Page)"/>
            <w:docPartUnique/>
          </w:docPartObj>
        </w:sdtPr>
        <w:sdtEndPr/>
        <w:sdtContent>
          <w:p w:rsidR="00643431" w:rsidRPr="004547F2" w:rsidRDefault="00643431" w:rsidP="004547F2">
            <w:pPr>
              <w:pStyle w:val="Pta"/>
              <w:jc w:val="center"/>
              <w:rPr>
                <w:rFonts w:ascii="Times New Roman" w:hAnsi="Times New Roman"/>
                <w:sz w:val="20"/>
                <w:szCs w:val="20"/>
              </w:rPr>
            </w:pPr>
            <w:r w:rsidRPr="004547F2">
              <w:rPr>
                <w:rFonts w:ascii="Times New Roman" w:hAnsi="Times New Roman"/>
                <w:sz w:val="20"/>
                <w:szCs w:val="20"/>
              </w:rPr>
              <w:t xml:space="preserve">Strana </w:t>
            </w:r>
            <w:r w:rsidRPr="004547F2">
              <w:rPr>
                <w:rFonts w:ascii="Times New Roman" w:hAnsi="Times New Roman"/>
                <w:b/>
                <w:bCs/>
                <w:sz w:val="20"/>
                <w:szCs w:val="20"/>
              </w:rPr>
              <w:fldChar w:fldCharType="begin"/>
            </w:r>
            <w:r w:rsidRPr="004547F2">
              <w:rPr>
                <w:rFonts w:ascii="Times New Roman" w:hAnsi="Times New Roman"/>
                <w:b/>
                <w:bCs/>
                <w:sz w:val="20"/>
                <w:szCs w:val="20"/>
              </w:rPr>
              <w:instrText>PAGE</w:instrText>
            </w:r>
            <w:r w:rsidRPr="004547F2">
              <w:rPr>
                <w:rFonts w:ascii="Times New Roman" w:hAnsi="Times New Roman"/>
                <w:b/>
                <w:bCs/>
                <w:sz w:val="20"/>
                <w:szCs w:val="20"/>
              </w:rPr>
              <w:fldChar w:fldCharType="separate"/>
            </w:r>
            <w:r w:rsidR="00774786">
              <w:rPr>
                <w:rFonts w:ascii="Times New Roman" w:hAnsi="Times New Roman"/>
                <w:b/>
                <w:bCs/>
                <w:noProof/>
                <w:sz w:val="20"/>
                <w:szCs w:val="20"/>
              </w:rPr>
              <w:t>2</w:t>
            </w:r>
            <w:r w:rsidRPr="004547F2">
              <w:rPr>
                <w:rFonts w:ascii="Times New Roman" w:hAnsi="Times New Roman"/>
                <w:b/>
                <w:bCs/>
                <w:sz w:val="20"/>
                <w:szCs w:val="20"/>
              </w:rPr>
              <w:fldChar w:fldCharType="end"/>
            </w:r>
            <w:r w:rsidRPr="004547F2">
              <w:rPr>
                <w:rFonts w:ascii="Times New Roman" w:hAnsi="Times New Roman"/>
                <w:sz w:val="20"/>
                <w:szCs w:val="20"/>
              </w:rPr>
              <w:t xml:space="preserve"> z </w:t>
            </w:r>
            <w:r w:rsidRPr="004547F2">
              <w:rPr>
                <w:rFonts w:ascii="Times New Roman" w:hAnsi="Times New Roman"/>
                <w:b/>
                <w:bCs/>
                <w:sz w:val="20"/>
                <w:szCs w:val="20"/>
              </w:rPr>
              <w:fldChar w:fldCharType="begin"/>
            </w:r>
            <w:r w:rsidRPr="004547F2">
              <w:rPr>
                <w:rFonts w:ascii="Times New Roman" w:hAnsi="Times New Roman"/>
                <w:b/>
                <w:bCs/>
                <w:sz w:val="20"/>
                <w:szCs w:val="20"/>
              </w:rPr>
              <w:instrText>NUMPAGES</w:instrText>
            </w:r>
            <w:r w:rsidRPr="004547F2">
              <w:rPr>
                <w:rFonts w:ascii="Times New Roman" w:hAnsi="Times New Roman"/>
                <w:b/>
                <w:bCs/>
                <w:sz w:val="20"/>
                <w:szCs w:val="20"/>
              </w:rPr>
              <w:fldChar w:fldCharType="separate"/>
            </w:r>
            <w:r w:rsidR="00774786">
              <w:rPr>
                <w:rFonts w:ascii="Times New Roman" w:hAnsi="Times New Roman"/>
                <w:b/>
                <w:bCs/>
                <w:noProof/>
                <w:sz w:val="20"/>
                <w:szCs w:val="20"/>
              </w:rPr>
              <w:t>8</w:t>
            </w:r>
            <w:r w:rsidRPr="004547F2">
              <w:rPr>
                <w:rFonts w:ascii="Times New Roman" w:hAnsi="Times New Roman"/>
                <w:b/>
                <w:bCs/>
                <w:sz w:val="20"/>
                <w:szCs w:val="20"/>
              </w:rPr>
              <w:fldChar w:fldCharType="end"/>
            </w:r>
          </w:p>
        </w:sdtContent>
      </w:sdt>
    </w:sdtContent>
  </w:sdt>
  <w:p w:rsidR="00643431" w:rsidRDefault="0064343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E00" w:rsidRDefault="00416E00" w:rsidP="000545C4">
      <w:pPr>
        <w:spacing w:after="0" w:line="240" w:lineRule="auto"/>
      </w:pPr>
      <w:r>
        <w:separator/>
      </w:r>
    </w:p>
  </w:footnote>
  <w:footnote w:type="continuationSeparator" w:id="0">
    <w:p w:rsidR="00416E00" w:rsidRDefault="00416E00" w:rsidP="000545C4">
      <w:pPr>
        <w:spacing w:after="0" w:line="240" w:lineRule="auto"/>
      </w:pPr>
      <w:r>
        <w:continuationSeparator/>
      </w:r>
    </w:p>
  </w:footnote>
  <w:footnote w:id="1">
    <w:p w:rsidR="00643431" w:rsidRPr="005518AF" w:rsidRDefault="00643431" w:rsidP="00670FA7">
      <w:pPr>
        <w:pStyle w:val="Footnote0"/>
        <w:shd w:val="clear" w:color="auto" w:fill="auto"/>
        <w:tabs>
          <w:tab w:val="left" w:pos="338"/>
        </w:tabs>
        <w:spacing w:after="0" w:line="211" w:lineRule="exact"/>
        <w:ind w:right="40" w:firstLine="0"/>
        <w:jc w:val="lef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431" w:rsidRDefault="00416E00" w:rsidP="005F7B98">
    <w:pPr>
      <w:pStyle w:val="Hlavika"/>
      <w:tabs>
        <w:tab w:val="clear" w:pos="4536"/>
      </w:tabs>
      <w:jc w:val="center"/>
    </w:pPr>
    <w:sdt>
      <w:sdtPr>
        <w:id w:val="1168209085"/>
        <w:docPartObj>
          <w:docPartGallery w:val="Page Numbers (Top of Page)"/>
          <w:docPartUnique/>
        </w:docPartObj>
      </w:sdtPr>
      <w:sdtEndPr/>
      <w:sdtContent>
        <w:r w:rsidR="00643431">
          <w:tab/>
        </w:r>
      </w:sdtContent>
    </w:sdt>
  </w:p>
  <w:p w:rsidR="00643431" w:rsidRPr="0045088D" w:rsidRDefault="00643431" w:rsidP="00205F48">
    <w:pPr>
      <w:pStyle w:val="Hlavika"/>
      <w:jc w:val="right"/>
      <w:rPr>
        <w:i/>
      </w:rPr>
    </w:pPr>
    <w:r w:rsidRPr="0045088D">
      <w:rPr>
        <w:rFonts w:ascii="Times New Roman" w:hAnsi="Times New Roman"/>
        <w:i/>
      </w:rPr>
      <w:t xml:space="preserve">Správa o environmentálnej kontrole č. </w:t>
    </w:r>
    <w:r>
      <w:rPr>
        <w:rFonts w:ascii="Times New Roman" w:hAnsi="Times New Roman"/>
        <w:i/>
      </w:rPr>
      <w:t>55/2018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431" w:rsidRDefault="00643431" w:rsidP="00453E5E">
    <w:pPr>
      <w:spacing w:after="0" w:line="300" w:lineRule="exact"/>
      <w:jc w:val="center"/>
      <w:rPr>
        <w:rFonts w:ascii="Times New Roman" w:hAnsi="Times New Roman"/>
        <w:b/>
        <w:sz w:val="28"/>
        <w:szCs w:val="28"/>
      </w:rPr>
    </w:pPr>
    <w:r w:rsidRPr="00B65572">
      <w:rPr>
        <w:rFonts w:ascii="Times New Roman" w:hAnsi="Times New Roman"/>
        <w:b/>
        <w:noProof/>
        <w:spacing w:val="24"/>
        <w:sz w:val="20"/>
        <w:szCs w:val="20"/>
        <w:lang w:eastAsia="sk-SK"/>
      </w:rPr>
      <w:drawing>
        <wp:anchor distT="0" distB="0" distL="114300" distR="114300" simplePos="0" relativeHeight="251659264" behindDoc="1" locked="0" layoutInCell="1" allowOverlap="1">
          <wp:simplePos x="0" y="0"/>
          <wp:positionH relativeFrom="margin">
            <wp:posOffset>-419100</wp:posOffset>
          </wp:positionH>
          <wp:positionV relativeFrom="paragraph">
            <wp:posOffset>180340</wp:posOffset>
          </wp:positionV>
          <wp:extent cx="1600200" cy="800100"/>
          <wp:effectExtent l="0" t="0" r="0" b="0"/>
          <wp:wrapNone/>
          <wp:docPr id="2" name="Obrázok 2" descr="C:\Users\marton\Desktop\logo\logo siz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on\Desktop\logo\logo siz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0200" cy="800100"/>
                  </a:xfrm>
                  <a:prstGeom prst="rect">
                    <a:avLst/>
                  </a:prstGeom>
                  <a:noFill/>
                  <a:ln>
                    <a:noFill/>
                  </a:ln>
                </pic:spPr>
              </pic:pic>
            </a:graphicData>
          </a:graphic>
        </wp:anchor>
      </w:drawing>
    </w:r>
  </w:p>
  <w:p w:rsidR="00643431" w:rsidRDefault="00643431" w:rsidP="00453E5E">
    <w:pPr>
      <w:spacing w:after="0" w:line="300" w:lineRule="exact"/>
      <w:jc w:val="center"/>
      <w:rPr>
        <w:rFonts w:ascii="Times New Roman" w:hAnsi="Times New Roman"/>
        <w:b/>
        <w:sz w:val="28"/>
        <w:szCs w:val="28"/>
      </w:rPr>
    </w:pPr>
  </w:p>
  <w:sdt>
    <w:sdtPr>
      <w:rPr>
        <w:rFonts w:ascii="Times New Roman" w:hAnsi="Times New Roman"/>
        <w:color w:val="244061" w:themeColor="accent1" w:themeShade="80"/>
        <w:sz w:val="24"/>
        <w:szCs w:val="24"/>
      </w:rPr>
      <w:alias w:val="IŽP"/>
      <w:tag w:val="IŽP"/>
      <w:id w:val="1154796762"/>
      <w:placeholder>
        <w:docPart w:val="124F81314B244934BBB059F27BB5F950"/>
      </w:placeholder>
      <w:dropDownList>
        <w:listItem w:value="Vyberte položku."/>
        <w:listItem w:displayText="Inšpektorát životného prostredia Žilina" w:value="Inšpektorát životného prostredia Žilina"/>
        <w:listItem w:displayText="Inšpektorát životného prostredia Košice" w:value="Inšpektorát životného prostredia Košice"/>
        <w:listItem w:displayText="Inšpektorát životného prostredia Banská Bystrica" w:value="Inšpektorát životného prostredia Banská Bystrica"/>
        <w:listItem w:displayText="Inšpektorát životného prostredia Bratislava" w:value="Inšpektorát životného prostredia Bratislava"/>
        <w:listItem w:displayText="Inšpektorát životného prostredia Bratislava, Stále pracovisko Nitra" w:value="Inšpektorát životného prostredia Bratislava, Stále pracovisko Nitra"/>
      </w:dropDownList>
    </w:sdtPr>
    <w:sdtEndPr/>
    <w:sdtContent>
      <w:p w:rsidR="00643431" w:rsidRPr="0064095D" w:rsidRDefault="00643431" w:rsidP="00453E5E">
        <w:pPr>
          <w:spacing w:after="0" w:line="300" w:lineRule="exact"/>
          <w:jc w:val="center"/>
          <w:rPr>
            <w:rFonts w:ascii="Times New Roman" w:hAnsi="Times New Roman"/>
            <w:color w:val="244061" w:themeColor="accent1" w:themeShade="80"/>
            <w:sz w:val="24"/>
            <w:szCs w:val="24"/>
          </w:rPr>
        </w:pPr>
        <w:r>
          <w:rPr>
            <w:rFonts w:ascii="Times New Roman" w:hAnsi="Times New Roman"/>
            <w:color w:val="244061" w:themeColor="accent1" w:themeShade="80"/>
            <w:sz w:val="24"/>
            <w:szCs w:val="24"/>
          </w:rPr>
          <w:t>Inšpektorát životného prostredia Bratislava</w:t>
        </w:r>
      </w:p>
    </w:sdtContent>
  </w:sdt>
  <w:p w:rsidR="00643431" w:rsidRPr="0064095D" w:rsidRDefault="00643431" w:rsidP="00453E5E">
    <w:pPr>
      <w:spacing w:after="0" w:line="300" w:lineRule="exact"/>
      <w:jc w:val="center"/>
      <w:rPr>
        <w:rFonts w:ascii="Times New Roman" w:hAnsi="Times New Roman"/>
        <w:color w:val="244061" w:themeColor="accent1" w:themeShade="80"/>
        <w:sz w:val="24"/>
        <w:szCs w:val="24"/>
      </w:rPr>
    </w:pPr>
    <w:r w:rsidRPr="0064095D">
      <w:rPr>
        <w:rFonts w:ascii="Times New Roman" w:hAnsi="Times New Roman"/>
        <w:color w:val="244061" w:themeColor="accent1" w:themeShade="80"/>
        <w:sz w:val="24"/>
        <w:szCs w:val="24"/>
      </w:rPr>
      <w:t>Odbor integrovaného povoľovania a kontroly</w:t>
    </w:r>
  </w:p>
  <w:sdt>
    <w:sdtPr>
      <w:rPr>
        <w:rFonts w:ascii="Times New Roman" w:hAnsi="Times New Roman"/>
        <w:sz w:val="24"/>
        <w:szCs w:val="24"/>
      </w:rPr>
      <w:alias w:val="Adresa"/>
      <w:tag w:val="Adresa"/>
      <w:id w:val="-684123571"/>
      <w:placeholder>
        <w:docPart w:val="7BCEE3CBBD9A40AE8DC86E36E254FF61"/>
      </w:placeholder>
      <w:comboBox>
        <w:listItem w:value="Vyberte položku."/>
        <w:listItem w:displayText="Legionárska 5, 012 05 Žilina" w:value="Legionárska 5, 012 05 Žilina"/>
        <w:listItem w:displayText="Jesenského 6, 040 01 Košice" w:value="Jesenského 6, 040 01 Košice"/>
        <w:listItem w:displayText="Jegorovova 29B, 974 01 Banská Bystrica" w:value="Jegorovova 29B, 974 01 Banská Bystrica"/>
        <w:listItem w:displayText="Jeséniova 17, 831 01 Bratislava" w:value="Jeséniova 17, 831 01 Bratislava"/>
        <w:listItem w:displayText="Mariánska dolina 7, 949 01 Nitra" w:value="Mariánska dolina 7, 949 01 Nitra"/>
      </w:comboBox>
    </w:sdtPr>
    <w:sdtEndPr/>
    <w:sdtContent>
      <w:p w:rsidR="00643431" w:rsidRPr="000E65A5" w:rsidRDefault="00643431" w:rsidP="00453E5E">
        <w:pPr>
          <w:spacing w:after="0" w:line="300" w:lineRule="exact"/>
          <w:jc w:val="center"/>
          <w:rPr>
            <w:rFonts w:ascii="Times New Roman" w:hAnsi="Times New Roman"/>
            <w:sz w:val="24"/>
            <w:szCs w:val="24"/>
          </w:rPr>
        </w:pPr>
        <w:proofErr w:type="spellStart"/>
        <w:r>
          <w:rPr>
            <w:rFonts w:ascii="Times New Roman" w:hAnsi="Times New Roman"/>
            <w:sz w:val="24"/>
            <w:szCs w:val="24"/>
          </w:rPr>
          <w:t>Jeséniova</w:t>
        </w:r>
        <w:proofErr w:type="spellEnd"/>
        <w:r>
          <w:rPr>
            <w:rFonts w:ascii="Times New Roman" w:hAnsi="Times New Roman"/>
            <w:sz w:val="24"/>
            <w:szCs w:val="24"/>
          </w:rPr>
          <w:t xml:space="preserve"> 17, 831 01 Bratislava</w:t>
        </w:r>
      </w:p>
    </w:sdtContent>
  </w:sdt>
  <w:p w:rsidR="00643431" w:rsidRDefault="00643431">
    <w:pPr>
      <w:pStyle w:val="Hlavika"/>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17A21"/>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FF72257"/>
    <w:multiLevelType w:val="hybridMultilevel"/>
    <w:tmpl w:val="408A52C0"/>
    <w:lvl w:ilvl="0" w:tplc="041B000F">
      <w:start w:val="1"/>
      <w:numFmt w:val="decimal"/>
      <w:lvlText w:val="%1."/>
      <w:lvlJc w:val="left"/>
      <w:pPr>
        <w:ind w:left="1778"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1974C5"/>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E35516F"/>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E5956E0"/>
    <w:multiLevelType w:val="hybridMultilevel"/>
    <w:tmpl w:val="0C6CDB28"/>
    <w:lvl w:ilvl="0" w:tplc="8D8E071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30CD77AB"/>
    <w:multiLevelType w:val="hybridMultilevel"/>
    <w:tmpl w:val="0FD27256"/>
    <w:lvl w:ilvl="0" w:tplc="ED4C0E2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F310511"/>
    <w:multiLevelType w:val="multilevel"/>
    <w:tmpl w:val="F5926FC6"/>
    <w:lvl w:ilvl="0">
      <w:start w:val="1"/>
      <w:numFmt w:val="lowerRoman"/>
      <w:lvlText w:val="%1)"/>
      <w:lvlJc w:val="left"/>
      <w:rPr>
        <w:rFonts w:ascii="Sylfaen" w:eastAsia="Sylfaen" w:hAnsi="Sylfaen" w:cs="Sylfaen"/>
        <w:b w:val="0"/>
        <w:bCs w:val="0"/>
        <w:i w:val="0"/>
        <w:iCs w:val="0"/>
        <w:smallCaps w:val="0"/>
        <w:strike w:val="0"/>
        <w:color w:val="000000"/>
        <w:spacing w:val="0"/>
        <w:w w:val="100"/>
        <w:position w:val="0"/>
        <w:sz w:val="17"/>
        <w:szCs w:val="17"/>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C643BA"/>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FD90BF4"/>
    <w:multiLevelType w:val="hybridMultilevel"/>
    <w:tmpl w:val="408A52C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5A66315F"/>
    <w:multiLevelType w:val="hybridMultilevel"/>
    <w:tmpl w:val="86E6C71E"/>
    <w:lvl w:ilvl="0" w:tplc="E25C7C1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5B00661C"/>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2437EA6"/>
    <w:multiLevelType w:val="hybridMultilevel"/>
    <w:tmpl w:val="0C22EDD4"/>
    <w:lvl w:ilvl="0" w:tplc="F7262D92">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6EB0166"/>
    <w:multiLevelType w:val="multilevel"/>
    <w:tmpl w:val="C1BE3BD6"/>
    <w:lvl w:ilvl="0">
      <w:start w:val="1"/>
      <w:numFmt w:val="lowerRoman"/>
      <w:lvlText w:val="%1)"/>
      <w:lvlJc w:val="left"/>
      <w:rPr>
        <w:rFonts w:ascii="Sylfaen" w:eastAsia="Sylfaen" w:hAnsi="Sylfaen" w:cs="Sylfaen"/>
        <w:b w:val="0"/>
        <w:bCs w:val="0"/>
        <w:i w:val="0"/>
        <w:iCs w:val="0"/>
        <w:smallCaps w:val="0"/>
        <w:strike w:val="0"/>
        <w:color w:val="000000"/>
        <w:spacing w:val="0"/>
        <w:w w:val="100"/>
        <w:position w:val="0"/>
        <w:sz w:val="17"/>
        <w:szCs w:val="17"/>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164833"/>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6FD1EF0"/>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3"/>
  </w:num>
  <w:num w:numId="3">
    <w:abstractNumId w:val="10"/>
  </w:num>
  <w:num w:numId="4">
    <w:abstractNumId w:val="5"/>
  </w:num>
  <w:num w:numId="5">
    <w:abstractNumId w:val="1"/>
  </w:num>
  <w:num w:numId="6">
    <w:abstractNumId w:val="2"/>
  </w:num>
  <w:num w:numId="7">
    <w:abstractNumId w:val="0"/>
  </w:num>
  <w:num w:numId="8">
    <w:abstractNumId w:val="7"/>
  </w:num>
  <w:num w:numId="9">
    <w:abstractNumId w:val="14"/>
  </w:num>
  <w:num w:numId="10">
    <w:abstractNumId w:val="9"/>
  </w:num>
  <w:num w:numId="11">
    <w:abstractNumId w:val="8"/>
  </w:num>
  <w:num w:numId="12">
    <w:abstractNumId w:val="4"/>
  </w:num>
  <w:num w:numId="13">
    <w:abstractNumId w:val="11"/>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4E5C"/>
    <w:rsid w:val="00001E40"/>
    <w:rsid w:val="000321A7"/>
    <w:rsid w:val="000545C4"/>
    <w:rsid w:val="00056F60"/>
    <w:rsid w:val="00060455"/>
    <w:rsid w:val="00072D9B"/>
    <w:rsid w:val="000772BA"/>
    <w:rsid w:val="000839C7"/>
    <w:rsid w:val="0008630D"/>
    <w:rsid w:val="000B097E"/>
    <w:rsid w:val="000C29AB"/>
    <w:rsid w:val="000C348D"/>
    <w:rsid w:val="000E65A5"/>
    <w:rsid w:val="000F061D"/>
    <w:rsid w:val="000F4675"/>
    <w:rsid w:val="000F46FD"/>
    <w:rsid w:val="00104E9E"/>
    <w:rsid w:val="00113451"/>
    <w:rsid w:val="00123BD5"/>
    <w:rsid w:val="00124C90"/>
    <w:rsid w:val="00135F30"/>
    <w:rsid w:val="001402CF"/>
    <w:rsid w:val="00155D6C"/>
    <w:rsid w:val="00170CC5"/>
    <w:rsid w:val="00173EDD"/>
    <w:rsid w:val="00183D78"/>
    <w:rsid w:val="00190791"/>
    <w:rsid w:val="001B57DA"/>
    <w:rsid w:val="001B7FAB"/>
    <w:rsid w:val="001C71F6"/>
    <w:rsid w:val="001C7758"/>
    <w:rsid w:val="002040BA"/>
    <w:rsid w:val="00204F3E"/>
    <w:rsid w:val="00205F48"/>
    <w:rsid w:val="00207692"/>
    <w:rsid w:val="002122CF"/>
    <w:rsid w:val="00222600"/>
    <w:rsid w:val="0022437D"/>
    <w:rsid w:val="0023583D"/>
    <w:rsid w:val="002378D4"/>
    <w:rsid w:val="0025427C"/>
    <w:rsid w:val="00255760"/>
    <w:rsid w:val="00257165"/>
    <w:rsid w:val="002662CE"/>
    <w:rsid w:val="002664FC"/>
    <w:rsid w:val="00276250"/>
    <w:rsid w:val="0028300B"/>
    <w:rsid w:val="00286840"/>
    <w:rsid w:val="00292E03"/>
    <w:rsid w:val="00293CE6"/>
    <w:rsid w:val="00297E6A"/>
    <w:rsid w:val="002A2308"/>
    <w:rsid w:val="002A28CB"/>
    <w:rsid w:val="002B3B37"/>
    <w:rsid w:val="002B7BEB"/>
    <w:rsid w:val="002C7388"/>
    <w:rsid w:val="002D0ED6"/>
    <w:rsid w:val="002D596A"/>
    <w:rsid w:val="002D70A3"/>
    <w:rsid w:val="002F12A4"/>
    <w:rsid w:val="002F6417"/>
    <w:rsid w:val="00301B01"/>
    <w:rsid w:val="00302EBE"/>
    <w:rsid w:val="003037DC"/>
    <w:rsid w:val="00304BA1"/>
    <w:rsid w:val="00311DB5"/>
    <w:rsid w:val="0031270A"/>
    <w:rsid w:val="00321F36"/>
    <w:rsid w:val="00326558"/>
    <w:rsid w:val="00330B0C"/>
    <w:rsid w:val="0033692B"/>
    <w:rsid w:val="003424A9"/>
    <w:rsid w:val="003432E5"/>
    <w:rsid w:val="0034684B"/>
    <w:rsid w:val="00351223"/>
    <w:rsid w:val="00363341"/>
    <w:rsid w:val="00365B11"/>
    <w:rsid w:val="00380AD9"/>
    <w:rsid w:val="003B5C94"/>
    <w:rsid w:val="003B5D2A"/>
    <w:rsid w:val="003C3012"/>
    <w:rsid w:val="003C31B6"/>
    <w:rsid w:val="003D51ED"/>
    <w:rsid w:val="003F059E"/>
    <w:rsid w:val="003F344B"/>
    <w:rsid w:val="003F49BE"/>
    <w:rsid w:val="003F557C"/>
    <w:rsid w:val="00401F23"/>
    <w:rsid w:val="00402E04"/>
    <w:rsid w:val="00403D27"/>
    <w:rsid w:val="00415280"/>
    <w:rsid w:val="00416B18"/>
    <w:rsid w:val="00416E00"/>
    <w:rsid w:val="00422AD5"/>
    <w:rsid w:val="00423545"/>
    <w:rsid w:val="00433C06"/>
    <w:rsid w:val="00434FF7"/>
    <w:rsid w:val="0043706E"/>
    <w:rsid w:val="00441509"/>
    <w:rsid w:val="00441F1A"/>
    <w:rsid w:val="00444EB2"/>
    <w:rsid w:val="0045088D"/>
    <w:rsid w:val="00452F36"/>
    <w:rsid w:val="00453E5E"/>
    <w:rsid w:val="004546AE"/>
    <w:rsid w:val="004547F2"/>
    <w:rsid w:val="004662FF"/>
    <w:rsid w:val="00470B6A"/>
    <w:rsid w:val="004738F9"/>
    <w:rsid w:val="0049312B"/>
    <w:rsid w:val="004A38AA"/>
    <w:rsid w:val="004A525A"/>
    <w:rsid w:val="004A7389"/>
    <w:rsid w:val="004B0FE5"/>
    <w:rsid w:val="004B2680"/>
    <w:rsid w:val="004B2AEC"/>
    <w:rsid w:val="004D269C"/>
    <w:rsid w:val="004E086C"/>
    <w:rsid w:val="004E62AB"/>
    <w:rsid w:val="004E6B10"/>
    <w:rsid w:val="004F0020"/>
    <w:rsid w:val="004F28BD"/>
    <w:rsid w:val="004F48F8"/>
    <w:rsid w:val="004F623E"/>
    <w:rsid w:val="00513B1B"/>
    <w:rsid w:val="00521702"/>
    <w:rsid w:val="00531691"/>
    <w:rsid w:val="00535791"/>
    <w:rsid w:val="00542591"/>
    <w:rsid w:val="00543BFC"/>
    <w:rsid w:val="0055289F"/>
    <w:rsid w:val="00554B39"/>
    <w:rsid w:val="00567BB8"/>
    <w:rsid w:val="005727CE"/>
    <w:rsid w:val="00577AC0"/>
    <w:rsid w:val="00581CE9"/>
    <w:rsid w:val="005920ED"/>
    <w:rsid w:val="005966BA"/>
    <w:rsid w:val="005A0BC3"/>
    <w:rsid w:val="005A207B"/>
    <w:rsid w:val="005B2384"/>
    <w:rsid w:val="005C7972"/>
    <w:rsid w:val="005D2418"/>
    <w:rsid w:val="005F3568"/>
    <w:rsid w:val="005F6FAB"/>
    <w:rsid w:val="005F7B98"/>
    <w:rsid w:val="00601012"/>
    <w:rsid w:val="00606C69"/>
    <w:rsid w:val="00613FF6"/>
    <w:rsid w:val="00614707"/>
    <w:rsid w:val="00620597"/>
    <w:rsid w:val="0062284C"/>
    <w:rsid w:val="00626B67"/>
    <w:rsid w:val="0064095D"/>
    <w:rsid w:val="00643431"/>
    <w:rsid w:val="00666A87"/>
    <w:rsid w:val="00670FA7"/>
    <w:rsid w:val="00682326"/>
    <w:rsid w:val="00683A8F"/>
    <w:rsid w:val="006A6457"/>
    <w:rsid w:val="006A68A3"/>
    <w:rsid w:val="006B13DA"/>
    <w:rsid w:val="006B1A3E"/>
    <w:rsid w:val="006B6C43"/>
    <w:rsid w:val="006C6496"/>
    <w:rsid w:val="006D48C9"/>
    <w:rsid w:val="006D4BDE"/>
    <w:rsid w:val="006D718A"/>
    <w:rsid w:val="006D7705"/>
    <w:rsid w:val="006F3DDF"/>
    <w:rsid w:val="00706940"/>
    <w:rsid w:val="007117BE"/>
    <w:rsid w:val="00733012"/>
    <w:rsid w:val="00740029"/>
    <w:rsid w:val="007459F4"/>
    <w:rsid w:val="00746C56"/>
    <w:rsid w:val="00751E1B"/>
    <w:rsid w:val="0076038B"/>
    <w:rsid w:val="007638DF"/>
    <w:rsid w:val="00765E14"/>
    <w:rsid w:val="0076757A"/>
    <w:rsid w:val="00774786"/>
    <w:rsid w:val="007C6115"/>
    <w:rsid w:val="007E04F3"/>
    <w:rsid w:val="007E5DA1"/>
    <w:rsid w:val="007F03DB"/>
    <w:rsid w:val="007F4977"/>
    <w:rsid w:val="00803992"/>
    <w:rsid w:val="00804907"/>
    <w:rsid w:val="0082080A"/>
    <w:rsid w:val="00821318"/>
    <w:rsid w:val="0082349A"/>
    <w:rsid w:val="00832AA5"/>
    <w:rsid w:val="008370E3"/>
    <w:rsid w:val="008445AD"/>
    <w:rsid w:val="00844C89"/>
    <w:rsid w:val="008753F1"/>
    <w:rsid w:val="008757FA"/>
    <w:rsid w:val="00882660"/>
    <w:rsid w:val="008863F7"/>
    <w:rsid w:val="00894643"/>
    <w:rsid w:val="00896C6F"/>
    <w:rsid w:val="008A2ADE"/>
    <w:rsid w:val="008C43CB"/>
    <w:rsid w:val="008C6093"/>
    <w:rsid w:val="008E0F50"/>
    <w:rsid w:val="008E382F"/>
    <w:rsid w:val="008E7B7C"/>
    <w:rsid w:val="008F23DB"/>
    <w:rsid w:val="008F6FE7"/>
    <w:rsid w:val="008F7341"/>
    <w:rsid w:val="00904E75"/>
    <w:rsid w:val="00925AF8"/>
    <w:rsid w:val="009307A0"/>
    <w:rsid w:val="00950F91"/>
    <w:rsid w:val="00955AD8"/>
    <w:rsid w:val="0095795E"/>
    <w:rsid w:val="00981EDC"/>
    <w:rsid w:val="00991A76"/>
    <w:rsid w:val="009967F6"/>
    <w:rsid w:val="009A1356"/>
    <w:rsid w:val="009A5DEC"/>
    <w:rsid w:val="009A60C1"/>
    <w:rsid w:val="009B0613"/>
    <w:rsid w:val="009C0416"/>
    <w:rsid w:val="009E1ACB"/>
    <w:rsid w:val="009E245C"/>
    <w:rsid w:val="009F0AE1"/>
    <w:rsid w:val="00A01475"/>
    <w:rsid w:val="00A02615"/>
    <w:rsid w:val="00A02C40"/>
    <w:rsid w:val="00A10DA2"/>
    <w:rsid w:val="00A120BF"/>
    <w:rsid w:val="00A3536E"/>
    <w:rsid w:val="00A41B1D"/>
    <w:rsid w:val="00A524FE"/>
    <w:rsid w:val="00A65B3C"/>
    <w:rsid w:val="00A754E6"/>
    <w:rsid w:val="00A8311A"/>
    <w:rsid w:val="00A90502"/>
    <w:rsid w:val="00A92BB1"/>
    <w:rsid w:val="00A93833"/>
    <w:rsid w:val="00AA24BC"/>
    <w:rsid w:val="00AB1D8E"/>
    <w:rsid w:val="00AC36E0"/>
    <w:rsid w:val="00AD0FFB"/>
    <w:rsid w:val="00AF7307"/>
    <w:rsid w:val="00B01335"/>
    <w:rsid w:val="00B14E8F"/>
    <w:rsid w:val="00B268B2"/>
    <w:rsid w:val="00B45326"/>
    <w:rsid w:val="00B50E21"/>
    <w:rsid w:val="00B53E45"/>
    <w:rsid w:val="00B9417F"/>
    <w:rsid w:val="00BA56E0"/>
    <w:rsid w:val="00BB2BE3"/>
    <w:rsid w:val="00BB74A3"/>
    <w:rsid w:val="00BC084C"/>
    <w:rsid w:val="00BD0B9B"/>
    <w:rsid w:val="00BD1A12"/>
    <w:rsid w:val="00BD2C59"/>
    <w:rsid w:val="00BE1C28"/>
    <w:rsid w:val="00BE6933"/>
    <w:rsid w:val="00BF19DC"/>
    <w:rsid w:val="00BF3D88"/>
    <w:rsid w:val="00C17C9E"/>
    <w:rsid w:val="00C323CF"/>
    <w:rsid w:val="00C43A85"/>
    <w:rsid w:val="00C46772"/>
    <w:rsid w:val="00C53855"/>
    <w:rsid w:val="00C633BB"/>
    <w:rsid w:val="00C64A6E"/>
    <w:rsid w:val="00C70193"/>
    <w:rsid w:val="00C72D2D"/>
    <w:rsid w:val="00C772F6"/>
    <w:rsid w:val="00C82087"/>
    <w:rsid w:val="00C87523"/>
    <w:rsid w:val="00CA7963"/>
    <w:rsid w:val="00CB2A37"/>
    <w:rsid w:val="00CB2B87"/>
    <w:rsid w:val="00CC0D8D"/>
    <w:rsid w:val="00CC45D7"/>
    <w:rsid w:val="00CD3C0F"/>
    <w:rsid w:val="00CE3215"/>
    <w:rsid w:val="00D041CB"/>
    <w:rsid w:val="00D12C3B"/>
    <w:rsid w:val="00D12C83"/>
    <w:rsid w:val="00D142F4"/>
    <w:rsid w:val="00D1778C"/>
    <w:rsid w:val="00D201C1"/>
    <w:rsid w:val="00D23EF2"/>
    <w:rsid w:val="00D24C27"/>
    <w:rsid w:val="00D24ED4"/>
    <w:rsid w:val="00D31E66"/>
    <w:rsid w:val="00D3393A"/>
    <w:rsid w:val="00D343D6"/>
    <w:rsid w:val="00D34FA8"/>
    <w:rsid w:val="00D356DD"/>
    <w:rsid w:val="00D437E4"/>
    <w:rsid w:val="00D61CA3"/>
    <w:rsid w:val="00D67C8B"/>
    <w:rsid w:val="00D83D08"/>
    <w:rsid w:val="00D943A8"/>
    <w:rsid w:val="00DA4BDA"/>
    <w:rsid w:val="00DB596D"/>
    <w:rsid w:val="00DB76C7"/>
    <w:rsid w:val="00DC0685"/>
    <w:rsid w:val="00DC461B"/>
    <w:rsid w:val="00DC5E5C"/>
    <w:rsid w:val="00DD3176"/>
    <w:rsid w:val="00DD6204"/>
    <w:rsid w:val="00DE0618"/>
    <w:rsid w:val="00DF02F9"/>
    <w:rsid w:val="00DF1F29"/>
    <w:rsid w:val="00DF3A9A"/>
    <w:rsid w:val="00E0665A"/>
    <w:rsid w:val="00E06E36"/>
    <w:rsid w:val="00E16464"/>
    <w:rsid w:val="00E17A58"/>
    <w:rsid w:val="00E17CFA"/>
    <w:rsid w:val="00E31614"/>
    <w:rsid w:val="00E409D4"/>
    <w:rsid w:val="00E4311C"/>
    <w:rsid w:val="00E4764F"/>
    <w:rsid w:val="00E60024"/>
    <w:rsid w:val="00E60AE9"/>
    <w:rsid w:val="00E6435D"/>
    <w:rsid w:val="00E67A85"/>
    <w:rsid w:val="00E86BA0"/>
    <w:rsid w:val="00EB4E5C"/>
    <w:rsid w:val="00EC0892"/>
    <w:rsid w:val="00EC25B7"/>
    <w:rsid w:val="00EC5203"/>
    <w:rsid w:val="00ED7C1F"/>
    <w:rsid w:val="00EE2C61"/>
    <w:rsid w:val="00EE75CE"/>
    <w:rsid w:val="00EF2A54"/>
    <w:rsid w:val="00EF4D16"/>
    <w:rsid w:val="00F13B4F"/>
    <w:rsid w:val="00F3150B"/>
    <w:rsid w:val="00F401AA"/>
    <w:rsid w:val="00F51FBA"/>
    <w:rsid w:val="00F54991"/>
    <w:rsid w:val="00F55A6F"/>
    <w:rsid w:val="00F55E22"/>
    <w:rsid w:val="00F6782E"/>
    <w:rsid w:val="00F90010"/>
    <w:rsid w:val="00FA09E6"/>
    <w:rsid w:val="00FA3EE9"/>
    <w:rsid w:val="00FA5D51"/>
    <w:rsid w:val="00FA7848"/>
    <w:rsid w:val="00FB72D9"/>
    <w:rsid w:val="00FC1DE3"/>
    <w:rsid w:val="00FC378B"/>
    <w:rsid w:val="00FC4FA9"/>
    <w:rsid w:val="00FC51D7"/>
    <w:rsid w:val="00FD1AFB"/>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727CE"/>
    <w:pPr>
      <w:spacing w:after="200" w:line="276" w:lineRule="auto"/>
    </w:pPr>
    <w:rPr>
      <w:sz w:val="22"/>
      <w:szCs w:val="22"/>
      <w:lang w:eastAsia="en-US"/>
    </w:rPr>
  </w:style>
  <w:style w:type="paragraph" w:styleId="Nadpis1">
    <w:name w:val="heading 1"/>
    <w:basedOn w:val="Normlny"/>
    <w:next w:val="Normlny"/>
    <w:link w:val="Nadpis1Char"/>
    <w:uiPriority w:val="9"/>
    <w:qFormat/>
    <w:rsid w:val="006B1A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0FA7"/>
    <w:pPr>
      <w:keepNext/>
      <w:spacing w:before="240" w:after="60" w:line="240" w:lineRule="auto"/>
      <w:outlineLvl w:val="1"/>
    </w:pPr>
    <w:rPr>
      <w:rFonts w:ascii="Arial" w:eastAsia="Times New Roman" w:hAnsi="Arial" w:cs="Arial"/>
      <w:b/>
      <w:bCs/>
      <w:i/>
      <w:iCs/>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uiPriority w:val="99"/>
    <w:semiHidden/>
    <w:rsid w:val="00304BA1"/>
    <w:rPr>
      <w:color w:val="808080"/>
    </w:rPr>
  </w:style>
  <w:style w:type="paragraph" w:styleId="Textbubliny">
    <w:name w:val="Balloon Text"/>
    <w:basedOn w:val="Normlny"/>
    <w:link w:val="TextbublinyChar"/>
    <w:uiPriority w:val="99"/>
    <w:semiHidden/>
    <w:unhideWhenUsed/>
    <w:rsid w:val="00304BA1"/>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04BA1"/>
    <w:rPr>
      <w:rFonts w:ascii="Tahoma" w:hAnsi="Tahoma" w:cs="Tahoma"/>
      <w:sz w:val="16"/>
      <w:szCs w:val="16"/>
    </w:rPr>
  </w:style>
  <w:style w:type="paragraph" w:styleId="Hlavika">
    <w:name w:val="header"/>
    <w:basedOn w:val="Normlny"/>
    <w:link w:val="HlavikaChar"/>
    <w:uiPriority w:val="99"/>
    <w:unhideWhenUsed/>
    <w:rsid w:val="000545C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45C4"/>
    <w:rPr>
      <w:sz w:val="22"/>
      <w:szCs w:val="22"/>
      <w:lang w:eastAsia="en-US"/>
    </w:rPr>
  </w:style>
  <w:style w:type="paragraph" w:styleId="Pta">
    <w:name w:val="footer"/>
    <w:basedOn w:val="Normlny"/>
    <w:link w:val="PtaChar"/>
    <w:uiPriority w:val="99"/>
    <w:unhideWhenUsed/>
    <w:rsid w:val="000545C4"/>
    <w:pPr>
      <w:tabs>
        <w:tab w:val="center" w:pos="4536"/>
        <w:tab w:val="right" w:pos="9072"/>
      </w:tabs>
      <w:spacing w:after="0" w:line="240" w:lineRule="auto"/>
    </w:pPr>
  </w:style>
  <w:style w:type="character" w:customStyle="1" w:styleId="PtaChar">
    <w:name w:val="Päta Char"/>
    <w:basedOn w:val="Predvolenpsmoodseku"/>
    <w:link w:val="Pta"/>
    <w:uiPriority w:val="99"/>
    <w:rsid w:val="000545C4"/>
    <w:rPr>
      <w:sz w:val="22"/>
      <w:szCs w:val="22"/>
      <w:lang w:eastAsia="en-US"/>
    </w:rPr>
  </w:style>
  <w:style w:type="character" w:styleId="Hypertextovprepojenie">
    <w:name w:val="Hyperlink"/>
    <w:basedOn w:val="Predvolenpsmoodseku"/>
    <w:uiPriority w:val="99"/>
    <w:unhideWhenUsed/>
    <w:rsid w:val="00E60AE9"/>
    <w:rPr>
      <w:color w:val="0000FF" w:themeColor="hyperlink"/>
      <w:u w:val="single"/>
    </w:rPr>
  </w:style>
  <w:style w:type="character" w:styleId="PouitHypertextovPrepojenie">
    <w:name w:val="FollowedHyperlink"/>
    <w:basedOn w:val="Predvolenpsmoodseku"/>
    <w:uiPriority w:val="99"/>
    <w:semiHidden/>
    <w:unhideWhenUsed/>
    <w:rsid w:val="00E60AE9"/>
    <w:rPr>
      <w:color w:val="800080" w:themeColor="followedHyperlink"/>
      <w:u w:val="single"/>
    </w:rPr>
  </w:style>
  <w:style w:type="paragraph" w:styleId="Citcia">
    <w:name w:val="Quote"/>
    <w:basedOn w:val="Normlny"/>
    <w:next w:val="Normlny"/>
    <w:link w:val="CitciaChar"/>
    <w:uiPriority w:val="29"/>
    <w:qFormat/>
    <w:rsid w:val="00B268B2"/>
    <w:rPr>
      <w:i/>
      <w:iCs/>
      <w:color w:val="000000" w:themeColor="text1"/>
    </w:rPr>
  </w:style>
  <w:style w:type="character" w:customStyle="1" w:styleId="CitciaChar">
    <w:name w:val="Citácia Char"/>
    <w:basedOn w:val="Predvolenpsmoodseku"/>
    <w:link w:val="Citcia"/>
    <w:uiPriority w:val="29"/>
    <w:rsid w:val="00B268B2"/>
    <w:rPr>
      <w:i/>
      <w:iCs/>
      <w:color w:val="000000" w:themeColor="text1"/>
      <w:sz w:val="22"/>
      <w:szCs w:val="22"/>
      <w:lang w:eastAsia="en-US"/>
    </w:rPr>
  </w:style>
  <w:style w:type="character" w:customStyle="1" w:styleId="Nadpis1Char">
    <w:name w:val="Nadpis 1 Char"/>
    <w:basedOn w:val="Predvolenpsmoodseku"/>
    <w:link w:val="Nadpis1"/>
    <w:uiPriority w:val="9"/>
    <w:rsid w:val="006B1A3E"/>
    <w:rPr>
      <w:rFonts w:asciiTheme="majorHAnsi" w:eastAsiaTheme="majorEastAsia" w:hAnsiTheme="majorHAnsi" w:cstheme="majorBidi"/>
      <w:b/>
      <w:bCs/>
      <w:color w:val="365F91" w:themeColor="accent1" w:themeShade="BF"/>
      <w:sz w:val="28"/>
      <w:szCs w:val="28"/>
      <w:lang w:eastAsia="en-US"/>
    </w:rPr>
  </w:style>
  <w:style w:type="paragraph" w:styleId="Odsekzoznamu">
    <w:name w:val="List Paragraph"/>
    <w:basedOn w:val="Normlny"/>
    <w:uiPriority w:val="34"/>
    <w:qFormat/>
    <w:rsid w:val="00363341"/>
    <w:pPr>
      <w:ind w:left="720"/>
      <w:contextualSpacing/>
    </w:pPr>
  </w:style>
  <w:style w:type="character" w:styleId="Zvraznenie">
    <w:name w:val="Emphasis"/>
    <w:basedOn w:val="Predvolenpsmoodseku"/>
    <w:uiPriority w:val="20"/>
    <w:qFormat/>
    <w:rsid w:val="006B6C43"/>
    <w:rPr>
      <w:i/>
      <w:iCs/>
    </w:rPr>
  </w:style>
  <w:style w:type="character" w:styleId="Siln">
    <w:name w:val="Strong"/>
    <w:basedOn w:val="Predvolenpsmoodseku"/>
    <w:uiPriority w:val="22"/>
    <w:qFormat/>
    <w:rsid w:val="006B6C43"/>
    <w:rPr>
      <w:b/>
      <w:bCs/>
    </w:rPr>
  </w:style>
  <w:style w:type="character" w:customStyle="1" w:styleId="tl1">
    <w:name w:val="Štýl1"/>
    <w:basedOn w:val="Predvolenpsmoodseku"/>
    <w:uiPriority w:val="1"/>
    <w:rsid w:val="005D2418"/>
    <w:rPr>
      <w:b/>
    </w:rPr>
  </w:style>
  <w:style w:type="character" w:customStyle="1" w:styleId="tl2">
    <w:name w:val="Štýl2"/>
    <w:basedOn w:val="Predvolenpsmoodseku"/>
    <w:uiPriority w:val="1"/>
    <w:rsid w:val="005D2418"/>
    <w:rPr>
      <w:rFonts w:ascii="Times New Roman" w:hAnsi="Times New Roman"/>
      <w:sz w:val="24"/>
    </w:rPr>
  </w:style>
  <w:style w:type="character" w:customStyle="1" w:styleId="tl3">
    <w:name w:val="Štýl3"/>
    <w:basedOn w:val="Predvolenpsmoodseku"/>
    <w:uiPriority w:val="1"/>
    <w:rsid w:val="005D2418"/>
    <w:rPr>
      <w:rFonts w:ascii="Times New Roman" w:hAnsi="Times New Roman"/>
      <w:b/>
      <w:sz w:val="24"/>
    </w:rPr>
  </w:style>
  <w:style w:type="character" w:styleId="Odkaznakomentr">
    <w:name w:val="annotation reference"/>
    <w:basedOn w:val="Predvolenpsmoodseku"/>
    <w:uiPriority w:val="99"/>
    <w:semiHidden/>
    <w:unhideWhenUsed/>
    <w:rsid w:val="00D23EF2"/>
    <w:rPr>
      <w:sz w:val="16"/>
      <w:szCs w:val="16"/>
    </w:rPr>
  </w:style>
  <w:style w:type="paragraph" w:styleId="Textkomentra">
    <w:name w:val="annotation text"/>
    <w:basedOn w:val="Normlny"/>
    <w:link w:val="TextkomentraChar"/>
    <w:uiPriority w:val="99"/>
    <w:semiHidden/>
    <w:unhideWhenUsed/>
    <w:rsid w:val="00D23EF2"/>
    <w:pPr>
      <w:spacing w:line="240" w:lineRule="auto"/>
    </w:pPr>
    <w:rPr>
      <w:sz w:val="20"/>
      <w:szCs w:val="20"/>
    </w:rPr>
  </w:style>
  <w:style w:type="character" w:customStyle="1" w:styleId="TextkomentraChar">
    <w:name w:val="Text komentára Char"/>
    <w:basedOn w:val="Predvolenpsmoodseku"/>
    <w:link w:val="Textkomentra"/>
    <w:uiPriority w:val="99"/>
    <w:semiHidden/>
    <w:rsid w:val="00D23EF2"/>
    <w:rPr>
      <w:lang w:eastAsia="en-US"/>
    </w:rPr>
  </w:style>
  <w:style w:type="paragraph" w:styleId="Predmetkomentra">
    <w:name w:val="annotation subject"/>
    <w:basedOn w:val="Textkomentra"/>
    <w:next w:val="Textkomentra"/>
    <w:link w:val="PredmetkomentraChar"/>
    <w:uiPriority w:val="99"/>
    <w:semiHidden/>
    <w:unhideWhenUsed/>
    <w:rsid w:val="00D23EF2"/>
    <w:rPr>
      <w:b/>
      <w:bCs/>
    </w:rPr>
  </w:style>
  <w:style w:type="character" w:customStyle="1" w:styleId="PredmetkomentraChar">
    <w:name w:val="Predmet komentára Char"/>
    <w:basedOn w:val="TextkomentraChar"/>
    <w:link w:val="Predmetkomentra"/>
    <w:uiPriority w:val="99"/>
    <w:semiHidden/>
    <w:rsid w:val="00D23EF2"/>
    <w:rPr>
      <w:b/>
      <w:bCs/>
      <w:lang w:eastAsia="en-US"/>
    </w:rPr>
  </w:style>
  <w:style w:type="character" w:customStyle="1" w:styleId="tl4">
    <w:name w:val="Štýl4"/>
    <w:basedOn w:val="Predvolenpsmoodseku"/>
    <w:uiPriority w:val="1"/>
    <w:rsid w:val="00D3393A"/>
    <w:rPr>
      <w:rFonts w:ascii="Times New Roman" w:hAnsi="Times New Roman"/>
      <w:b/>
      <w:sz w:val="24"/>
    </w:rPr>
  </w:style>
  <w:style w:type="paragraph" w:styleId="Zkladntext">
    <w:name w:val="Body Text"/>
    <w:basedOn w:val="Normlny"/>
    <w:link w:val="ZkladntextChar"/>
    <w:uiPriority w:val="99"/>
    <w:semiHidden/>
    <w:unhideWhenUsed/>
    <w:rsid w:val="00AA24BC"/>
    <w:pPr>
      <w:spacing w:after="120"/>
    </w:pPr>
  </w:style>
  <w:style w:type="character" w:customStyle="1" w:styleId="ZkladntextChar">
    <w:name w:val="Základný text Char"/>
    <w:basedOn w:val="Predvolenpsmoodseku"/>
    <w:link w:val="Zkladntext"/>
    <w:uiPriority w:val="99"/>
    <w:semiHidden/>
    <w:rsid w:val="00AA24BC"/>
    <w:rPr>
      <w:sz w:val="22"/>
      <w:szCs w:val="22"/>
      <w:lang w:eastAsia="en-US"/>
    </w:rPr>
  </w:style>
  <w:style w:type="character" w:customStyle="1" w:styleId="ra">
    <w:name w:val="ra"/>
    <w:basedOn w:val="Predvolenpsmoodseku"/>
    <w:rsid w:val="00EC5203"/>
  </w:style>
  <w:style w:type="paragraph" w:styleId="Zkladntext2">
    <w:name w:val="Body Text 2"/>
    <w:basedOn w:val="Normlny"/>
    <w:link w:val="Zkladntext2Char"/>
    <w:uiPriority w:val="99"/>
    <w:semiHidden/>
    <w:unhideWhenUsed/>
    <w:rsid w:val="00670FA7"/>
    <w:pPr>
      <w:spacing w:after="120" w:line="480" w:lineRule="auto"/>
    </w:pPr>
  </w:style>
  <w:style w:type="character" w:customStyle="1" w:styleId="Zkladntext2Char">
    <w:name w:val="Základný text 2 Char"/>
    <w:basedOn w:val="Predvolenpsmoodseku"/>
    <w:link w:val="Zkladntext2"/>
    <w:uiPriority w:val="99"/>
    <w:semiHidden/>
    <w:rsid w:val="00670FA7"/>
    <w:rPr>
      <w:sz w:val="22"/>
      <w:szCs w:val="22"/>
      <w:lang w:eastAsia="en-US"/>
    </w:rPr>
  </w:style>
  <w:style w:type="character" w:customStyle="1" w:styleId="Nadpis2Char">
    <w:name w:val="Nadpis 2 Char"/>
    <w:basedOn w:val="Predvolenpsmoodseku"/>
    <w:link w:val="Nadpis2"/>
    <w:rsid w:val="00670FA7"/>
    <w:rPr>
      <w:rFonts w:ascii="Arial" w:eastAsia="Times New Roman" w:hAnsi="Arial" w:cs="Arial"/>
      <w:b/>
      <w:bCs/>
      <w:i/>
      <w:iCs/>
      <w:sz w:val="28"/>
      <w:szCs w:val="28"/>
    </w:rPr>
  </w:style>
  <w:style w:type="paragraph" w:customStyle="1" w:styleId="Zkladntext31">
    <w:name w:val="Základný text 31"/>
    <w:basedOn w:val="Normlny"/>
    <w:locked/>
    <w:rsid w:val="00670FA7"/>
    <w:pPr>
      <w:spacing w:after="0" w:line="240" w:lineRule="auto"/>
      <w:jc w:val="both"/>
    </w:pPr>
    <w:rPr>
      <w:rFonts w:ascii="Times New Roman" w:eastAsia="Times New Roman" w:hAnsi="Times New Roman"/>
      <w:sz w:val="24"/>
      <w:szCs w:val="20"/>
      <w:lang w:eastAsia="cs-CZ"/>
    </w:rPr>
  </w:style>
  <w:style w:type="paragraph" w:styleId="Zarkazkladnhotextu">
    <w:name w:val="Body Text Indent"/>
    <w:basedOn w:val="Normlny"/>
    <w:link w:val="ZarkazkladnhotextuChar"/>
    <w:uiPriority w:val="99"/>
    <w:unhideWhenUsed/>
    <w:rsid w:val="00670FA7"/>
    <w:pPr>
      <w:spacing w:after="120"/>
      <w:ind w:left="283"/>
    </w:pPr>
  </w:style>
  <w:style w:type="character" w:customStyle="1" w:styleId="ZarkazkladnhotextuChar">
    <w:name w:val="Zarážka základného textu Char"/>
    <w:basedOn w:val="Predvolenpsmoodseku"/>
    <w:link w:val="Zarkazkladnhotextu"/>
    <w:uiPriority w:val="99"/>
    <w:rsid w:val="00670FA7"/>
    <w:rPr>
      <w:sz w:val="22"/>
      <w:szCs w:val="22"/>
      <w:lang w:eastAsia="en-US"/>
    </w:rPr>
  </w:style>
  <w:style w:type="paragraph" w:customStyle="1" w:styleId="Zkladntext4">
    <w:name w:val="Základný text4"/>
    <w:basedOn w:val="Normlny"/>
    <w:rsid w:val="00670FA7"/>
    <w:pPr>
      <w:widowControl w:val="0"/>
      <w:shd w:val="clear" w:color="auto" w:fill="FFFFFF"/>
      <w:spacing w:after="240" w:line="302" w:lineRule="exact"/>
      <w:ind w:hanging="360"/>
      <w:jc w:val="center"/>
    </w:pPr>
    <w:rPr>
      <w:rFonts w:ascii="Times New Roman" w:eastAsia="Times New Roman" w:hAnsi="Times New Roman"/>
      <w:color w:val="000000"/>
      <w:sz w:val="20"/>
      <w:szCs w:val="20"/>
      <w:lang w:eastAsia="sk-SK"/>
    </w:rPr>
  </w:style>
  <w:style w:type="character" w:customStyle="1" w:styleId="Zkladntext1">
    <w:name w:val="Základný text1"/>
    <w:basedOn w:val="Predvolenpsmoodseku"/>
    <w:rsid w:val="00670FA7"/>
    <w:rPr>
      <w:rFonts w:ascii="Sylfaen" w:eastAsia="Sylfaen" w:hAnsi="Sylfaen" w:cs="Sylfaen"/>
      <w:b w:val="0"/>
      <w:bCs w:val="0"/>
      <w:i w:val="0"/>
      <w:iCs w:val="0"/>
      <w:smallCaps w:val="0"/>
      <w:strike w:val="0"/>
      <w:color w:val="000000"/>
      <w:spacing w:val="0"/>
      <w:w w:val="100"/>
      <w:position w:val="0"/>
      <w:sz w:val="17"/>
      <w:szCs w:val="17"/>
      <w:u w:val="none"/>
      <w:shd w:val="clear" w:color="auto" w:fill="FFFFFF"/>
      <w:lang w:val="sk-SK"/>
    </w:rPr>
  </w:style>
  <w:style w:type="paragraph" w:customStyle="1" w:styleId="Zkladntext20">
    <w:name w:val="Základný text2"/>
    <w:basedOn w:val="Normlny"/>
    <w:rsid w:val="00670FA7"/>
    <w:pPr>
      <w:widowControl w:val="0"/>
      <w:shd w:val="clear" w:color="auto" w:fill="FFFFFF"/>
      <w:spacing w:before="360" w:after="480" w:line="0" w:lineRule="atLeast"/>
      <w:ind w:hanging="520"/>
      <w:jc w:val="both"/>
    </w:pPr>
    <w:rPr>
      <w:rFonts w:ascii="Sylfaen" w:eastAsia="Sylfaen" w:hAnsi="Sylfaen" w:cs="Sylfaen"/>
      <w:color w:val="000000"/>
      <w:sz w:val="17"/>
      <w:szCs w:val="17"/>
      <w:lang w:eastAsia="sk-SK"/>
    </w:rPr>
  </w:style>
  <w:style w:type="character" w:customStyle="1" w:styleId="Footnote">
    <w:name w:val="Footnote_"/>
    <w:basedOn w:val="Predvolenpsmoodseku"/>
    <w:link w:val="Footnote0"/>
    <w:rsid w:val="00670FA7"/>
    <w:rPr>
      <w:rFonts w:ascii="Sylfaen" w:eastAsia="Sylfaen" w:hAnsi="Sylfaen" w:cs="Sylfaen"/>
      <w:sz w:val="17"/>
      <w:szCs w:val="17"/>
      <w:shd w:val="clear" w:color="auto" w:fill="FFFFFF"/>
    </w:rPr>
  </w:style>
  <w:style w:type="paragraph" w:customStyle="1" w:styleId="Footnote0">
    <w:name w:val="Footnote"/>
    <w:basedOn w:val="Normlny"/>
    <w:link w:val="Footnote"/>
    <w:rsid w:val="00670FA7"/>
    <w:pPr>
      <w:widowControl w:val="0"/>
      <w:shd w:val="clear" w:color="auto" w:fill="FFFFFF"/>
      <w:spacing w:after="300" w:line="0" w:lineRule="atLeast"/>
      <w:ind w:hanging="300"/>
      <w:jc w:val="both"/>
    </w:pPr>
    <w:rPr>
      <w:rFonts w:ascii="Sylfaen" w:eastAsia="Sylfaen" w:hAnsi="Sylfaen" w:cs="Sylfaen"/>
      <w:sz w:val="17"/>
      <w:szCs w:val="17"/>
      <w:lang w:eastAsia="sk-SK"/>
    </w:rPr>
  </w:style>
  <w:style w:type="character" w:customStyle="1" w:styleId="Bodytext2">
    <w:name w:val="Body text (2)_"/>
    <w:link w:val="Bodytext20"/>
    <w:rsid w:val="00072D9B"/>
    <w:rPr>
      <w:rFonts w:ascii="Sylfaen" w:eastAsia="Sylfaen" w:hAnsi="Sylfaen" w:cs="Sylfaen"/>
      <w:b/>
      <w:bCs/>
      <w:sz w:val="18"/>
      <w:szCs w:val="18"/>
      <w:shd w:val="clear" w:color="auto" w:fill="FFFFFF"/>
    </w:rPr>
  </w:style>
  <w:style w:type="paragraph" w:customStyle="1" w:styleId="Bodytext20">
    <w:name w:val="Body text (2)"/>
    <w:basedOn w:val="Normlny"/>
    <w:link w:val="Bodytext2"/>
    <w:rsid w:val="00072D9B"/>
    <w:pPr>
      <w:widowControl w:val="0"/>
      <w:shd w:val="clear" w:color="auto" w:fill="FFFFFF"/>
      <w:spacing w:before="780" w:after="0" w:line="336" w:lineRule="exact"/>
      <w:jc w:val="center"/>
    </w:pPr>
    <w:rPr>
      <w:rFonts w:ascii="Sylfaen" w:eastAsia="Sylfaen" w:hAnsi="Sylfaen" w:cs="Sylfaen"/>
      <w:b/>
      <w:bCs/>
      <w:sz w:val="18"/>
      <w:szCs w:val="18"/>
      <w:lang w:eastAsia="sk-SK"/>
    </w:rPr>
  </w:style>
  <w:style w:type="paragraph" w:styleId="Bezriadkovania">
    <w:name w:val="No Spacing"/>
    <w:uiPriority w:val="1"/>
    <w:qFormat/>
    <w:rsid w:val="0019079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6B1A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0FA7"/>
    <w:pPr>
      <w:keepNext/>
      <w:spacing w:before="240" w:after="60" w:line="240" w:lineRule="auto"/>
      <w:outlineLvl w:val="1"/>
    </w:pPr>
    <w:rPr>
      <w:rFonts w:ascii="Arial" w:eastAsia="Times New Roman" w:hAnsi="Arial" w:cs="Arial"/>
      <w:b/>
      <w:bCs/>
      <w:i/>
      <w:iCs/>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uiPriority w:val="99"/>
    <w:semiHidden/>
    <w:rsid w:val="00304BA1"/>
    <w:rPr>
      <w:color w:val="808080"/>
    </w:rPr>
  </w:style>
  <w:style w:type="paragraph" w:styleId="Textbubliny">
    <w:name w:val="Balloon Text"/>
    <w:basedOn w:val="Normlny"/>
    <w:link w:val="TextbublinyChar"/>
    <w:uiPriority w:val="99"/>
    <w:semiHidden/>
    <w:unhideWhenUsed/>
    <w:rsid w:val="00304BA1"/>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04BA1"/>
    <w:rPr>
      <w:rFonts w:ascii="Tahoma" w:hAnsi="Tahoma" w:cs="Tahoma"/>
      <w:sz w:val="16"/>
      <w:szCs w:val="16"/>
    </w:rPr>
  </w:style>
  <w:style w:type="paragraph" w:styleId="Hlavika">
    <w:name w:val="header"/>
    <w:basedOn w:val="Normlny"/>
    <w:link w:val="HlavikaChar"/>
    <w:uiPriority w:val="99"/>
    <w:unhideWhenUsed/>
    <w:rsid w:val="000545C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45C4"/>
    <w:rPr>
      <w:sz w:val="22"/>
      <w:szCs w:val="22"/>
      <w:lang w:eastAsia="en-US"/>
    </w:rPr>
  </w:style>
  <w:style w:type="paragraph" w:styleId="Pta">
    <w:name w:val="footer"/>
    <w:basedOn w:val="Normlny"/>
    <w:link w:val="PtaChar"/>
    <w:uiPriority w:val="99"/>
    <w:unhideWhenUsed/>
    <w:rsid w:val="000545C4"/>
    <w:pPr>
      <w:tabs>
        <w:tab w:val="center" w:pos="4536"/>
        <w:tab w:val="right" w:pos="9072"/>
      </w:tabs>
      <w:spacing w:after="0" w:line="240" w:lineRule="auto"/>
    </w:pPr>
  </w:style>
  <w:style w:type="character" w:customStyle="1" w:styleId="PtaChar">
    <w:name w:val="Päta Char"/>
    <w:basedOn w:val="Predvolenpsmoodseku"/>
    <w:link w:val="Pta"/>
    <w:uiPriority w:val="99"/>
    <w:rsid w:val="000545C4"/>
    <w:rPr>
      <w:sz w:val="22"/>
      <w:szCs w:val="22"/>
      <w:lang w:eastAsia="en-US"/>
    </w:rPr>
  </w:style>
  <w:style w:type="character" w:styleId="Hypertextovprepojenie">
    <w:name w:val="Hyperlink"/>
    <w:basedOn w:val="Predvolenpsmoodseku"/>
    <w:uiPriority w:val="99"/>
    <w:unhideWhenUsed/>
    <w:rsid w:val="00E60AE9"/>
    <w:rPr>
      <w:color w:val="0000FF" w:themeColor="hyperlink"/>
      <w:u w:val="single"/>
    </w:rPr>
  </w:style>
  <w:style w:type="character" w:styleId="PouitHypertextovPrepojenie">
    <w:name w:val="FollowedHyperlink"/>
    <w:basedOn w:val="Predvolenpsmoodseku"/>
    <w:uiPriority w:val="99"/>
    <w:semiHidden/>
    <w:unhideWhenUsed/>
    <w:rsid w:val="00E60AE9"/>
    <w:rPr>
      <w:color w:val="800080" w:themeColor="followedHyperlink"/>
      <w:u w:val="single"/>
    </w:rPr>
  </w:style>
  <w:style w:type="paragraph" w:styleId="Citcia">
    <w:name w:val="Quote"/>
    <w:basedOn w:val="Normlny"/>
    <w:next w:val="Normlny"/>
    <w:link w:val="CitciaChar"/>
    <w:uiPriority w:val="29"/>
    <w:qFormat/>
    <w:rsid w:val="00B268B2"/>
    <w:rPr>
      <w:i/>
      <w:iCs/>
      <w:color w:val="000000" w:themeColor="text1"/>
    </w:rPr>
  </w:style>
  <w:style w:type="character" w:customStyle="1" w:styleId="CitciaChar">
    <w:name w:val="Citácia Char"/>
    <w:basedOn w:val="Predvolenpsmoodseku"/>
    <w:link w:val="Citcia"/>
    <w:uiPriority w:val="29"/>
    <w:rsid w:val="00B268B2"/>
    <w:rPr>
      <w:i/>
      <w:iCs/>
      <w:color w:val="000000" w:themeColor="text1"/>
      <w:sz w:val="22"/>
      <w:szCs w:val="22"/>
      <w:lang w:eastAsia="en-US"/>
    </w:rPr>
  </w:style>
  <w:style w:type="character" w:customStyle="1" w:styleId="Nadpis1Char">
    <w:name w:val="Nadpis 1 Char"/>
    <w:basedOn w:val="Predvolenpsmoodseku"/>
    <w:link w:val="Nadpis1"/>
    <w:uiPriority w:val="9"/>
    <w:rsid w:val="006B1A3E"/>
    <w:rPr>
      <w:rFonts w:asciiTheme="majorHAnsi" w:eastAsiaTheme="majorEastAsia" w:hAnsiTheme="majorHAnsi" w:cstheme="majorBidi"/>
      <w:b/>
      <w:bCs/>
      <w:color w:val="365F91" w:themeColor="accent1" w:themeShade="BF"/>
      <w:sz w:val="28"/>
      <w:szCs w:val="28"/>
      <w:lang w:eastAsia="en-US"/>
    </w:rPr>
  </w:style>
  <w:style w:type="paragraph" w:styleId="Odsekzoznamu">
    <w:name w:val="List Paragraph"/>
    <w:basedOn w:val="Normlny"/>
    <w:uiPriority w:val="34"/>
    <w:qFormat/>
    <w:rsid w:val="00363341"/>
    <w:pPr>
      <w:ind w:left="720"/>
      <w:contextualSpacing/>
    </w:pPr>
  </w:style>
  <w:style w:type="character" w:styleId="Zvraznenie">
    <w:name w:val="Emphasis"/>
    <w:basedOn w:val="Predvolenpsmoodseku"/>
    <w:uiPriority w:val="20"/>
    <w:qFormat/>
    <w:rsid w:val="006B6C43"/>
    <w:rPr>
      <w:i/>
      <w:iCs/>
    </w:rPr>
  </w:style>
  <w:style w:type="character" w:styleId="Siln">
    <w:name w:val="Strong"/>
    <w:basedOn w:val="Predvolenpsmoodseku"/>
    <w:uiPriority w:val="22"/>
    <w:qFormat/>
    <w:rsid w:val="006B6C43"/>
    <w:rPr>
      <w:b/>
      <w:bCs/>
    </w:rPr>
  </w:style>
  <w:style w:type="character" w:customStyle="1" w:styleId="tl1">
    <w:name w:val="Štýl1"/>
    <w:basedOn w:val="Predvolenpsmoodseku"/>
    <w:uiPriority w:val="1"/>
    <w:rsid w:val="005D2418"/>
    <w:rPr>
      <w:b/>
    </w:rPr>
  </w:style>
  <w:style w:type="character" w:customStyle="1" w:styleId="tl2">
    <w:name w:val="Štýl2"/>
    <w:basedOn w:val="Predvolenpsmoodseku"/>
    <w:uiPriority w:val="1"/>
    <w:rsid w:val="005D2418"/>
    <w:rPr>
      <w:rFonts w:ascii="Times New Roman" w:hAnsi="Times New Roman"/>
      <w:sz w:val="24"/>
    </w:rPr>
  </w:style>
  <w:style w:type="character" w:customStyle="1" w:styleId="tl3">
    <w:name w:val="Štýl3"/>
    <w:basedOn w:val="Predvolenpsmoodseku"/>
    <w:uiPriority w:val="1"/>
    <w:rsid w:val="005D2418"/>
    <w:rPr>
      <w:rFonts w:ascii="Times New Roman" w:hAnsi="Times New Roman"/>
      <w:b/>
      <w:sz w:val="24"/>
    </w:rPr>
  </w:style>
  <w:style w:type="character" w:styleId="Odkaznakomentr">
    <w:name w:val="annotation reference"/>
    <w:basedOn w:val="Predvolenpsmoodseku"/>
    <w:uiPriority w:val="99"/>
    <w:semiHidden/>
    <w:unhideWhenUsed/>
    <w:rsid w:val="00D23EF2"/>
    <w:rPr>
      <w:sz w:val="16"/>
      <w:szCs w:val="16"/>
    </w:rPr>
  </w:style>
  <w:style w:type="paragraph" w:styleId="Textkomentra">
    <w:name w:val="annotation text"/>
    <w:basedOn w:val="Normlny"/>
    <w:link w:val="TextkomentraChar"/>
    <w:uiPriority w:val="99"/>
    <w:semiHidden/>
    <w:unhideWhenUsed/>
    <w:rsid w:val="00D23EF2"/>
    <w:pPr>
      <w:spacing w:line="240" w:lineRule="auto"/>
    </w:pPr>
    <w:rPr>
      <w:sz w:val="20"/>
      <w:szCs w:val="20"/>
    </w:rPr>
  </w:style>
  <w:style w:type="character" w:customStyle="1" w:styleId="TextkomentraChar">
    <w:name w:val="Text komentára Char"/>
    <w:basedOn w:val="Predvolenpsmoodseku"/>
    <w:link w:val="Textkomentra"/>
    <w:uiPriority w:val="99"/>
    <w:semiHidden/>
    <w:rsid w:val="00D23EF2"/>
    <w:rPr>
      <w:lang w:eastAsia="en-US"/>
    </w:rPr>
  </w:style>
  <w:style w:type="paragraph" w:styleId="Predmetkomentra">
    <w:name w:val="annotation subject"/>
    <w:basedOn w:val="Textkomentra"/>
    <w:next w:val="Textkomentra"/>
    <w:link w:val="PredmetkomentraChar"/>
    <w:uiPriority w:val="99"/>
    <w:semiHidden/>
    <w:unhideWhenUsed/>
    <w:rsid w:val="00D23EF2"/>
    <w:rPr>
      <w:b/>
      <w:bCs/>
    </w:rPr>
  </w:style>
  <w:style w:type="character" w:customStyle="1" w:styleId="PredmetkomentraChar">
    <w:name w:val="Predmet komentára Char"/>
    <w:basedOn w:val="TextkomentraChar"/>
    <w:link w:val="Predmetkomentra"/>
    <w:uiPriority w:val="99"/>
    <w:semiHidden/>
    <w:rsid w:val="00D23EF2"/>
    <w:rPr>
      <w:b/>
      <w:bCs/>
      <w:lang w:eastAsia="en-US"/>
    </w:rPr>
  </w:style>
  <w:style w:type="character" w:customStyle="1" w:styleId="tl4">
    <w:name w:val="Štýl4"/>
    <w:basedOn w:val="Predvolenpsmoodseku"/>
    <w:uiPriority w:val="1"/>
    <w:rsid w:val="00D3393A"/>
    <w:rPr>
      <w:rFonts w:ascii="Times New Roman" w:hAnsi="Times New Roman"/>
      <w:b/>
      <w:sz w:val="24"/>
    </w:rPr>
  </w:style>
  <w:style w:type="paragraph" w:styleId="Zkladntext">
    <w:name w:val="Body Text"/>
    <w:basedOn w:val="Normlny"/>
    <w:link w:val="ZkladntextChar"/>
    <w:uiPriority w:val="99"/>
    <w:semiHidden/>
    <w:unhideWhenUsed/>
    <w:rsid w:val="00AA24BC"/>
    <w:pPr>
      <w:spacing w:after="120"/>
    </w:pPr>
  </w:style>
  <w:style w:type="character" w:customStyle="1" w:styleId="ZkladntextChar">
    <w:name w:val="Základný text Char"/>
    <w:basedOn w:val="Predvolenpsmoodseku"/>
    <w:link w:val="Zkladntext"/>
    <w:uiPriority w:val="99"/>
    <w:semiHidden/>
    <w:rsid w:val="00AA24BC"/>
    <w:rPr>
      <w:sz w:val="22"/>
      <w:szCs w:val="22"/>
      <w:lang w:eastAsia="en-US"/>
    </w:rPr>
  </w:style>
  <w:style w:type="character" w:customStyle="1" w:styleId="ra">
    <w:name w:val="ra"/>
    <w:basedOn w:val="Predvolenpsmoodseku"/>
    <w:rsid w:val="00EC5203"/>
  </w:style>
  <w:style w:type="paragraph" w:styleId="Zkladntext2">
    <w:name w:val="Body Text 2"/>
    <w:basedOn w:val="Normlny"/>
    <w:link w:val="Zkladntext2Char"/>
    <w:uiPriority w:val="99"/>
    <w:semiHidden/>
    <w:unhideWhenUsed/>
    <w:rsid w:val="00670FA7"/>
    <w:pPr>
      <w:spacing w:after="120" w:line="480" w:lineRule="auto"/>
    </w:pPr>
  </w:style>
  <w:style w:type="character" w:customStyle="1" w:styleId="Zkladntext2Char">
    <w:name w:val="Základný text 2 Char"/>
    <w:basedOn w:val="Predvolenpsmoodseku"/>
    <w:link w:val="Zkladntext2"/>
    <w:uiPriority w:val="99"/>
    <w:semiHidden/>
    <w:rsid w:val="00670FA7"/>
    <w:rPr>
      <w:sz w:val="22"/>
      <w:szCs w:val="22"/>
      <w:lang w:eastAsia="en-US"/>
    </w:rPr>
  </w:style>
  <w:style w:type="character" w:customStyle="1" w:styleId="Nadpis2Char">
    <w:name w:val="Nadpis 2 Char"/>
    <w:basedOn w:val="Predvolenpsmoodseku"/>
    <w:link w:val="Nadpis2"/>
    <w:rsid w:val="00670FA7"/>
    <w:rPr>
      <w:rFonts w:ascii="Arial" w:eastAsia="Times New Roman" w:hAnsi="Arial" w:cs="Arial"/>
      <w:b/>
      <w:bCs/>
      <w:i/>
      <w:iCs/>
      <w:sz w:val="28"/>
      <w:szCs w:val="28"/>
    </w:rPr>
  </w:style>
  <w:style w:type="paragraph" w:customStyle="1" w:styleId="Zkladntext31">
    <w:name w:val="Základný text 31"/>
    <w:basedOn w:val="Normlny"/>
    <w:locked/>
    <w:rsid w:val="00670FA7"/>
    <w:pPr>
      <w:spacing w:after="0" w:line="240" w:lineRule="auto"/>
      <w:jc w:val="both"/>
    </w:pPr>
    <w:rPr>
      <w:rFonts w:ascii="Times New Roman" w:eastAsia="Times New Roman" w:hAnsi="Times New Roman"/>
      <w:sz w:val="24"/>
      <w:szCs w:val="20"/>
      <w:lang w:eastAsia="cs-CZ"/>
    </w:rPr>
  </w:style>
  <w:style w:type="paragraph" w:styleId="Zarkazkladnhotextu">
    <w:name w:val="Body Text Indent"/>
    <w:basedOn w:val="Normlny"/>
    <w:link w:val="ZarkazkladnhotextuChar"/>
    <w:uiPriority w:val="99"/>
    <w:unhideWhenUsed/>
    <w:rsid w:val="00670FA7"/>
    <w:pPr>
      <w:spacing w:after="120"/>
      <w:ind w:left="283"/>
    </w:pPr>
  </w:style>
  <w:style w:type="character" w:customStyle="1" w:styleId="ZarkazkladnhotextuChar">
    <w:name w:val="Zarážka základného textu Char"/>
    <w:basedOn w:val="Predvolenpsmoodseku"/>
    <w:link w:val="Zarkazkladnhotextu"/>
    <w:uiPriority w:val="99"/>
    <w:rsid w:val="00670FA7"/>
    <w:rPr>
      <w:sz w:val="22"/>
      <w:szCs w:val="22"/>
      <w:lang w:eastAsia="en-US"/>
    </w:rPr>
  </w:style>
  <w:style w:type="paragraph" w:customStyle="1" w:styleId="Zkladntext4">
    <w:name w:val="Základný text4"/>
    <w:basedOn w:val="Normlny"/>
    <w:rsid w:val="00670FA7"/>
    <w:pPr>
      <w:widowControl w:val="0"/>
      <w:shd w:val="clear" w:color="auto" w:fill="FFFFFF"/>
      <w:spacing w:after="240" w:line="302" w:lineRule="exact"/>
      <w:ind w:hanging="360"/>
      <w:jc w:val="center"/>
    </w:pPr>
    <w:rPr>
      <w:rFonts w:ascii="Times New Roman" w:eastAsia="Times New Roman" w:hAnsi="Times New Roman"/>
      <w:color w:val="000000"/>
      <w:sz w:val="20"/>
      <w:szCs w:val="20"/>
      <w:lang w:eastAsia="sk-SK"/>
    </w:rPr>
  </w:style>
  <w:style w:type="character" w:customStyle="1" w:styleId="Zkladntext1">
    <w:name w:val="Základný text1"/>
    <w:basedOn w:val="Predvolenpsmoodseku"/>
    <w:rsid w:val="00670FA7"/>
    <w:rPr>
      <w:rFonts w:ascii="Sylfaen" w:eastAsia="Sylfaen" w:hAnsi="Sylfaen" w:cs="Sylfaen"/>
      <w:b w:val="0"/>
      <w:bCs w:val="0"/>
      <w:i w:val="0"/>
      <w:iCs w:val="0"/>
      <w:smallCaps w:val="0"/>
      <w:strike w:val="0"/>
      <w:color w:val="000000"/>
      <w:spacing w:val="0"/>
      <w:w w:val="100"/>
      <w:position w:val="0"/>
      <w:sz w:val="17"/>
      <w:szCs w:val="17"/>
      <w:u w:val="none"/>
      <w:shd w:val="clear" w:color="auto" w:fill="FFFFFF"/>
      <w:lang w:val="sk-SK"/>
    </w:rPr>
  </w:style>
  <w:style w:type="paragraph" w:customStyle="1" w:styleId="Zkladntext20">
    <w:name w:val="Základný text2"/>
    <w:basedOn w:val="Normlny"/>
    <w:rsid w:val="00670FA7"/>
    <w:pPr>
      <w:widowControl w:val="0"/>
      <w:shd w:val="clear" w:color="auto" w:fill="FFFFFF"/>
      <w:spacing w:before="360" w:after="480" w:line="0" w:lineRule="atLeast"/>
      <w:ind w:hanging="520"/>
      <w:jc w:val="both"/>
    </w:pPr>
    <w:rPr>
      <w:rFonts w:ascii="Sylfaen" w:eastAsia="Sylfaen" w:hAnsi="Sylfaen" w:cs="Sylfaen"/>
      <w:color w:val="000000"/>
      <w:sz w:val="17"/>
      <w:szCs w:val="17"/>
      <w:lang w:eastAsia="sk-SK"/>
    </w:rPr>
  </w:style>
  <w:style w:type="character" w:customStyle="1" w:styleId="Footnote">
    <w:name w:val="Footnote_"/>
    <w:basedOn w:val="Predvolenpsmoodseku"/>
    <w:link w:val="Footnote0"/>
    <w:rsid w:val="00670FA7"/>
    <w:rPr>
      <w:rFonts w:ascii="Sylfaen" w:eastAsia="Sylfaen" w:hAnsi="Sylfaen" w:cs="Sylfaen"/>
      <w:sz w:val="17"/>
      <w:szCs w:val="17"/>
      <w:shd w:val="clear" w:color="auto" w:fill="FFFFFF"/>
    </w:rPr>
  </w:style>
  <w:style w:type="paragraph" w:customStyle="1" w:styleId="Footnote0">
    <w:name w:val="Footnote"/>
    <w:basedOn w:val="Normlny"/>
    <w:link w:val="Footnote"/>
    <w:rsid w:val="00670FA7"/>
    <w:pPr>
      <w:widowControl w:val="0"/>
      <w:shd w:val="clear" w:color="auto" w:fill="FFFFFF"/>
      <w:spacing w:after="300" w:line="0" w:lineRule="atLeast"/>
      <w:ind w:hanging="300"/>
      <w:jc w:val="both"/>
    </w:pPr>
    <w:rPr>
      <w:rFonts w:ascii="Sylfaen" w:eastAsia="Sylfaen" w:hAnsi="Sylfaen" w:cs="Sylfaen"/>
      <w:sz w:val="17"/>
      <w:szCs w:val="17"/>
      <w:lang w:eastAsia="sk-SK"/>
    </w:rPr>
  </w:style>
  <w:style w:type="character" w:customStyle="1" w:styleId="Bodytext2">
    <w:name w:val="Body text (2)_"/>
    <w:link w:val="Bodytext20"/>
    <w:rsid w:val="00072D9B"/>
    <w:rPr>
      <w:rFonts w:ascii="Sylfaen" w:eastAsia="Sylfaen" w:hAnsi="Sylfaen" w:cs="Sylfaen"/>
      <w:b/>
      <w:bCs/>
      <w:sz w:val="18"/>
      <w:szCs w:val="18"/>
      <w:shd w:val="clear" w:color="auto" w:fill="FFFFFF"/>
    </w:rPr>
  </w:style>
  <w:style w:type="paragraph" w:customStyle="1" w:styleId="Bodytext20">
    <w:name w:val="Body text (2)"/>
    <w:basedOn w:val="Normlny"/>
    <w:link w:val="Bodytext2"/>
    <w:rsid w:val="00072D9B"/>
    <w:pPr>
      <w:widowControl w:val="0"/>
      <w:shd w:val="clear" w:color="auto" w:fill="FFFFFF"/>
      <w:spacing w:before="780" w:after="0" w:line="336" w:lineRule="exact"/>
      <w:jc w:val="center"/>
    </w:pPr>
    <w:rPr>
      <w:rFonts w:ascii="Sylfaen" w:eastAsia="Sylfaen" w:hAnsi="Sylfaen" w:cs="Sylfaen"/>
      <w:b/>
      <w:bCs/>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49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MP&amp;USM\Metodick&#233;\MP_3_2016\Spr&#225;v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CC9EE9F242A4630B1C380571E571C94"/>
        <w:category>
          <w:name w:val="Všeobecné"/>
          <w:gallery w:val="placeholder"/>
        </w:category>
        <w:types>
          <w:type w:val="bbPlcHdr"/>
        </w:types>
        <w:behaviors>
          <w:behavior w:val="content"/>
        </w:behaviors>
        <w:guid w:val="{844953E9-C3B7-4CBB-B90A-41DFF19CF144}"/>
      </w:docPartPr>
      <w:docPartBody>
        <w:p w:rsidR="00F30FE5" w:rsidRDefault="00E04F76" w:rsidP="00E04F76">
          <w:pPr>
            <w:pStyle w:val="1CC9EE9F242A4630B1C380571E571C945"/>
          </w:pPr>
          <w:r w:rsidRPr="009376F7">
            <w:rPr>
              <w:rStyle w:val="Textzstupnhosymbolu"/>
            </w:rPr>
            <w:t>Kliknutím zadáte text.</w:t>
          </w:r>
        </w:p>
      </w:docPartBody>
    </w:docPart>
    <w:docPart>
      <w:docPartPr>
        <w:name w:val="A38EE51644DC41D08CD5E1B05C0F941C"/>
        <w:category>
          <w:name w:val="Všeobecné"/>
          <w:gallery w:val="placeholder"/>
        </w:category>
        <w:types>
          <w:type w:val="bbPlcHdr"/>
        </w:types>
        <w:behaviors>
          <w:behavior w:val="content"/>
        </w:behaviors>
        <w:guid w:val="{2D1960F8-ABC9-4620-8103-535288F45489}"/>
      </w:docPartPr>
      <w:docPartBody>
        <w:p w:rsidR="00F30FE5" w:rsidRDefault="00E04F76" w:rsidP="00E04F76">
          <w:pPr>
            <w:pStyle w:val="A38EE51644DC41D08CD5E1B05C0F941C5"/>
          </w:pPr>
          <w:r w:rsidRPr="009376F7">
            <w:rPr>
              <w:rStyle w:val="Textzstupnhosymbolu"/>
            </w:rPr>
            <w:t>Kliknutím zadáte text.</w:t>
          </w:r>
        </w:p>
      </w:docPartBody>
    </w:docPart>
    <w:docPart>
      <w:docPartPr>
        <w:name w:val="A0DD9F8B75F84D86B20EC7D4B3373659"/>
        <w:category>
          <w:name w:val="Všeobecné"/>
          <w:gallery w:val="placeholder"/>
        </w:category>
        <w:types>
          <w:type w:val="bbPlcHdr"/>
        </w:types>
        <w:behaviors>
          <w:behavior w:val="content"/>
        </w:behaviors>
        <w:guid w:val="{76EA7893-9350-4F03-8241-E8D69F637F26}"/>
      </w:docPartPr>
      <w:docPartBody>
        <w:p w:rsidR="00F30FE5" w:rsidRDefault="00E04F76" w:rsidP="00E04F76">
          <w:pPr>
            <w:pStyle w:val="A0DD9F8B75F84D86B20EC7D4B33736595"/>
          </w:pPr>
          <w:r w:rsidRPr="006F3DDF">
            <w:rPr>
              <w:rStyle w:val="Textzstupnhosymbolu"/>
              <w:rFonts w:ascii="Times New Roman" w:hAnsi="Times New Roman"/>
              <w:sz w:val="24"/>
              <w:szCs w:val="24"/>
            </w:rPr>
            <w:t>Vyberte položku.</w:t>
          </w:r>
        </w:p>
      </w:docPartBody>
    </w:docPart>
    <w:docPart>
      <w:docPartPr>
        <w:name w:val="0C3D8AB3AF5C4214BF0A5D12A5FC682C"/>
        <w:category>
          <w:name w:val="Všeobecné"/>
          <w:gallery w:val="placeholder"/>
        </w:category>
        <w:types>
          <w:type w:val="bbPlcHdr"/>
        </w:types>
        <w:behaviors>
          <w:behavior w:val="content"/>
        </w:behaviors>
        <w:guid w:val="{F761380C-14A8-413F-87E7-271A2F6CA6B0}"/>
      </w:docPartPr>
      <w:docPartBody>
        <w:p w:rsidR="00F30FE5" w:rsidRDefault="00E04F76" w:rsidP="00E04F76">
          <w:pPr>
            <w:pStyle w:val="0C3D8AB3AF5C4214BF0A5D12A5FC682C5"/>
          </w:pPr>
          <w:r w:rsidRPr="009376F7">
            <w:rPr>
              <w:rStyle w:val="Textzstupnhosymbolu"/>
            </w:rPr>
            <w:t>Vyberte položku.</w:t>
          </w:r>
        </w:p>
      </w:docPartBody>
    </w:docPart>
    <w:docPart>
      <w:docPartPr>
        <w:name w:val="4E3F7D84A1B745A0957ADE84DD288DB4"/>
        <w:category>
          <w:name w:val="Všeobecné"/>
          <w:gallery w:val="placeholder"/>
        </w:category>
        <w:types>
          <w:type w:val="bbPlcHdr"/>
        </w:types>
        <w:behaviors>
          <w:behavior w:val="content"/>
        </w:behaviors>
        <w:guid w:val="{A1AF29A7-C43C-4C1E-B2E4-FC4342C86E3E}"/>
      </w:docPartPr>
      <w:docPartBody>
        <w:p w:rsidR="00F30FE5" w:rsidRDefault="00E04F76" w:rsidP="00E04F76">
          <w:pPr>
            <w:pStyle w:val="4E3F7D84A1B745A0957ADE84DD288DB41"/>
          </w:pPr>
          <w:r w:rsidRPr="009376F7">
            <w:rPr>
              <w:rStyle w:val="Textzstupnhosymbolu"/>
            </w:rPr>
            <w:t>Kliknutím zadáte text.</w:t>
          </w:r>
        </w:p>
      </w:docPartBody>
    </w:docPart>
    <w:docPart>
      <w:docPartPr>
        <w:name w:val="E9FD8025827E46988DDEFEAA3231417B"/>
        <w:category>
          <w:name w:val="Všeobecné"/>
          <w:gallery w:val="placeholder"/>
        </w:category>
        <w:types>
          <w:type w:val="bbPlcHdr"/>
        </w:types>
        <w:behaviors>
          <w:behavior w:val="content"/>
        </w:behaviors>
        <w:guid w:val="{C155C6EB-AE1B-4C3F-A96B-2C1A149403B9}"/>
      </w:docPartPr>
      <w:docPartBody>
        <w:p w:rsidR="00F30FE5" w:rsidRDefault="00E04F76" w:rsidP="00E04F76">
          <w:pPr>
            <w:pStyle w:val="E9FD8025827E46988DDEFEAA3231417B1"/>
          </w:pPr>
          <w:r w:rsidRPr="009376F7">
            <w:rPr>
              <w:rStyle w:val="Textzstupnhosymbolu"/>
            </w:rPr>
            <w:t>Kliknutím zadáte text.</w:t>
          </w:r>
        </w:p>
      </w:docPartBody>
    </w:docPart>
    <w:docPart>
      <w:docPartPr>
        <w:name w:val="A5F367A1FF20474189D5507A88FC18C7"/>
        <w:category>
          <w:name w:val="Všeobecné"/>
          <w:gallery w:val="placeholder"/>
        </w:category>
        <w:types>
          <w:type w:val="bbPlcHdr"/>
        </w:types>
        <w:behaviors>
          <w:behavior w:val="content"/>
        </w:behaviors>
        <w:guid w:val="{818C6A13-58C8-4E34-9A54-1048C9251DAB}"/>
      </w:docPartPr>
      <w:docPartBody>
        <w:p w:rsidR="00F30FE5" w:rsidRDefault="00E04F76" w:rsidP="00E04F76">
          <w:pPr>
            <w:pStyle w:val="A5F367A1FF20474189D5507A88FC18C71"/>
          </w:pPr>
          <w:r w:rsidRPr="009376F7">
            <w:rPr>
              <w:rStyle w:val="Textzstupnhosymbolu"/>
            </w:rPr>
            <w:t>Kliknutím zadáte text.</w:t>
          </w:r>
        </w:p>
      </w:docPartBody>
    </w:docPart>
    <w:docPart>
      <w:docPartPr>
        <w:name w:val="01C50F9449E141E7BA7ADDAF5440B256"/>
        <w:category>
          <w:name w:val="Všeobecné"/>
          <w:gallery w:val="placeholder"/>
        </w:category>
        <w:types>
          <w:type w:val="bbPlcHdr"/>
        </w:types>
        <w:behaviors>
          <w:behavior w:val="content"/>
        </w:behaviors>
        <w:guid w:val="{D1BA195F-9FD7-4422-8F64-46D17DC31411}"/>
      </w:docPartPr>
      <w:docPartBody>
        <w:p w:rsidR="00F30FE5" w:rsidRDefault="00E04F76" w:rsidP="00E04F76">
          <w:pPr>
            <w:pStyle w:val="01C50F9449E141E7BA7ADDAF5440B2561"/>
          </w:pPr>
          <w:r w:rsidRPr="009376F7">
            <w:rPr>
              <w:rStyle w:val="Textzstupnhosymbolu"/>
            </w:rPr>
            <w:t>Kliknutím zadáte dátum.</w:t>
          </w:r>
        </w:p>
      </w:docPartBody>
    </w:docPart>
    <w:docPart>
      <w:docPartPr>
        <w:name w:val="49EC1DB1F19C4BEC879173103B638291"/>
        <w:category>
          <w:name w:val="Všeobecné"/>
          <w:gallery w:val="placeholder"/>
        </w:category>
        <w:types>
          <w:type w:val="bbPlcHdr"/>
        </w:types>
        <w:behaviors>
          <w:behavior w:val="content"/>
        </w:behaviors>
        <w:guid w:val="{A9BFE486-90EF-4101-983A-B65796D2A2B7}"/>
      </w:docPartPr>
      <w:docPartBody>
        <w:p w:rsidR="00F30FE5" w:rsidRDefault="00E04F76" w:rsidP="00E04F76">
          <w:pPr>
            <w:pStyle w:val="49EC1DB1F19C4BEC879173103B6382911"/>
          </w:pPr>
          <w:r w:rsidRPr="005F7B98">
            <w:rPr>
              <w:rStyle w:val="Textzstupnhosymbolu"/>
            </w:rPr>
            <w:t>Kliknutím zadáte dátum.</w:t>
          </w:r>
        </w:p>
      </w:docPartBody>
    </w:docPart>
    <w:docPart>
      <w:docPartPr>
        <w:name w:val="A1A812F64DED4A2DB2C049B32B438EAE"/>
        <w:category>
          <w:name w:val="Všeobecné"/>
          <w:gallery w:val="placeholder"/>
        </w:category>
        <w:types>
          <w:type w:val="bbPlcHdr"/>
        </w:types>
        <w:behaviors>
          <w:behavior w:val="content"/>
        </w:behaviors>
        <w:guid w:val="{5FF492A8-6E89-40F9-80E1-4557C8E3760F}"/>
      </w:docPartPr>
      <w:docPartBody>
        <w:p w:rsidR="00F30FE5" w:rsidRDefault="00E04F76" w:rsidP="00E04F76">
          <w:pPr>
            <w:pStyle w:val="A1A812F64DED4A2DB2C049B32B438EAE1"/>
          </w:pPr>
          <w:r w:rsidRPr="005F7B98">
            <w:rPr>
              <w:rStyle w:val="Textzstupnhosymbolu"/>
            </w:rPr>
            <w:t>Kliknutím zadáte dátum.</w:t>
          </w:r>
        </w:p>
      </w:docPartBody>
    </w:docPart>
    <w:docPart>
      <w:docPartPr>
        <w:name w:val="2A7280121A774762A688CA580DFFFA19"/>
        <w:category>
          <w:name w:val="Všeobecné"/>
          <w:gallery w:val="placeholder"/>
        </w:category>
        <w:types>
          <w:type w:val="bbPlcHdr"/>
        </w:types>
        <w:behaviors>
          <w:behavior w:val="content"/>
        </w:behaviors>
        <w:guid w:val="{5229D041-00D6-4469-B44B-CD1BCF7C2F9B}"/>
      </w:docPartPr>
      <w:docPartBody>
        <w:p w:rsidR="00F30FE5" w:rsidRDefault="00E04F76" w:rsidP="00E04F76">
          <w:pPr>
            <w:pStyle w:val="2A7280121A774762A688CA580DFFFA191"/>
          </w:pPr>
          <w:r w:rsidRPr="005F7B98">
            <w:rPr>
              <w:rStyle w:val="Textzstupnhosymbolu"/>
            </w:rPr>
            <w:t>Kliknutím zadáte dátum.</w:t>
          </w:r>
        </w:p>
      </w:docPartBody>
    </w:docPart>
    <w:docPart>
      <w:docPartPr>
        <w:name w:val="FFB7240B57434291910F4601EF5DAE12"/>
        <w:category>
          <w:name w:val="Všeobecné"/>
          <w:gallery w:val="placeholder"/>
        </w:category>
        <w:types>
          <w:type w:val="bbPlcHdr"/>
        </w:types>
        <w:behaviors>
          <w:behavior w:val="content"/>
        </w:behaviors>
        <w:guid w:val="{753C185D-022D-4A99-80A9-D6799EFE3EE2}"/>
      </w:docPartPr>
      <w:docPartBody>
        <w:p w:rsidR="00F30FE5" w:rsidRDefault="00E04F76" w:rsidP="00E04F76">
          <w:pPr>
            <w:pStyle w:val="FFB7240B57434291910F4601EF5DAE121"/>
          </w:pPr>
          <w:r w:rsidRPr="009376F7">
            <w:rPr>
              <w:rStyle w:val="Textzstupnhosymbolu"/>
            </w:rPr>
            <w:t>Vyberte položku.</w:t>
          </w:r>
        </w:p>
      </w:docPartBody>
    </w:docPart>
    <w:docPart>
      <w:docPartPr>
        <w:name w:val="7EBC4BCD55E246D89159D8EAB5EDEC27"/>
        <w:category>
          <w:name w:val="Všeobecné"/>
          <w:gallery w:val="placeholder"/>
        </w:category>
        <w:types>
          <w:type w:val="bbPlcHdr"/>
        </w:types>
        <w:behaviors>
          <w:behavior w:val="content"/>
        </w:behaviors>
        <w:guid w:val="{ACA245D3-CF05-4631-9648-C362437683FB}"/>
      </w:docPartPr>
      <w:docPartBody>
        <w:p w:rsidR="00F30FE5" w:rsidRDefault="00E04F76" w:rsidP="00E04F76">
          <w:pPr>
            <w:pStyle w:val="7EBC4BCD55E246D89159D8EAB5EDEC271"/>
          </w:pPr>
          <w:r w:rsidRPr="009376F7">
            <w:rPr>
              <w:rStyle w:val="Textzstupnhosymbolu"/>
            </w:rPr>
            <w:t>Vyberte položku.</w:t>
          </w:r>
        </w:p>
      </w:docPartBody>
    </w:docPart>
    <w:docPart>
      <w:docPartPr>
        <w:name w:val="124F81314B244934BBB059F27BB5F950"/>
        <w:category>
          <w:name w:val="Všeobecné"/>
          <w:gallery w:val="placeholder"/>
        </w:category>
        <w:types>
          <w:type w:val="bbPlcHdr"/>
        </w:types>
        <w:behaviors>
          <w:behavior w:val="content"/>
        </w:behaviors>
        <w:guid w:val="{951A33B7-68A7-4FC3-84E8-70FA512BA460}"/>
      </w:docPartPr>
      <w:docPartBody>
        <w:p w:rsidR="00F30FE5" w:rsidRDefault="00E04F76" w:rsidP="00E04F76">
          <w:pPr>
            <w:pStyle w:val="124F81314B244934BBB059F27BB5F9501"/>
          </w:pPr>
          <w:r w:rsidRPr="009376F7">
            <w:rPr>
              <w:rStyle w:val="Textzstupnhosymbolu"/>
            </w:rPr>
            <w:t>Vyberte položku.</w:t>
          </w:r>
        </w:p>
      </w:docPartBody>
    </w:docPart>
    <w:docPart>
      <w:docPartPr>
        <w:name w:val="7BCEE3CBBD9A40AE8DC86E36E254FF61"/>
        <w:category>
          <w:name w:val="Všeobecné"/>
          <w:gallery w:val="placeholder"/>
        </w:category>
        <w:types>
          <w:type w:val="bbPlcHdr"/>
        </w:types>
        <w:behaviors>
          <w:behavior w:val="content"/>
        </w:behaviors>
        <w:guid w:val="{B3D18CC1-6D60-45E2-94F9-46DF6C4F7F7C}"/>
      </w:docPartPr>
      <w:docPartBody>
        <w:p w:rsidR="00F30FE5" w:rsidRDefault="00E04F76" w:rsidP="00E04F76">
          <w:pPr>
            <w:pStyle w:val="7BCEE3CBBD9A40AE8DC86E36E254FF611"/>
          </w:pPr>
          <w:r w:rsidRPr="009376F7">
            <w:rPr>
              <w:rStyle w:val="Textzstupnhosymbolu"/>
            </w:rPr>
            <w:t>Vyberte položku.</w:t>
          </w:r>
        </w:p>
      </w:docPartBody>
    </w:docPart>
    <w:docPart>
      <w:docPartPr>
        <w:name w:val="46D64D5B162E452384188206CDFCC010"/>
        <w:category>
          <w:name w:val="Všeobecné"/>
          <w:gallery w:val="placeholder"/>
        </w:category>
        <w:types>
          <w:type w:val="bbPlcHdr"/>
        </w:types>
        <w:behaviors>
          <w:behavior w:val="content"/>
        </w:behaviors>
        <w:guid w:val="{26951091-2BE7-4AEE-8364-69924E347312}"/>
      </w:docPartPr>
      <w:docPartBody>
        <w:p w:rsidR="00F30FE5" w:rsidRDefault="00E04F76" w:rsidP="00E04F76">
          <w:pPr>
            <w:pStyle w:val="46D64D5B162E452384188206CDFCC0101"/>
          </w:pPr>
          <w:r w:rsidRPr="009376F7">
            <w:rPr>
              <w:rStyle w:val="Textzstupnhosymbolu"/>
            </w:rPr>
            <w:t>Kliknutím zadáte text.</w:t>
          </w:r>
        </w:p>
      </w:docPartBody>
    </w:docPart>
    <w:docPart>
      <w:docPartPr>
        <w:name w:val="0FD9667E10AB484D89A17B291461795D"/>
        <w:category>
          <w:name w:val="Všeobecné"/>
          <w:gallery w:val="placeholder"/>
        </w:category>
        <w:types>
          <w:type w:val="bbPlcHdr"/>
        </w:types>
        <w:behaviors>
          <w:behavior w:val="content"/>
        </w:behaviors>
        <w:guid w:val="{0E15AAE9-1504-4BEE-BC66-ABF1F474A7C2}"/>
      </w:docPartPr>
      <w:docPartBody>
        <w:p w:rsidR="00F30FE5" w:rsidRDefault="00E04F76" w:rsidP="00E04F76">
          <w:pPr>
            <w:pStyle w:val="0FD9667E10AB484D89A17B291461795D1"/>
          </w:pPr>
          <w:r w:rsidRPr="00956C00">
            <w:rPr>
              <w:rStyle w:val="Textzstupnhosymbolu"/>
              <w:rFonts w:ascii="Times New Roman" w:hAnsi="Times New Roman"/>
              <w:sz w:val="24"/>
              <w:szCs w:val="24"/>
            </w:rPr>
            <w:t>Vyberte položku.</w:t>
          </w:r>
        </w:p>
      </w:docPartBody>
    </w:docPart>
    <w:docPart>
      <w:docPartPr>
        <w:name w:val="61B2AF5C317A4A289E9AAA79B217C22C"/>
        <w:category>
          <w:name w:val="Všeobecné"/>
          <w:gallery w:val="placeholder"/>
        </w:category>
        <w:types>
          <w:type w:val="bbPlcHdr"/>
        </w:types>
        <w:behaviors>
          <w:behavior w:val="content"/>
        </w:behaviors>
        <w:guid w:val="{18FDD39E-D7B7-4D34-A82B-B98022D4CAE8}"/>
      </w:docPartPr>
      <w:docPartBody>
        <w:p w:rsidR="00D7121E" w:rsidRDefault="00F30FE5" w:rsidP="00F30FE5">
          <w:pPr>
            <w:pStyle w:val="61B2AF5C317A4A289E9AAA79B217C22C"/>
          </w:pPr>
          <w:r w:rsidRPr="009376F7">
            <w:rPr>
              <w:rStyle w:val="Textzstupnhosymbolu"/>
            </w:rPr>
            <w:t>Kliknutím zadáte text.</w:t>
          </w:r>
        </w:p>
      </w:docPartBody>
    </w:docPart>
    <w:docPart>
      <w:docPartPr>
        <w:name w:val="1123DE558B8F43168209FB221945A108"/>
        <w:category>
          <w:name w:val="Všeobecné"/>
          <w:gallery w:val="placeholder"/>
        </w:category>
        <w:types>
          <w:type w:val="bbPlcHdr"/>
        </w:types>
        <w:behaviors>
          <w:behavior w:val="content"/>
        </w:behaviors>
        <w:guid w:val="{4795CFB3-C032-4580-8768-DF1E05588DD8}"/>
      </w:docPartPr>
      <w:docPartBody>
        <w:p w:rsidR="00D7121E" w:rsidRDefault="00F30FE5" w:rsidP="00F30FE5">
          <w:pPr>
            <w:pStyle w:val="1123DE558B8F43168209FB221945A108"/>
          </w:pPr>
          <w:r w:rsidRPr="00646FBE">
            <w:rPr>
              <w:rStyle w:val="Textzstupnhosymbolu"/>
            </w:rPr>
            <w:t>Vyberte položku.</w:t>
          </w:r>
        </w:p>
      </w:docPartBody>
    </w:docPart>
    <w:docPart>
      <w:docPartPr>
        <w:name w:val="C807505EFDE54FCEB265E43871ACB80B"/>
        <w:category>
          <w:name w:val="Všeobecné"/>
          <w:gallery w:val="placeholder"/>
        </w:category>
        <w:types>
          <w:type w:val="bbPlcHdr"/>
        </w:types>
        <w:behaviors>
          <w:behavior w:val="content"/>
        </w:behaviors>
        <w:guid w:val="{7D2B771E-3AC1-4F19-9DC6-9DE476024CF4}"/>
      </w:docPartPr>
      <w:docPartBody>
        <w:p w:rsidR="00C076A0" w:rsidRDefault="00630F0D" w:rsidP="00630F0D">
          <w:pPr>
            <w:pStyle w:val="C807505EFDE54FCEB265E43871ACB80B"/>
          </w:pPr>
          <w:r w:rsidRPr="005F7B98">
            <w:rPr>
              <w:rStyle w:val="Textzstupnhosymbolu"/>
            </w:rPr>
            <w:t>Kliknutím zadáte dátum.</w:t>
          </w:r>
        </w:p>
      </w:docPartBody>
    </w:docPart>
    <w:docPart>
      <w:docPartPr>
        <w:name w:val="298836AE4F6F42E8BC38063D391467FB"/>
        <w:category>
          <w:name w:val="Všeobecné"/>
          <w:gallery w:val="placeholder"/>
        </w:category>
        <w:types>
          <w:type w:val="bbPlcHdr"/>
        </w:types>
        <w:behaviors>
          <w:behavior w:val="content"/>
        </w:behaviors>
        <w:guid w:val="{6E47DC33-E21B-447D-B0C4-E0D780EB1315}"/>
      </w:docPartPr>
      <w:docPartBody>
        <w:p w:rsidR="00BB46FC" w:rsidRDefault="00C076A0" w:rsidP="00C076A0">
          <w:pPr>
            <w:pStyle w:val="298836AE4F6F42E8BC38063D391467FB"/>
          </w:pPr>
          <w:r w:rsidRPr="005F7B98">
            <w:rPr>
              <w:rStyle w:val="Textzstupnhosymbolu"/>
            </w:rPr>
            <w:t>Kliknutím zadáte dátum.</w:t>
          </w:r>
        </w:p>
      </w:docPartBody>
    </w:docPart>
    <w:docPart>
      <w:docPartPr>
        <w:name w:val="704839C0D92E404281E218C7C05C6234"/>
        <w:category>
          <w:name w:val="Všeobecné"/>
          <w:gallery w:val="placeholder"/>
        </w:category>
        <w:types>
          <w:type w:val="bbPlcHdr"/>
        </w:types>
        <w:behaviors>
          <w:behavior w:val="content"/>
        </w:behaviors>
        <w:guid w:val="{C9FF3D0E-C0A7-4145-BE73-319B213FA67E}"/>
      </w:docPartPr>
      <w:docPartBody>
        <w:p w:rsidR="00BC4903" w:rsidRDefault="00BB46FC" w:rsidP="00BB46FC">
          <w:pPr>
            <w:pStyle w:val="704839C0D92E404281E218C7C05C6234"/>
          </w:pPr>
          <w:r w:rsidRPr="009376F7">
            <w:rPr>
              <w:rStyle w:val="Textzstupnhosymbolu"/>
            </w:rPr>
            <w:t>Vyberte položku.</w:t>
          </w:r>
        </w:p>
      </w:docPartBody>
    </w:docPart>
    <w:docPart>
      <w:docPartPr>
        <w:name w:val="5D808CF3CE344B6F9A449CDACDCDF763"/>
        <w:category>
          <w:name w:val="Všeobecné"/>
          <w:gallery w:val="placeholder"/>
        </w:category>
        <w:types>
          <w:type w:val="bbPlcHdr"/>
        </w:types>
        <w:behaviors>
          <w:behavior w:val="content"/>
        </w:behaviors>
        <w:guid w:val="{7AFD61FA-1070-45A7-B7A6-36FAF51BEA12}"/>
      </w:docPartPr>
      <w:docPartBody>
        <w:p w:rsidR="00B80697" w:rsidRDefault="003C782B" w:rsidP="003C782B">
          <w:pPr>
            <w:pStyle w:val="5D808CF3CE344B6F9A449CDACDCDF763"/>
          </w:pPr>
          <w:r w:rsidRPr="00956C00">
            <w:rPr>
              <w:rStyle w:val="Textzstupnhosymbolu"/>
              <w:rFonts w:ascii="Times New Roman" w:hAnsi="Times New Roman"/>
              <w:sz w:val="24"/>
              <w:szCs w:val="24"/>
            </w:rPr>
            <w:t>Vyberte položku.</w:t>
          </w:r>
        </w:p>
      </w:docPartBody>
    </w:docPart>
    <w:docPart>
      <w:docPartPr>
        <w:name w:val="17F6ADA32C7A4C89B8208F78725EF07D"/>
        <w:category>
          <w:name w:val="Všeobecné"/>
          <w:gallery w:val="placeholder"/>
        </w:category>
        <w:types>
          <w:type w:val="bbPlcHdr"/>
        </w:types>
        <w:behaviors>
          <w:behavior w:val="content"/>
        </w:behaviors>
        <w:guid w:val="{936A8B75-57D4-4C32-8E5B-77A2FCE91AE9}"/>
      </w:docPartPr>
      <w:docPartBody>
        <w:p w:rsidR="00B80697" w:rsidRDefault="003C782B" w:rsidP="003C782B">
          <w:pPr>
            <w:pStyle w:val="17F6ADA32C7A4C89B8208F78725EF07D"/>
          </w:pPr>
          <w:r w:rsidRPr="009376F7">
            <w:rPr>
              <w:rStyle w:val="Textzstupnhosymbolu"/>
            </w:rPr>
            <w:t>Vyberte položku.</w:t>
          </w:r>
        </w:p>
      </w:docPartBody>
    </w:docPart>
    <w:docPart>
      <w:docPartPr>
        <w:name w:val="041C96A4FC104863BF8E5B840C679EA7"/>
        <w:category>
          <w:name w:val="Všeobecné"/>
          <w:gallery w:val="placeholder"/>
        </w:category>
        <w:types>
          <w:type w:val="bbPlcHdr"/>
        </w:types>
        <w:behaviors>
          <w:behavior w:val="content"/>
        </w:behaviors>
        <w:guid w:val="{A9458356-0B7E-4109-A72E-FCA0CB8D3044}"/>
      </w:docPartPr>
      <w:docPartBody>
        <w:p w:rsidR="00B80697" w:rsidRDefault="003C782B" w:rsidP="003C782B">
          <w:pPr>
            <w:pStyle w:val="041C96A4FC104863BF8E5B840C679EA7"/>
          </w:pPr>
          <w:r w:rsidRPr="009376F7">
            <w:rPr>
              <w:rStyle w:val="Textzstupnhosymbolu"/>
            </w:rPr>
            <w:t>Vyberte položku.</w:t>
          </w:r>
        </w:p>
      </w:docPartBody>
    </w:docPart>
    <w:docPart>
      <w:docPartPr>
        <w:name w:val="44BD53F739944F06A4200955542DBB4F"/>
        <w:category>
          <w:name w:val="Všeobecné"/>
          <w:gallery w:val="placeholder"/>
        </w:category>
        <w:types>
          <w:type w:val="bbPlcHdr"/>
        </w:types>
        <w:behaviors>
          <w:behavior w:val="content"/>
        </w:behaviors>
        <w:guid w:val="{B2116BFC-AEF4-45BB-8376-3545DB3C3471}"/>
      </w:docPartPr>
      <w:docPartBody>
        <w:p w:rsidR="00313F72" w:rsidRDefault="00717DC9" w:rsidP="00717DC9">
          <w:pPr>
            <w:pStyle w:val="44BD53F739944F06A4200955542DBB4F"/>
          </w:pPr>
          <w:r w:rsidRPr="00956C00">
            <w:rPr>
              <w:rStyle w:val="Textzstupnhosymbolu"/>
              <w:rFonts w:ascii="Times New Roman" w:hAnsi="Times New Roman"/>
              <w:sz w:val="24"/>
              <w:szCs w:val="24"/>
            </w:rPr>
            <w:t>Vyberte položku.</w:t>
          </w:r>
        </w:p>
      </w:docPartBody>
    </w:docPart>
    <w:docPart>
      <w:docPartPr>
        <w:name w:val="BE7D0987AC9648599E9257B026D72658"/>
        <w:category>
          <w:name w:val="Všeobecné"/>
          <w:gallery w:val="placeholder"/>
        </w:category>
        <w:types>
          <w:type w:val="bbPlcHdr"/>
        </w:types>
        <w:behaviors>
          <w:behavior w:val="content"/>
        </w:behaviors>
        <w:guid w:val="{776F50B7-F688-436C-8E2D-52DE943B6F6D}"/>
      </w:docPartPr>
      <w:docPartBody>
        <w:p w:rsidR="00313F72" w:rsidRDefault="00717DC9" w:rsidP="00717DC9">
          <w:pPr>
            <w:pStyle w:val="BE7D0987AC9648599E9257B026D72658"/>
          </w:pPr>
          <w:r w:rsidRPr="007059DD">
            <w:rPr>
              <w:rStyle w:val="Textzstupnhosymbolu"/>
              <w:rFonts w:ascii="Times New Roman" w:hAnsi="Times New Roman"/>
              <w:sz w:val="24"/>
              <w:szCs w:val="24"/>
            </w:rPr>
            <w:t>Vyberte položku.</w:t>
          </w:r>
        </w:p>
      </w:docPartBody>
    </w:docPart>
    <w:docPart>
      <w:docPartPr>
        <w:name w:val="49AD20CB44F34DA6BD161C8B7B1950BA"/>
        <w:category>
          <w:name w:val="Všeobecné"/>
          <w:gallery w:val="placeholder"/>
        </w:category>
        <w:types>
          <w:type w:val="bbPlcHdr"/>
        </w:types>
        <w:behaviors>
          <w:behavior w:val="content"/>
        </w:behaviors>
        <w:guid w:val="{E859EE34-6EA1-47F9-8169-671DF9AD27FD}"/>
      </w:docPartPr>
      <w:docPartBody>
        <w:p w:rsidR="00313F72" w:rsidRDefault="00717DC9" w:rsidP="00717DC9">
          <w:pPr>
            <w:pStyle w:val="49AD20CB44F34DA6BD161C8B7B1950BA"/>
          </w:pPr>
          <w:r w:rsidRPr="009376F7">
            <w:rPr>
              <w:rStyle w:val="Textzstupnhosymbolu"/>
            </w:rPr>
            <w:t>Vyberte položku.</w:t>
          </w:r>
        </w:p>
      </w:docPartBody>
    </w:docPart>
    <w:docPart>
      <w:docPartPr>
        <w:name w:val="940F2E7A914C412793D25C10BF5E6ACB"/>
        <w:category>
          <w:name w:val="Všeobecné"/>
          <w:gallery w:val="placeholder"/>
        </w:category>
        <w:types>
          <w:type w:val="bbPlcHdr"/>
        </w:types>
        <w:behaviors>
          <w:behavior w:val="content"/>
        </w:behaviors>
        <w:guid w:val="{D7AADDB8-A7EB-4512-9F7C-A26EEF1F9C72}"/>
      </w:docPartPr>
      <w:docPartBody>
        <w:p w:rsidR="00313F72" w:rsidRDefault="00717DC9" w:rsidP="00717DC9">
          <w:pPr>
            <w:pStyle w:val="940F2E7A914C412793D25C10BF5E6ACB"/>
          </w:pPr>
          <w:r w:rsidRPr="009376F7">
            <w:rPr>
              <w:rStyle w:val="Textzstupnhosymbolu"/>
            </w:rPr>
            <w:t>Vyberte položku.</w:t>
          </w:r>
        </w:p>
      </w:docPartBody>
    </w:docPart>
    <w:docPart>
      <w:docPartPr>
        <w:name w:val="2C48F313C9994B95B7231CF0780A8C32"/>
        <w:category>
          <w:name w:val="Všeobecné"/>
          <w:gallery w:val="placeholder"/>
        </w:category>
        <w:types>
          <w:type w:val="bbPlcHdr"/>
        </w:types>
        <w:behaviors>
          <w:behavior w:val="content"/>
        </w:behaviors>
        <w:guid w:val="{C0A49C03-AD66-4788-B925-E872D5F82016}"/>
      </w:docPartPr>
      <w:docPartBody>
        <w:p w:rsidR="00313F72" w:rsidRDefault="00717DC9" w:rsidP="00717DC9">
          <w:pPr>
            <w:pStyle w:val="2C48F313C9994B95B7231CF0780A8C32"/>
          </w:pPr>
          <w:r w:rsidRPr="009376F7">
            <w:rPr>
              <w:rStyle w:val="Textzstupnhosymbolu"/>
            </w:rPr>
            <w:t>Kliknutím zadáte text.</w:t>
          </w:r>
        </w:p>
      </w:docPartBody>
    </w:docPart>
    <w:docPart>
      <w:docPartPr>
        <w:name w:val="817616FC714D4CF09691B592D0EC9FF8"/>
        <w:category>
          <w:name w:val="Všeobecné"/>
          <w:gallery w:val="placeholder"/>
        </w:category>
        <w:types>
          <w:type w:val="bbPlcHdr"/>
        </w:types>
        <w:behaviors>
          <w:behavior w:val="content"/>
        </w:behaviors>
        <w:guid w:val="{8F2AB160-AB75-49E8-B47F-15E20568C1B1}"/>
      </w:docPartPr>
      <w:docPartBody>
        <w:p w:rsidR="00313F72" w:rsidRDefault="00717DC9" w:rsidP="00717DC9">
          <w:pPr>
            <w:pStyle w:val="817616FC714D4CF09691B592D0EC9FF8"/>
          </w:pPr>
          <w:r w:rsidRPr="009376F7">
            <w:rPr>
              <w:rStyle w:val="Textzstupnhosymbolu"/>
            </w:rPr>
            <w:t>Kliknutím zadáte text.</w:t>
          </w:r>
        </w:p>
      </w:docPartBody>
    </w:docPart>
    <w:docPart>
      <w:docPartPr>
        <w:name w:val="7622500296F247D3902F513F6D12C55F"/>
        <w:category>
          <w:name w:val="Všeobecné"/>
          <w:gallery w:val="placeholder"/>
        </w:category>
        <w:types>
          <w:type w:val="bbPlcHdr"/>
        </w:types>
        <w:behaviors>
          <w:behavior w:val="content"/>
        </w:behaviors>
        <w:guid w:val="{7A14D18B-D3EF-4F64-9CA9-F2A832D9DC71}"/>
      </w:docPartPr>
      <w:docPartBody>
        <w:p w:rsidR="00965AA2" w:rsidRDefault="00313F72" w:rsidP="00313F72">
          <w:pPr>
            <w:pStyle w:val="7622500296F247D3902F513F6D12C55F"/>
          </w:pPr>
          <w:r w:rsidRPr="009376F7">
            <w:rPr>
              <w:rStyle w:val="Textzstupnhosymbolu"/>
            </w:rPr>
            <w:t>Kliknutím zadáte text.</w:t>
          </w:r>
        </w:p>
      </w:docPartBody>
    </w:docPart>
    <w:docPart>
      <w:docPartPr>
        <w:name w:val="4C5E31DE255C4883ABBB3EC401585AFB"/>
        <w:category>
          <w:name w:val="Všeobecné"/>
          <w:gallery w:val="placeholder"/>
        </w:category>
        <w:types>
          <w:type w:val="bbPlcHdr"/>
        </w:types>
        <w:behaviors>
          <w:behavior w:val="content"/>
        </w:behaviors>
        <w:guid w:val="{36C30058-6D95-4916-AF65-EA04E72C93A5}"/>
      </w:docPartPr>
      <w:docPartBody>
        <w:p w:rsidR="00965AA2" w:rsidRDefault="00313F72" w:rsidP="00313F72">
          <w:pPr>
            <w:pStyle w:val="4C5E31DE255C4883ABBB3EC401585AFB"/>
          </w:pPr>
          <w:r w:rsidRPr="009376F7">
            <w:rPr>
              <w:rStyle w:val="Textzstupnhosymbolu"/>
            </w:rPr>
            <w:t>Vyberte položku.</w:t>
          </w:r>
        </w:p>
      </w:docPartBody>
    </w:docPart>
    <w:docPart>
      <w:docPartPr>
        <w:name w:val="74BD3B92705A474788157B32201372AE"/>
        <w:category>
          <w:name w:val="Všeobecné"/>
          <w:gallery w:val="placeholder"/>
        </w:category>
        <w:types>
          <w:type w:val="bbPlcHdr"/>
        </w:types>
        <w:behaviors>
          <w:behavior w:val="content"/>
        </w:behaviors>
        <w:guid w:val="{952A8258-C8FB-4414-94C5-CC1382EEE04D}"/>
      </w:docPartPr>
      <w:docPartBody>
        <w:p w:rsidR="00965AA2" w:rsidRDefault="00313F72" w:rsidP="00313F72">
          <w:pPr>
            <w:pStyle w:val="74BD3B92705A474788157B32201372AE"/>
          </w:pPr>
          <w:r w:rsidRPr="009376F7">
            <w:rPr>
              <w:rStyle w:val="Textzstupnhosymbolu"/>
            </w:rPr>
            <w:t>Vyberte položku.</w:t>
          </w:r>
        </w:p>
      </w:docPartBody>
    </w:docPart>
    <w:docPart>
      <w:docPartPr>
        <w:name w:val="78630DB87A9F4A46A4A6AB47C589D32E"/>
        <w:category>
          <w:name w:val="Všeobecné"/>
          <w:gallery w:val="placeholder"/>
        </w:category>
        <w:types>
          <w:type w:val="bbPlcHdr"/>
        </w:types>
        <w:behaviors>
          <w:behavior w:val="content"/>
        </w:behaviors>
        <w:guid w:val="{ED0673F1-DE27-4C74-94BA-5332FD6A9DA4}"/>
      </w:docPartPr>
      <w:docPartBody>
        <w:p w:rsidR="00965AA2" w:rsidRDefault="00313F72" w:rsidP="00313F72">
          <w:pPr>
            <w:pStyle w:val="78630DB87A9F4A46A4A6AB47C589D32E"/>
          </w:pPr>
          <w:r w:rsidRPr="009376F7">
            <w:rPr>
              <w:rStyle w:val="Textzstupnhosymbolu"/>
            </w:rPr>
            <w:t>Kliknutím zadáte text.</w:t>
          </w:r>
        </w:p>
      </w:docPartBody>
    </w:docPart>
    <w:docPart>
      <w:docPartPr>
        <w:name w:val="DA1E76FA9003442991E195EBE1533C0D"/>
        <w:category>
          <w:name w:val="Všeobecné"/>
          <w:gallery w:val="placeholder"/>
        </w:category>
        <w:types>
          <w:type w:val="bbPlcHdr"/>
        </w:types>
        <w:behaviors>
          <w:behavior w:val="content"/>
        </w:behaviors>
        <w:guid w:val="{8667850B-455E-4474-ACBD-4CD08AE59341}"/>
      </w:docPartPr>
      <w:docPartBody>
        <w:p w:rsidR="00965AA2" w:rsidRDefault="00313F72" w:rsidP="00313F72">
          <w:pPr>
            <w:pStyle w:val="DA1E76FA9003442991E195EBE1533C0D"/>
          </w:pPr>
          <w:r w:rsidRPr="009376F7">
            <w:rPr>
              <w:rStyle w:val="Textzstupnhosymbolu"/>
            </w:rPr>
            <w:t>Kliknutím zadáte text.</w:t>
          </w:r>
        </w:p>
      </w:docPartBody>
    </w:docPart>
    <w:docPart>
      <w:docPartPr>
        <w:name w:val="F9C48E65F46842DB94D143ABAC137A2F"/>
        <w:category>
          <w:name w:val="Všeobecné"/>
          <w:gallery w:val="placeholder"/>
        </w:category>
        <w:types>
          <w:type w:val="bbPlcHdr"/>
        </w:types>
        <w:behaviors>
          <w:behavior w:val="content"/>
        </w:behaviors>
        <w:guid w:val="{200DEA44-CA6B-4848-9B57-58717B972248}"/>
      </w:docPartPr>
      <w:docPartBody>
        <w:p w:rsidR="00965AA2" w:rsidRDefault="00313F72" w:rsidP="00313F72">
          <w:pPr>
            <w:pStyle w:val="F9C48E65F46842DB94D143ABAC137A2F"/>
          </w:pPr>
          <w:r w:rsidRPr="009376F7">
            <w:rPr>
              <w:rStyle w:val="Textzstupnhosymbolu"/>
            </w:rPr>
            <w:t>Vyberte položku.</w:t>
          </w:r>
        </w:p>
      </w:docPartBody>
    </w:docPart>
    <w:docPart>
      <w:docPartPr>
        <w:name w:val="17A913EF78FB4DF18189FEB83BEEF75C"/>
        <w:category>
          <w:name w:val="Všeobecné"/>
          <w:gallery w:val="placeholder"/>
        </w:category>
        <w:types>
          <w:type w:val="bbPlcHdr"/>
        </w:types>
        <w:behaviors>
          <w:behavior w:val="content"/>
        </w:behaviors>
        <w:guid w:val="{54F99990-DCC2-4E51-BFE1-881C4C73745A}"/>
      </w:docPartPr>
      <w:docPartBody>
        <w:p w:rsidR="00965AA2" w:rsidRDefault="00313F72" w:rsidP="00313F72">
          <w:pPr>
            <w:pStyle w:val="17A913EF78FB4DF18189FEB83BEEF75C"/>
          </w:pPr>
          <w:r w:rsidRPr="009376F7">
            <w:rPr>
              <w:rStyle w:val="Textzstupnhosymbolu"/>
            </w:rPr>
            <w:t>Vyberte položku.</w:t>
          </w:r>
        </w:p>
      </w:docPartBody>
    </w:docPart>
    <w:docPart>
      <w:docPartPr>
        <w:name w:val="2CC58FDDFBC64B7285F60AF9607955A1"/>
        <w:category>
          <w:name w:val="Všeobecné"/>
          <w:gallery w:val="placeholder"/>
        </w:category>
        <w:types>
          <w:type w:val="bbPlcHdr"/>
        </w:types>
        <w:behaviors>
          <w:behavior w:val="content"/>
        </w:behaviors>
        <w:guid w:val="{72E49BC8-63DB-436F-AAC0-514D3431B6B2}"/>
      </w:docPartPr>
      <w:docPartBody>
        <w:p w:rsidR="00965AA2" w:rsidRDefault="00313F72" w:rsidP="00313F72">
          <w:pPr>
            <w:pStyle w:val="2CC58FDDFBC64B7285F60AF9607955A1"/>
          </w:pPr>
          <w:r w:rsidRPr="009376F7">
            <w:rPr>
              <w:rStyle w:val="Textzstupnhosymbolu"/>
            </w:rPr>
            <w:t>Kliknutím zadáte text.</w:t>
          </w:r>
        </w:p>
      </w:docPartBody>
    </w:docPart>
    <w:docPart>
      <w:docPartPr>
        <w:name w:val="109C60E184444B439AA73F238C059700"/>
        <w:category>
          <w:name w:val="Všeobecné"/>
          <w:gallery w:val="placeholder"/>
        </w:category>
        <w:types>
          <w:type w:val="bbPlcHdr"/>
        </w:types>
        <w:behaviors>
          <w:behavior w:val="content"/>
        </w:behaviors>
        <w:guid w:val="{7EA2893F-6547-42BE-AF07-73FC6874122B}"/>
      </w:docPartPr>
      <w:docPartBody>
        <w:p w:rsidR="00965AA2" w:rsidRDefault="00313F72" w:rsidP="00313F72">
          <w:pPr>
            <w:pStyle w:val="109C60E184444B439AA73F238C059700"/>
          </w:pPr>
          <w:r w:rsidRPr="009376F7">
            <w:rPr>
              <w:rStyle w:val="Textzstupnhosymbolu"/>
            </w:rPr>
            <w:t>Kliknutím zadáte text.</w:t>
          </w:r>
        </w:p>
      </w:docPartBody>
    </w:docPart>
    <w:docPart>
      <w:docPartPr>
        <w:name w:val="2D2FC4CAE65B47D5BB1C7E4BFADBC18F"/>
        <w:category>
          <w:name w:val="Všeobecné"/>
          <w:gallery w:val="placeholder"/>
        </w:category>
        <w:types>
          <w:type w:val="bbPlcHdr"/>
        </w:types>
        <w:behaviors>
          <w:behavior w:val="content"/>
        </w:behaviors>
        <w:guid w:val="{B913BE7B-F116-4308-99BE-0FE9CB6D78F5}"/>
      </w:docPartPr>
      <w:docPartBody>
        <w:p w:rsidR="00965AA2" w:rsidRDefault="00313F72" w:rsidP="00313F72">
          <w:pPr>
            <w:pStyle w:val="2D2FC4CAE65B47D5BB1C7E4BFADBC18F"/>
          </w:pPr>
          <w:r w:rsidRPr="009376F7">
            <w:rPr>
              <w:rStyle w:val="Textzstupnhosymbolu"/>
            </w:rPr>
            <w:t>Vyberte položku.</w:t>
          </w:r>
        </w:p>
      </w:docPartBody>
    </w:docPart>
    <w:docPart>
      <w:docPartPr>
        <w:name w:val="A1A7E1F0218644079B584C9D65BBCD89"/>
        <w:category>
          <w:name w:val="Všeobecné"/>
          <w:gallery w:val="placeholder"/>
        </w:category>
        <w:types>
          <w:type w:val="bbPlcHdr"/>
        </w:types>
        <w:behaviors>
          <w:behavior w:val="content"/>
        </w:behaviors>
        <w:guid w:val="{06F545E3-84F8-4221-AC38-7A01159040D3}"/>
      </w:docPartPr>
      <w:docPartBody>
        <w:p w:rsidR="00965AA2" w:rsidRDefault="00313F72" w:rsidP="00313F72">
          <w:pPr>
            <w:pStyle w:val="A1A7E1F0218644079B584C9D65BBCD89"/>
          </w:pPr>
          <w:r w:rsidRPr="009376F7">
            <w:rPr>
              <w:rStyle w:val="Textzstupnhosymbolu"/>
            </w:rPr>
            <w:t>Vyberte položku.</w:t>
          </w:r>
        </w:p>
      </w:docPartBody>
    </w:docPart>
    <w:docPart>
      <w:docPartPr>
        <w:name w:val="C78B9253A883436EB85A3DC94E33BDBA"/>
        <w:category>
          <w:name w:val="Všeobecné"/>
          <w:gallery w:val="placeholder"/>
        </w:category>
        <w:types>
          <w:type w:val="bbPlcHdr"/>
        </w:types>
        <w:behaviors>
          <w:behavior w:val="content"/>
        </w:behaviors>
        <w:guid w:val="{C5331A0C-B6D3-4AB3-8DF6-B94D8D752CCC}"/>
      </w:docPartPr>
      <w:docPartBody>
        <w:p w:rsidR="00965AA2" w:rsidRDefault="00313F72" w:rsidP="00313F72">
          <w:pPr>
            <w:pStyle w:val="C78B9253A883436EB85A3DC94E33BDBA"/>
          </w:pPr>
          <w:r w:rsidRPr="009376F7">
            <w:rPr>
              <w:rStyle w:val="Textzstupnhosymbolu"/>
            </w:rPr>
            <w:t>Kliknutím zadáte text.</w:t>
          </w:r>
        </w:p>
      </w:docPartBody>
    </w:docPart>
    <w:docPart>
      <w:docPartPr>
        <w:name w:val="C62EE0743FCE4CAD9B732CD95E6ACA17"/>
        <w:category>
          <w:name w:val="Všeobecné"/>
          <w:gallery w:val="placeholder"/>
        </w:category>
        <w:types>
          <w:type w:val="bbPlcHdr"/>
        </w:types>
        <w:behaviors>
          <w:behavior w:val="content"/>
        </w:behaviors>
        <w:guid w:val="{B8B348DA-3D73-4039-AE38-4DCE47B4BC6B}"/>
      </w:docPartPr>
      <w:docPartBody>
        <w:p w:rsidR="00965AA2" w:rsidRDefault="00313F72" w:rsidP="00313F72">
          <w:pPr>
            <w:pStyle w:val="C62EE0743FCE4CAD9B732CD95E6ACA17"/>
          </w:pPr>
          <w:r w:rsidRPr="009376F7">
            <w:rPr>
              <w:rStyle w:val="Textzstupnhosymbolu"/>
            </w:rPr>
            <w:t>Vyberte položku.</w:t>
          </w:r>
        </w:p>
      </w:docPartBody>
    </w:docPart>
    <w:docPart>
      <w:docPartPr>
        <w:name w:val="C6E86283948D4D42914A35DB39BCF5C2"/>
        <w:category>
          <w:name w:val="Všeobecné"/>
          <w:gallery w:val="placeholder"/>
        </w:category>
        <w:types>
          <w:type w:val="bbPlcHdr"/>
        </w:types>
        <w:behaviors>
          <w:behavior w:val="content"/>
        </w:behaviors>
        <w:guid w:val="{9AD41905-03BC-4282-8A96-251FE0FBF442}"/>
      </w:docPartPr>
      <w:docPartBody>
        <w:p w:rsidR="00965AA2" w:rsidRDefault="00313F72" w:rsidP="00313F72">
          <w:pPr>
            <w:pStyle w:val="C6E86283948D4D42914A35DB39BCF5C2"/>
          </w:pPr>
          <w:r w:rsidRPr="009376F7">
            <w:rPr>
              <w:rStyle w:val="Textzstupnhosymbolu"/>
            </w:rPr>
            <w:t>Vyberte položku.</w:t>
          </w:r>
        </w:p>
      </w:docPartBody>
    </w:docPart>
    <w:docPart>
      <w:docPartPr>
        <w:name w:val="977659CFE47A4E48BF9AFE7DBEB98A4E"/>
        <w:category>
          <w:name w:val="Všeobecné"/>
          <w:gallery w:val="placeholder"/>
        </w:category>
        <w:types>
          <w:type w:val="bbPlcHdr"/>
        </w:types>
        <w:behaviors>
          <w:behavior w:val="content"/>
        </w:behaviors>
        <w:guid w:val="{D63C3943-9CE5-4320-8BB5-DAB575E5ECC4}"/>
      </w:docPartPr>
      <w:docPartBody>
        <w:p w:rsidR="00965AA2" w:rsidRDefault="00313F72" w:rsidP="00313F72">
          <w:pPr>
            <w:pStyle w:val="977659CFE47A4E48BF9AFE7DBEB98A4E"/>
          </w:pPr>
          <w:r w:rsidRPr="009376F7">
            <w:rPr>
              <w:rStyle w:val="Textzstupnhosymbolu"/>
            </w:rPr>
            <w:t>Kliknutím zadáte text.</w:t>
          </w:r>
        </w:p>
      </w:docPartBody>
    </w:docPart>
    <w:docPart>
      <w:docPartPr>
        <w:name w:val="60B5D9D87A874001AC80EF8111ED75F6"/>
        <w:category>
          <w:name w:val="Všeobecné"/>
          <w:gallery w:val="placeholder"/>
        </w:category>
        <w:types>
          <w:type w:val="bbPlcHdr"/>
        </w:types>
        <w:behaviors>
          <w:behavior w:val="content"/>
        </w:behaviors>
        <w:guid w:val="{A0F9379F-DED8-4E3E-BB86-D12B86756544}"/>
      </w:docPartPr>
      <w:docPartBody>
        <w:p w:rsidR="00965AA2" w:rsidRDefault="00313F72" w:rsidP="00313F72">
          <w:pPr>
            <w:pStyle w:val="60B5D9D87A874001AC80EF8111ED75F6"/>
          </w:pPr>
          <w:r w:rsidRPr="009376F7">
            <w:rPr>
              <w:rStyle w:val="Textzstupnhosymbolu"/>
            </w:rPr>
            <w:t>Vyberte položku.</w:t>
          </w:r>
        </w:p>
      </w:docPartBody>
    </w:docPart>
    <w:docPart>
      <w:docPartPr>
        <w:name w:val="982E8D2A71A74E9E89054F3D829692B0"/>
        <w:category>
          <w:name w:val="Všeobecné"/>
          <w:gallery w:val="placeholder"/>
        </w:category>
        <w:types>
          <w:type w:val="bbPlcHdr"/>
        </w:types>
        <w:behaviors>
          <w:behavior w:val="content"/>
        </w:behaviors>
        <w:guid w:val="{747145D3-5626-41B7-AD21-76AC9AF74A07}"/>
      </w:docPartPr>
      <w:docPartBody>
        <w:p w:rsidR="00965AA2" w:rsidRDefault="00313F72" w:rsidP="00313F72">
          <w:pPr>
            <w:pStyle w:val="982E8D2A71A74E9E89054F3D829692B0"/>
          </w:pPr>
          <w:r w:rsidRPr="009376F7">
            <w:rPr>
              <w:rStyle w:val="Textzstupnhosymbolu"/>
            </w:rPr>
            <w:t>Vyberte položku.</w:t>
          </w:r>
        </w:p>
      </w:docPartBody>
    </w:docPart>
    <w:docPart>
      <w:docPartPr>
        <w:name w:val="0281F97756C344C2A8E0F03054EB11A0"/>
        <w:category>
          <w:name w:val="Všeobecné"/>
          <w:gallery w:val="placeholder"/>
        </w:category>
        <w:types>
          <w:type w:val="bbPlcHdr"/>
        </w:types>
        <w:behaviors>
          <w:behavior w:val="content"/>
        </w:behaviors>
        <w:guid w:val="{DD4ED2F9-97F6-4610-AE67-BC0C6CF04247}"/>
      </w:docPartPr>
      <w:docPartBody>
        <w:p w:rsidR="00965AA2" w:rsidRDefault="00313F72" w:rsidP="00313F72">
          <w:pPr>
            <w:pStyle w:val="0281F97756C344C2A8E0F03054EB11A0"/>
          </w:pPr>
          <w:r w:rsidRPr="009376F7">
            <w:rPr>
              <w:rStyle w:val="Textzstupnhosymbolu"/>
            </w:rPr>
            <w:t>Kliknutím zadáte text.</w:t>
          </w:r>
        </w:p>
      </w:docPartBody>
    </w:docPart>
    <w:docPart>
      <w:docPartPr>
        <w:name w:val="973F75C750EF4886B4153B61C5A36D97"/>
        <w:category>
          <w:name w:val="Všeobecné"/>
          <w:gallery w:val="placeholder"/>
        </w:category>
        <w:types>
          <w:type w:val="bbPlcHdr"/>
        </w:types>
        <w:behaviors>
          <w:behavior w:val="content"/>
        </w:behaviors>
        <w:guid w:val="{01637A38-CD53-4386-8158-76CBD5D35B80}"/>
      </w:docPartPr>
      <w:docPartBody>
        <w:p w:rsidR="00965AA2" w:rsidRDefault="00313F72" w:rsidP="00313F72">
          <w:pPr>
            <w:pStyle w:val="973F75C750EF4886B4153B61C5A36D97"/>
          </w:pPr>
          <w:r w:rsidRPr="009376F7">
            <w:rPr>
              <w:rStyle w:val="Textzstupnhosymbolu"/>
            </w:rPr>
            <w:t>Kliknutím zadáte text.</w:t>
          </w:r>
        </w:p>
      </w:docPartBody>
    </w:docPart>
    <w:docPart>
      <w:docPartPr>
        <w:name w:val="0289C102B00E49F39003E5DC4BF6D695"/>
        <w:category>
          <w:name w:val="Všeobecné"/>
          <w:gallery w:val="placeholder"/>
        </w:category>
        <w:types>
          <w:type w:val="bbPlcHdr"/>
        </w:types>
        <w:behaviors>
          <w:behavior w:val="content"/>
        </w:behaviors>
        <w:guid w:val="{D79454DC-FCA4-4E35-938F-FF0D53B2C653}"/>
      </w:docPartPr>
      <w:docPartBody>
        <w:p w:rsidR="00965AA2" w:rsidRDefault="00313F72" w:rsidP="00313F72">
          <w:pPr>
            <w:pStyle w:val="0289C102B00E49F39003E5DC4BF6D695"/>
          </w:pPr>
          <w:r w:rsidRPr="009376F7">
            <w:rPr>
              <w:rStyle w:val="Textzstupnhosymbolu"/>
            </w:rPr>
            <w:t>Vyberte položku.</w:t>
          </w:r>
        </w:p>
      </w:docPartBody>
    </w:docPart>
    <w:docPart>
      <w:docPartPr>
        <w:name w:val="F80DE9EB332D4248A6FF98E17E5E4D94"/>
        <w:category>
          <w:name w:val="Všeobecné"/>
          <w:gallery w:val="placeholder"/>
        </w:category>
        <w:types>
          <w:type w:val="bbPlcHdr"/>
        </w:types>
        <w:behaviors>
          <w:behavior w:val="content"/>
        </w:behaviors>
        <w:guid w:val="{1D1F89C0-1362-465F-9365-D61AD0D718B1}"/>
      </w:docPartPr>
      <w:docPartBody>
        <w:p w:rsidR="00965AA2" w:rsidRDefault="00313F72" w:rsidP="00313F72">
          <w:pPr>
            <w:pStyle w:val="F80DE9EB332D4248A6FF98E17E5E4D94"/>
          </w:pPr>
          <w:r w:rsidRPr="009376F7">
            <w:rPr>
              <w:rStyle w:val="Textzstupnhosymbolu"/>
            </w:rPr>
            <w:t>Vyberte položku.</w:t>
          </w:r>
        </w:p>
      </w:docPartBody>
    </w:docPart>
    <w:docPart>
      <w:docPartPr>
        <w:name w:val="EC869975CAD04E1BA26DFB050C4D95ED"/>
        <w:category>
          <w:name w:val="Všeobecné"/>
          <w:gallery w:val="placeholder"/>
        </w:category>
        <w:types>
          <w:type w:val="bbPlcHdr"/>
        </w:types>
        <w:behaviors>
          <w:behavior w:val="content"/>
        </w:behaviors>
        <w:guid w:val="{8B444F15-FB07-453E-9A6C-B382E77ABEC9}"/>
      </w:docPartPr>
      <w:docPartBody>
        <w:p w:rsidR="00965AA2" w:rsidRDefault="00313F72" w:rsidP="00313F72">
          <w:pPr>
            <w:pStyle w:val="EC869975CAD04E1BA26DFB050C4D95ED"/>
          </w:pPr>
          <w:r>
            <w:rPr>
              <w:rStyle w:val="Textzstupnhosymbolu"/>
            </w:rPr>
            <w:t>Kliknutím zadáte text.</w:t>
          </w:r>
        </w:p>
      </w:docPartBody>
    </w:docPart>
    <w:docPart>
      <w:docPartPr>
        <w:name w:val="D590E97B775A423F974BE172C9F93844"/>
        <w:category>
          <w:name w:val="Všeobecné"/>
          <w:gallery w:val="placeholder"/>
        </w:category>
        <w:types>
          <w:type w:val="bbPlcHdr"/>
        </w:types>
        <w:behaviors>
          <w:behavior w:val="content"/>
        </w:behaviors>
        <w:guid w:val="{11CFBEBD-E31E-45B0-86E9-F3DAD827F677}"/>
      </w:docPartPr>
      <w:docPartBody>
        <w:p w:rsidR="00965AA2" w:rsidRDefault="00313F72" w:rsidP="00313F72">
          <w:pPr>
            <w:pStyle w:val="D590E97B775A423F974BE172C9F93844"/>
          </w:pPr>
          <w:r w:rsidRPr="009376F7">
            <w:rPr>
              <w:rStyle w:val="Textzstupnhosymbolu"/>
            </w:rPr>
            <w:t>Kliknutím zadáte text.</w:t>
          </w:r>
        </w:p>
      </w:docPartBody>
    </w:docPart>
    <w:docPart>
      <w:docPartPr>
        <w:name w:val="0E79160596D8432B93969F0015EBD075"/>
        <w:category>
          <w:name w:val="Všeobecné"/>
          <w:gallery w:val="placeholder"/>
        </w:category>
        <w:types>
          <w:type w:val="bbPlcHdr"/>
        </w:types>
        <w:behaviors>
          <w:behavior w:val="content"/>
        </w:behaviors>
        <w:guid w:val="{4DD10BE2-AA78-407F-BD81-9D87AEFBFDC4}"/>
      </w:docPartPr>
      <w:docPartBody>
        <w:p w:rsidR="00965AA2" w:rsidRDefault="00313F72" w:rsidP="00313F72">
          <w:pPr>
            <w:pStyle w:val="0E79160596D8432B93969F0015EBD075"/>
          </w:pPr>
          <w:r w:rsidRPr="009376F7">
            <w:rPr>
              <w:rStyle w:val="Textzstupnhosymbolu"/>
            </w:rPr>
            <w:t>Kliknutím zadáte text.</w:t>
          </w:r>
        </w:p>
      </w:docPartBody>
    </w:docPart>
    <w:docPart>
      <w:docPartPr>
        <w:name w:val="861ECF3A6D494DF9ACEE8043D79CE2F0"/>
        <w:category>
          <w:name w:val="Všeobecné"/>
          <w:gallery w:val="placeholder"/>
        </w:category>
        <w:types>
          <w:type w:val="bbPlcHdr"/>
        </w:types>
        <w:behaviors>
          <w:behavior w:val="content"/>
        </w:behaviors>
        <w:guid w:val="{D184729C-272D-40B0-A4A0-6723F58D980C}"/>
      </w:docPartPr>
      <w:docPartBody>
        <w:p w:rsidR="00965AA2" w:rsidRDefault="00313F72" w:rsidP="00313F72">
          <w:pPr>
            <w:pStyle w:val="861ECF3A6D494DF9ACEE8043D79CE2F0"/>
          </w:pPr>
          <w:r w:rsidRPr="009376F7">
            <w:rPr>
              <w:rStyle w:val="Textzstupnhosymbolu"/>
            </w:rPr>
            <w:t>Vyberte položku.</w:t>
          </w:r>
        </w:p>
      </w:docPartBody>
    </w:docPart>
    <w:docPart>
      <w:docPartPr>
        <w:name w:val="37AFD041569941BBAD92E6800DFB562E"/>
        <w:category>
          <w:name w:val="Všeobecné"/>
          <w:gallery w:val="placeholder"/>
        </w:category>
        <w:types>
          <w:type w:val="bbPlcHdr"/>
        </w:types>
        <w:behaviors>
          <w:behavior w:val="content"/>
        </w:behaviors>
        <w:guid w:val="{A4184C61-E741-40A6-8962-5EE3603657BA}"/>
      </w:docPartPr>
      <w:docPartBody>
        <w:p w:rsidR="00965AA2" w:rsidRDefault="00313F72" w:rsidP="00313F72">
          <w:pPr>
            <w:pStyle w:val="37AFD041569941BBAD92E6800DFB562E"/>
          </w:pPr>
          <w:r w:rsidRPr="009376F7">
            <w:rPr>
              <w:rStyle w:val="Textzstupnhosymbolu"/>
            </w:rPr>
            <w:t>Vyberte položku.</w:t>
          </w:r>
        </w:p>
      </w:docPartBody>
    </w:docPart>
    <w:docPart>
      <w:docPartPr>
        <w:name w:val="628B92AE55BC444AB811F1E2D29A5764"/>
        <w:category>
          <w:name w:val="Všeobecné"/>
          <w:gallery w:val="placeholder"/>
        </w:category>
        <w:types>
          <w:type w:val="bbPlcHdr"/>
        </w:types>
        <w:behaviors>
          <w:behavior w:val="content"/>
        </w:behaviors>
        <w:guid w:val="{AE862FCB-1234-4C2F-8B1E-E9FEEE7B0BC1}"/>
      </w:docPartPr>
      <w:docPartBody>
        <w:p w:rsidR="00965AA2" w:rsidRDefault="00313F72" w:rsidP="00313F72">
          <w:pPr>
            <w:pStyle w:val="628B92AE55BC444AB811F1E2D29A5764"/>
          </w:pPr>
          <w:r w:rsidRPr="009376F7">
            <w:rPr>
              <w:rStyle w:val="Textzstupnhosymbolu"/>
            </w:rPr>
            <w:t>Kliknutím zadáte text.</w:t>
          </w:r>
        </w:p>
      </w:docPartBody>
    </w:docPart>
    <w:docPart>
      <w:docPartPr>
        <w:name w:val="4805D94EFBD54AE0A10AAF648AC2B755"/>
        <w:category>
          <w:name w:val="Všeobecné"/>
          <w:gallery w:val="placeholder"/>
        </w:category>
        <w:types>
          <w:type w:val="bbPlcHdr"/>
        </w:types>
        <w:behaviors>
          <w:behavior w:val="content"/>
        </w:behaviors>
        <w:guid w:val="{28315561-A024-497B-B44E-047B2F047C9F}"/>
      </w:docPartPr>
      <w:docPartBody>
        <w:p w:rsidR="00965AA2" w:rsidRDefault="00313F72" w:rsidP="00313F72">
          <w:pPr>
            <w:pStyle w:val="4805D94EFBD54AE0A10AAF648AC2B755"/>
          </w:pPr>
          <w:r w:rsidRPr="009376F7">
            <w:rPr>
              <w:rStyle w:val="Textzstupnhosymbolu"/>
            </w:rPr>
            <w:t>Kliknutím zadáte text.</w:t>
          </w:r>
        </w:p>
      </w:docPartBody>
    </w:docPart>
    <w:docPart>
      <w:docPartPr>
        <w:name w:val="9A0E969ED43846DE8C1882507E9F27B7"/>
        <w:category>
          <w:name w:val="Všeobecné"/>
          <w:gallery w:val="placeholder"/>
        </w:category>
        <w:types>
          <w:type w:val="bbPlcHdr"/>
        </w:types>
        <w:behaviors>
          <w:behavior w:val="content"/>
        </w:behaviors>
        <w:guid w:val="{C9090AC5-7D39-4AF3-B05C-A830E51289DD}"/>
      </w:docPartPr>
      <w:docPartBody>
        <w:p w:rsidR="00965AA2" w:rsidRDefault="00313F72" w:rsidP="00313F72">
          <w:pPr>
            <w:pStyle w:val="9A0E969ED43846DE8C1882507E9F27B7"/>
          </w:pPr>
          <w:r w:rsidRPr="009376F7">
            <w:rPr>
              <w:rStyle w:val="Textzstupnhosymbolu"/>
            </w:rPr>
            <w:t>Vyberte položku.</w:t>
          </w:r>
        </w:p>
      </w:docPartBody>
    </w:docPart>
    <w:docPart>
      <w:docPartPr>
        <w:name w:val="9B3DB4D832874F76A0FF9F3D43462A94"/>
        <w:category>
          <w:name w:val="Všeobecné"/>
          <w:gallery w:val="placeholder"/>
        </w:category>
        <w:types>
          <w:type w:val="bbPlcHdr"/>
        </w:types>
        <w:behaviors>
          <w:behavior w:val="content"/>
        </w:behaviors>
        <w:guid w:val="{C5C7EE47-54E7-40EB-BA2F-EB36E17ED935}"/>
      </w:docPartPr>
      <w:docPartBody>
        <w:p w:rsidR="00965AA2" w:rsidRDefault="00313F72" w:rsidP="00313F72">
          <w:pPr>
            <w:pStyle w:val="9B3DB4D832874F76A0FF9F3D43462A94"/>
          </w:pPr>
          <w:r w:rsidRPr="009376F7">
            <w:rPr>
              <w:rStyle w:val="Textzstupnhosymbolu"/>
            </w:rPr>
            <w:t>Vyberte položku.</w:t>
          </w:r>
        </w:p>
      </w:docPartBody>
    </w:docPart>
    <w:docPart>
      <w:docPartPr>
        <w:name w:val="F552D7980EBF46C5A8F5B36C45DE2221"/>
        <w:category>
          <w:name w:val="Všeobecné"/>
          <w:gallery w:val="placeholder"/>
        </w:category>
        <w:types>
          <w:type w:val="bbPlcHdr"/>
        </w:types>
        <w:behaviors>
          <w:behavior w:val="content"/>
        </w:behaviors>
        <w:guid w:val="{DEBE99CA-AB65-4331-A3FE-09A1671FBA2F}"/>
      </w:docPartPr>
      <w:docPartBody>
        <w:p w:rsidR="00965AA2" w:rsidRDefault="00313F72" w:rsidP="00313F72">
          <w:pPr>
            <w:pStyle w:val="F552D7980EBF46C5A8F5B36C45DE2221"/>
          </w:pPr>
          <w:r w:rsidRPr="009376F7">
            <w:rPr>
              <w:rStyle w:val="Textzstupnhosymbolu"/>
            </w:rPr>
            <w:t>Kliknutím zadáte text.</w:t>
          </w:r>
        </w:p>
      </w:docPartBody>
    </w:docPart>
    <w:docPart>
      <w:docPartPr>
        <w:name w:val="B77F40AC5B064E198E204E54B177EB74"/>
        <w:category>
          <w:name w:val="Všeobecné"/>
          <w:gallery w:val="placeholder"/>
        </w:category>
        <w:types>
          <w:type w:val="bbPlcHdr"/>
        </w:types>
        <w:behaviors>
          <w:behavior w:val="content"/>
        </w:behaviors>
        <w:guid w:val="{A38EFC99-1D77-4CE5-9883-EAC51A6CD50D}"/>
      </w:docPartPr>
      <w:docPartBody>
        <w:p w:rsidR="00965AA2" w:rsidRDefault="00313F72" w:rsidP="00313F72">
          <w:pPr>
            <w:pStyle w:val="B77F40AC5B064E198E204E54B177EB74"/>
          </w:pPr>
          <w:r w:rsidRPr="009376F7">
            <w:rPr>
              <w:rStyle w:val="Textzstupnhosymbolu"/>
            </w:rPr>
            <w:t>Kliknutím zadáte text.</w:t>
          </w:r>
        </w:p>
      </w:docPartBody>
    </w:docPart>
    <w:docPart>
      <w:docPartPr>
        <w:name w:val="3801835B787A4E639AD22D5924A4F26F"/>
        <w:category>
          <w:name w:val="Všeobecné"/>
          <w:gallery w:val="placeholder"/>
        </w:category>
        <w:types>
          <w:type w:val="bbPlcHdr"/>
        </w:types>
        <w:behaviors>
          <w:behavior w:val="content"/>
        </w:behaviors>
        <w:guid w:val="{6AEAA948-951A-41A4-A7E1-13EF41E73B72}"/>
      </w:docPartPr>
      <w:docPartBody>
        <w:p w:rsidR="00965AA2" w:rsidRDefault="00313F72" w:rsidP="00313F72">
          <w:pPr>
            <w:pStyle w:val="3801835B787A4E639AD22D5924A4F26F"/>
          </w:pPr>
          <w:r w:rsidRPr="009376F7">
            <w:rPr>
              <w:rStyle w:val="Textzstupnhosymbolu"/>
            </w:rPr>
            <w:t>Vyberte položku.</w:t>
          </w:r>
        </w:p>
      </w:docPartBody>
    </w:docPart>
    <w:docPart>
      <w:docPartPr>
        <w:name w:val="56DF25BA43104A58855636874825AF7B"/>
        <w:category>
          <w:name w:val="Všeobecné"/>
          <w:gallery w:val="placeholder"/>
        </w:category>
        <w:types>
          <w:type w:val="bbPlcHdr"/>
        </w:types>
        <w:behaviors>
          <w:behavior w:val="content"/>
        </w:behaviors>
        <w:guid w:val="{638A595F-9388-4FC3-83B0-48C717486B9B}"/>
      </w:docPartPr>
      <w:docPartBody>
        <w:p w:rsidR="00965AA2" w:rsidRDefault="00313F72" w:rsidP="00313F72">
          <w:pPr>
            <w:pStyle w:val="56DF25BA43104A58855636874825AF7B"/>
          </w:pPr>
          <w:r w:rsidRPr="009376F7">
            <w:rPr>
              <w:rStyle w:val="Textzstupnhosymbolu"/>
            </w:rPr>
            <w:t>Vyberte položku.</w:t>
          </w:r>
        </w:p>
      </w:docPartBody>
    </w:docPart>
    <w:docPart>
      <w:docPartPr>
        <w:name w:val="C04B62CCCBE847618C58EF925A0B19F1"/>
        <w:category>
          <w:name w:val="Všeobecné"/>
          <w:gallery w:val="placeholder"/>
        </w:category>
        <w:types>
          <w:type w:val="bbPlcHdr"/>
        </w:types>
        <w:behaviors>
          <w:behavior w:val="content"/>
        </w:behaviors>
        <w:guid w:val="{4DE24158-4C28-49B9-B533-789232B6A728}"/>
      </w:docPartPr>
      <w:docPartBody>
        <w:p w:rsidR="00965AA2" w:rsidRDefault="00313F72" w:rsidP="00313F72">
          <w:pPr>
            <w:pStyle w:val="C04B62CCCBE847618C58EF925A0B19F1"/>
          </w:pPr>
          <w:r w:rsidRPr="009376F7">
            <w:rPr>
              <w:rStyle w:val="Textzstupnhosymbolu"/>
            </w:rPr>
            <w:t>Kliknutím zadáte text.</w:t>
          </w:r>
        </w:p>
      </w:docPartBody>
    </w:docPart>
    <w:docPart>
      <w:docPartPr>
        <w:name w:val="FE0BE4B22AE146DA89B8E3D6F27CE2A8"/>
        <w:category>
          <w:name w:val="Všeobecné"/>
          <w:gallery w:val="placeholder"/>
        </w:category>
        <w:types>
          <w:type w:val="bbPlcHdr"/>
        </w:types>
        <w:behaviors>
          <w:behavior w:val="content"/>
        </w:behaviors>
        <w:guid w:val="{C273439D-11C4-4DD9-A9E5-BF238EF8CD27}"/>
      </w:docPartPr>
      <w:docPartBody>
        <w:p w:rsidR="00965AA2" w:rsidRDefault="00313F72" w:rsidP="00313F72">
          <w:pPr>
            <w:pStyle w:val="FE0BE4B22AE146DA89B8E3D6F27CE2A8"/>
          </w:pPr>
          <w:r w:rsidRPr="009376F7">
            <w:rPr>
              <w:rStyle w:val="Textzstupnhosymbolu"/>
            </w:rPr>
            <w:t>Kliknutím zadáte text.</w:t>
          </w:r>
        </w:p>
      </w:docPartBody>
    </w:docPart>
    <w:docPart>
      <w:docPartPr>
        <w:name w:val="A283A455F32347FE8C37E49F5B3F05BA"/>
        <w:category>
          <w:name w:val="Všeobecné"/>
          <w:gallery w:val="placeholder"/>
        </w:category>
        <w:types>
          <w:type w:val="bbPlcHdr"/>
        </w:types>
        <w:behaviors>
          <w:behavior w:val="content"/>
        </w:behaviors>
        <w:guid w:val="{76E88FAD-E1DF-4186-81CE-B94BA426C748}"/>
      </w:docPartPr>
      <w:docPartBody>
        <w:p w:rsidR="00965AA2" w:rsidRDefault="00313F72" w:rsidP="00313F72">
          <w:pPr>
            <w:pStyle w:val="A283A455F32347FE8C37E49F5B3F05BA"/>
          </w:pPr>
          <w:r w:rsidRPr="009376F7">
            <w:rPr>
              <w:rStyle w:val="Textzstupnhosymbolu"/>
            </w:rPr>
            <w:t>Kliknutím zadáte text.</w:t>
          </w:r>
        </w:p>
      </w:docPartBody>
    </w:docPart>
    <w:docPart>
      <w:docPartPr>
        <w:name w:val="183C4D866A2E40698E0892D7292D1A92"/>
        <w:category>
          <w:name w:val="Všeobecné"/>
          <w:gallery w:val="placeholder"/>
        </w:category>
        <w:types>
          <w:type w:val="bbPlcHdr"/>
        </w:types>
        <w:behaviors>
          <w:behavior w:val="content"/>
        </w:behaviors>
        <w:guid w:val="{1E88F237-7914-4230-98DD-E1DEBE10B195}"/>
      </w:docPartPr>
      <w:docPartBody>
        <w:p w:rsidR="00965AA2" w:rsidRDefault="00313F72" w:rsidP="00313F72">
          <w:pPr>
            <w:pStyle w:val="183C4D866A2E40698E0892D7292D1A92"/>
          </w:pPr>
          <w:r w:rsidRPr="009376F7">
            <w:rPr>
              <w:rStyle w:val="Textzstupnhosymbolu"/>
            </w:rPr>
            <w:t>Vyberte položku.</w:t>
          </w:r>
        </w:p>
      </w:docPartBody>
    </w:docPart>
    <w:docPart>
      <w:docPartPr>
        <w:name w:val="8C9363F2449A4696BCA025512BC7F40C"/>
        <w:category>
          <w:name w:val="Všeobecné"/>
          <w:gallery w:val="placeholder"/>
        </w:category>
        <w:types>
          <w:type w:val="bbPlcHdr"/>
        </w:types>
        <w:behaviors>
          <w:behavior w:val="content"/>
        </w:behaviors>
        <w:guid w:val="{6B70F5AF-2599-4434-BADA-49D6B3A4791E}"/>
      </w:docPartPr>
      <w:docPartBody>
        <w:p w:rsidR="00965AA2" w:rsidRDefault="00313F72" w:rsidP="00313F72">
          <w:pPr>
            <w:pStyle w:val="8C9363F2449A4696BCA025512BC7F40C"/>
          </w:pPr>
          <w:r w:rsidRPr="009376F7">
            <w:rPr>
              <w:rStyle w:val="Textzstupnhosymbolu"/>
            </w:rPr>
            <w:t>Vyberte položku.</w:t>
          </w:r>
        </w:p>
      </w:docPartBody>
    </w:docPart>
    <w:docPart>
      <w:docPartPr>
        <w:name w:val="D079E64AE5FA49E28BA3EA87EA75CACC"/>
        <w:category>
          <w:name w:val="Všeobecné"/>
          <w:gallery w:val="placeholder"/>
        </w:category>
        <w:types>
          <w:type w:val="bbPlcHdr"/>
        </w:types>
        <w:behaviors>
          <w:behavior w:val="content"/>
        </w:behaviors>
        <w:guid w:val="{36D6B8DE-1484-4D2F-986F-2F2D9DD7DE8D}"/>
      </w:docPartPr>
      <w:docPartBody>
        <w:p w:rsidR="00965AA2" w:rsidRDefault="00313F72" w:rsidP="00313F72">
          <w:pPr>
            <w:pStyle w:val="D079E64AE5FA49E28BA3EA87EA75CACC"/>
          </w:pPr>
          <w:r w:rsidRPr="009376F7">
            <w:rPr>
              <w:rStyle w:val="Textzstupnhosymbolu"/>
            </w:rPr>
            <w:t>Kliknutím zadáte text.</w:t>
          </w:r>
        </w:p>
      </w:docPartBody>
    </w:docPart>
    <w:docPart>
      <w:docPartPr>
        <w:name w:val="A6B53411C0EA40A78E9BAE9282E8FD3F"/>
        <w:category>
          <w:name w:val="Všeobecné"/>
          <w:gallery w:val="placeholder"/>
        </w:category>
        <w:types>
          <w:type w:val="bbPlcHdr"/>
        </w:types>
        <w:behaviors>
          <w:behavior w:val="content"/>
        </w:behaviors>
        <w:guid w:val="{A79F47D3-D520-4844-9631-2A3B18A01D33}"/>
      </w:docPartPr>
      <w:docPartBody>
        <w:p w:rsidR="00965AA2" w:rsidRDefault="00313F72" w:rsidP="00313F72">
          <w:pPr>
            <w:pStyle w:val="A6B53411C0EA40A78E9BAE9282E8FD3F"/>
          </w:pPr>
          <w:r w:rsidRPr="009376F7">
            <w:rPr>
              <w:rStyle w:val="Textzstupnhosymbolu"/>
            </w:rPr>
            <w:t>Kliknutím zadáte text.</w:t>
          </w:r>
        </w:p>
      </w:docPartBody>
    </w:docPart>
    <w:docPart>
      <w:docPartPr>
        <w:name w:val="8C84DC71D963494F820FC9AE5C959E87"/>
        <w:category>
          <w:name w:val="Všeobecné"/>
          <w:gallery w:val="placeholder"/>
        </w:category>
        <w:types>
          <w:type w:val="bbPlcHdr"/>
        </w:types>
        <w:behaviors>
          <w:behavior w:val="content"/>
        </w:behaviors>
        <w:guid w:val="{A0E45D97-F702-4C91-9533-050636EBBA15}"/>
      </w:docPartPr>
      <w:docPartBody>
        <w:p w:rsidR="00965AA2" w:rsidRDefault="00313F72" w:rsidP="00313F72">
          <w:pPr>
            <w:pStyle w:val="8C84DC71D963494F820FC9AE5C959E87"/>
          </w:pPr>
          <w:r w:rsidRPr="009376F7">
            <w:rPr>
              <w:rStyle w:val="Textzstupnhosymbolu"/>
            </w:rPr>
            <w:t>Vyberte položku.</w:t>
          </w:r>
        </w:p>
      </w:docPartBody>
    </w:docPart>
    <w:docPart>
      <w:docPartPr>
        <w:name w:val="7031885F3DC7427C9E9F990A1C08321A"/>
        <w:category>
          <w:name w:val="Všeobecné"/>
          <w:gallery w:val="placeholder"/>
        </w:category>
        <w:types>
          <w:type w:val="bbPlcHdr"/>
        </w:types>
        <w:behaviors>
          <w:behavior w:val="content"/>
        </w:behaviors>
        <w:guid w:val="{6BA605F9-1C81-4628-834C-128406F6E927}"/>
      </w:docPartPr>
      <w:docPartBody>
        <w:p w:rsidR="00965AA2" w:rsidRDefault="00313F72" w:rsidP="00313F72">
          <w:pPr>
            <w:pStyle w:val="7031885F3DC7427C9E9F990A1C08321A"/>
          </w:pPr>
          <w:r w:rsidRPr="009376F7">
            <w:rPr>
              <w:rStyle w:val="Textzstupnhosymbolu"/>
            </w:rPr>
            <w:t>Vyberte položku.</w:t>
          </w:r>
        </w:p>
      </w:docPartBody>
    </w:docPart>
    <w:docPart>
      <w:docPartPr>
        <w:name w:val="9DF8403BB2FB4913B30815845D09C0B5"/>
        <w:category>
          <w:name w:val="Všeobecné"/>
          <w:gallery w:val="placeholder"/>
        </w:category>
        <w:types>
          <w:type w:val="bbPlcHdr"/>
        </w:types>
        <w:behaviors>
          <w:behavior w:val="content"/>
        </w:behaviors>
        <w:guid w:val="{0C1CA688-CF7B-4110-8543-D972FDB493D1}"/>
      </w:docPartPr>
      <w:docPartBody>
        <w:p w:rsidR="00965AA2" w:rsidRDefault="00313F72" w:rsidP="00313F72">
          <w:pPr>
            <w:pStyle w:val="9DF8403BB2FB4913B30815845D09C0B5"/>
          </w:pPr>
          <w:r w:rsidRPr="009376F7">
            <w:rPr>
              <w:rStyle w:val="Textzstupnhosymbolu"/>
            </w:rPr>
            <w:t>Kliknutím zadáte text.</w:t>
          </w:r>
        </w:p>
      </w:docPartBody>
    </w:docPart>
    <w:docPart>
      <w:docPartPr>
        <w:name w:val="A8D904617ECF418495DED5E360079B1E"/>
        <w:category>
          <w:name w:val="Všeobecné"/>
          <w:gallery w:val="placeholder"/>
        </w:category>
        <w:types>
          <w:type w:val="bbPlcHdr"/>
        </w:types>
        <w:behaviors>
          <w:behavior w:val="content"/>
        </w:behaviors>
        <w:guid w:val="{EE42E461-5909-460B-8D29-F64E3D345132}"/>
      </w:docPartPr>
      <w:docPartBody>
        <w:p w:rsidR="00965AA2" w:rsidRDefault="00313F72" w:rsidP="00313F72">
          <w:pPr>
            <w:pStyle w:val="A8D904617ECF418495DED5E360079B1E"/>
          </w:pPr>
          <w:r w:rsidRPr="009376F7">
            <w:rPr>
              <w:rStyle w:val="Textzstupnhosymbolu"/>
            </w:rPr>
            <w:t>Kliknutím zadáte text.</w:t>
          </w:r>
        </w:p>
      </w:docPartBody>
    </w:docPart>
    <w:docPart>
      <w:docPartPr>
        <w:name w:val="2EA0D63AE81D4DA49C4814997DF25E15"/>
        <w:category>
          <w:name w:val="Všeobecné"/>
          <w:gallery w:val="placeholder"/>
        </w:category>
        <w:types>
          <w:type w:val="bbPlcHdr"/>
        </w:types>
        <w:behaviors>
          <w:behavior w:val="content"/>
        </w:behaviors>
        <w:guid w:val="{E46754E5-5BEC-4A0C-8F81-8B9BA15A251D}"/>
      </w:docPartPr>
      <w:docPartBody>
        <w:p w:rsidR="00965AA2" w:rsidRDefault="00313F72" w:rsidP="00313F72">
          <w:pPr>
            <w:pStyle w:val="2EA0D63AE81D4DA49C4814997DF25E15"/>
          </w:pPr>
          <w:r w:rsidRPr="009376F7">
            <w:rPr>
              <w:rStyle w:val="Textzstupnhosymbolu"/>
            </w:rPr>
            <w:t>Vyberte položku.</w:t>
          </w:r>
        </w:p>
      </w:docPartBody>
    </w:docPart>
    <w:docPart>
      <w:docPartPr>
        <w:name w:val="685948F3DD644FF7BC9E43893E3E8998"/>
        <w:category>
          <w:name w:val="Všeobecné"/>
          <w:gallery w:val="placeholder"/>
        </w:category>
        <w:types>
          <w:type w:val="bbPlcHdr"/>
        </w:types>
        <w:behaviors>
          <w:behavior w:val="content"/>
        </w:behaviors>
        <w:guid w:val="{08E8F850-2470-4619-BB96-2C096AFD0B53}"/>
      </w:docPartPr>
      <w:docPartBody>
        <w:p w:rsidR="00965AA2" w:rsidRDefault="00313F72" w:rsidP="00313F72">
          <w:pPr>
            <w:pStyle w:val="685948F3DD644FF7BC9E43893E3E8998"/>
          </w:pPr>
          <w:r w:rsidRPr="009376F7">
            <w:rPr>
              <w:rStyle w:val="Textzstupnhosymbolu"/>
            </w:rPr>
            <w:t>Vyberte položku.</w:t>
          </w:r>
        </w:p>
      </w:docPartBody>
    </w:docPart>
    <w:docPart>
      <w:docPartPr>
        <w:name w:val="9A63424A8306423784B95A0EE31B4DB1"/>
        <w:category>
          <w:name w:val="Obecné"/>
          <w:gallery w:val="placeholder"/>
        </w:category>
        <w:types>
          <w:type w:val="bbPlcHdr"/>
        </w:types>
        <w:behaviors>
          <w:behavior w:val="content"/>
        </w:behaviors>
        <w:guid w:val="{930FCC38-4420-49D8-BF13-1CFCE5D7F628}"/>
      </w:docPartPr>
      <w:docPartBody>
        <w:p w:rsidR="00965AA2" w:rsidRDefault="00965AA2" w:rsidP="00965AA2">
          <w:pPr>
            <w:pStyle w:val="9A63424A8306423784B95A0EE31B4DB1"/>
          </w:pPr>
          <w:r w:rsidRPr="009376F7">
            <w:rPr>
              <w:rStyle w:val="Textzstupnhosymbolu"/>
            </w:rPr>
            <w:t>Kliknutím zadáte text.</w:t>
          </w:r>
        </w:p>
      </w:docPartBody>
    </w:docPart>
    <w:docPart>
      <w:docPartPr>
        <w:name w:val="6E96A06844B64731B8937150D32B482D"/>
        <w:category>
          <w:name w:val="Obecné"/>
          <w:gallery w:val="placeholder"/>
        </w:category>
        <w:types>
          <w:type w:val="bbPlcHdr"/>
        </w:types>
        <w:behaviors>
          <w:behavior w:val="content"/>
        </w:behaviors>
        <w:guid w:val="{7AFC7B19-95FA-4D05-ADAD-922AC4EAFAAC}"/>
      </w:docPartPr>
      <w:docPartBody>
        <w:p w:rsidR="00965AA2" w:rsidRDefault="00965AA2" w:rsidP="00965AA2">
          <w:pPr>
            <w:pStyle w:val="6E96A06844B64731B8937150D32B482D"/>
          </w:pPr>
          <w:r w:rsidRPr="009376F7">
            <w:rPr>
              <w:rStyle w:val="Textzstupnhosymbolu"/>
            </w:rPr>
            <w:t>Vyberte položku.</w:t>
          </w:r>
        </w:p>
      </w:docPartBody>
    </w:docPart>
    <w:docPart>
      <w:docPartPr>
        <w:name w:val="B7FB6788BCB54324B43F65C992E1771A"/>
        <w:category>
          <w:name w:val="Obecné"/>
          <w:gallery w:val="placeholder"/>
        </w:category>
        <w:types>
          <w:type w:val="bbPlcHdr"/>
        </w:types>
        <w:behaviors>
          <w:behavior w:val="content"/>
        </w:behaviors>
        <w:guid w:val="{C26C4665-36A8-4B9A-97EE-19A2914ACCF9}"/>
      </w:docPartPr>
      <w:docPartBody>
        <w:p w:rsidR="00965AA2" w:rsidRDefault="00965AA2" w:rsidP="00965AA2">
          <w:pPr>
            <w:pStyle w:val="B7FB6788BCB54324B43F65C992E1771A"/>
          </w:pPr>
          <w:r w:rsidRPr="009376F7">
            <w:rPr>
              <w:rStyle w:val="Textzstupnhosymbolu"/>
            </w:rPr>
            <w:t>Vyberte položku.</w:t>
          </w:r>
        </w:p>
      </w:docPartBody>
    </w:docPart>
    <w:docPart>
      <w:docPartPr>
        <w:name w:val="11842F025ACD4CCF8D2D37B7037EEA94"/>
        <w:category>
          <w:name w:val="Obecné"/>
          <w:gallery w:val="placeholder"/>
        </w:category>
        <w:types>
          <w:type w:val="bbPlcHdr"/>
        </w:types>
        <w:behaviors>
          <w:behavior w:val="content"/>
        </w:behaviors>
        <w:guid w:val="{75820FA8-A95B-436D-B5FD-82F3364B13BC}"/>
      </w:docPartPr>
      <w:docPartBody>
        <w:p w:rsidR="00965AA2" w:rsidRDefault="00965AA2" w:rsidP="00965AA2">
          <w:pPr>
            <w:pStyle w:val="11842F025ACD4CCF8D2D37B7037EEA94"/>
          </w:pPr>
          <w:r w:rsidRPr="009376F7">
            <w:rPr>
              <w:rStyle w:val="Textzstupnhosymbolu"/>
            </w:rPr>
            <w:t>Kliknutím zadáte text.</w:t>
          </w:r>
        </w:p>
      </w:docPartBody>
    </w:docPart>
    <w:docPart>
      <w:docPartPr>
        <w:name w:val="1E299336AEAA441AA8880BA84166A2FF"/>
        <w:category>
          <w:name w:val="Obecné"/>
          <w:gallery w:val="placeholder"/>
        </w:category>
        <w:types>
          <w:type w:val="bbPlcHdr"/>
        </w:types>
        <w:behaviors>
          <w:behavior w:val="content"/>
        </w:behaviors>
        <w:guid w:val="{EC756970-8D0F-42A6-ADA2-AC1A2A60E16F}"/>
      </w:docPartPr>
      <w:docPartBody>
        <w:p w:rsidR="00965AA2" w:rsidRDefault="00965AA2" w:rsidP="00965AA2">
          <w:pPr>
            <w:pStyle w:val="1E299336AEAA441AA8880BA84166A2FF"/>
          </w:pPr>
          <w:r w:rsidRPr="009376F7">
            <w:rPr>
              <w:rStyle w:val="Textzstupnhosymbolu"/>
            </w:rPr>
            <w:t>Vyberte položku.</w:t>
          </w:r>
        </w:p>
      </w:docPartBody>
    </w:docPart>
    <w:docPart>
      <w:docPartPr>
        <w:name w:val="EDC57695B26F481887A6D60A032B0E31"/>
        <w:category>
          <w:name w:val="Obecné"/>
          <w:gallery w:val="placeholder"/>
        </w:category>
        <w:types>
          <w:type w:val="bbPlcHdr"/>
        </w:types>
        <w:behaviors>
          <w:behavior w:val="content"/>
        </w:behaviors>
        <w:guid w:val="{E26ED69D-50DE-4179-917B-38B159B6C19F}"/>
      </w:docPartPr>
      <w:docPartBody>
        <w:p w:rsidR="00965AA2" w:rsidRDefault="00965AA2" w:rsidP="00965AA2">
          <w:pPr>
            <w:pStyle w:val="EDC57695B26F481887A6D60A032B0E31"/>
          </w:pPr>
          <w:r w:rsidRPr="009376F7">
            <w:rPr>
              <w:rStyle w:val="Textzstupnhosymbolu"/>
            </w:rPr>
            <w:t>Vyberte položku.</w:t>
          </w:r>
        </w:p>
      </w:docPartBody>
    </w:docPart>
    <w:docPart>
      <w:docPartPr>
        <w:name w:val="25DE8AF844544EF69507394407E62215"/>
        <w:category>
          <w:name w:val="Obecné"/>
          <w:gallery w:val="placeholder"/>
        </w:category>
        <w:types>
          <w:type w:val="bbPlcHdr"/>
        </w:types>
        <w:behaviors>
          <w:behavior w:val="content"/>
        </w:behaviors>
        <w:guid w:val="{E4149A9C-D6A8-4364-ABC9-DEA566BD199A}"/>
      </w:docPartPr>
      <w:docPartBody>
        <w:p w:rsidR="00C01AD9" w:rsidRDefault="00C01AD9" w:rsidP="00C01AD9">
          <w:pPr>
            <w:pStyle w:val="25DE8AF844544EF69507394407E62215"/>
          </w:pPr>
          <w:r w:rsidRPr="009376F7">
            <w:rPr>
              <w:rStyle w:val="Textzstupnhosymbolu"/>
            </w:rPr>
            <w:t>Kliknutím zadáte text.</w:t>
          </w:r>
        </w:p>
      </w:docPartBody>
    </w:docPart>
    <w:docPart>
      <w:docPartPr>
        <w:name w:val="C24BAC8BE5E64B519FE7C37AEFF98ACD"/>
        <w:category>
          <w:name w:val="Obecné"/>
          <w:gallery w:val="placeholder"/>
        </w:category>
        <w:types>
          <w:type w:val="bbPlcHdr"/>
        </w:types>
        <w:behaviors>
          <w:behavior w:val="content"/>
        </w:behaviors>
        <w:guid w:val="{029A7686-F070-4ADF-B34E-9D88FD2E7EB4}"/>
      </w:docPartPr>
      <w:docPartBody>
        <w:p w:rsidR="00C01AD9" w:rsidRDefault="00C01AD9" w:rsidP="00C01AD9">
          <w:pPr>
            <w:pStyle w:val="C24BAC8BE5E64B519FE7C37AEFF98ACD"/>
          </w:pPr>
          <w:r w:rsidRPr="009376F7">
            <w:rPr>
              <w:rStyle w:val="Textzstupnhosymbolu"/>
            </w:rPr>
            <w:t>Kliknutím zadáte text.</w:t>
          </w:r>
        </w:p>
      </w:docPartBody>
    </w:docPart>
    <w:docPart>
      <w:docPartPr>
        <w:name w:val="93E6474997384FA8AADA8F386FCBB987"/>
        <w:category>
          <w:name w:val="Obecné"/>
          <w:gallery w:val="placeholder"/>
        </w:category>
        <w:types>
          <w:type w:val="bbPlcHdr"/>
        </w:types>
        <w:behaviors>
          <w:behavior w:val="content"/>
        </w:behaviors>
        <w:guid w:val="{AEC3C6B0-EA5C-47A8-9ED5-DE792E7D258F}"/>
      </w:docPartPr>
      <w:docPartBody>
        <w:p w:rsidR="00C01AD9" w:rsidRDefault="00C01AD9" w:rsidP="00C01AD9">
          <w:pPr>
            <w:pStyle w:val="93E6474997384FA8AADA8F386FCBB987"/>
          </w:pPr>
          <w:r w:rsidRPr="009376F7">
            <w:rPr>
              <w:rStyle w:val="Textzstupnhosymbolu"/>
            </w:rPr>
            <w:t>Vyberte položku.</w:t>
          </w:r>
        </w:p>
      </w:docPartBody>
    </w:docPart>
    <w:docPart>
      <w:docPartPr>
        <w:name w:val="860E2E92777F490DACB99E1DCAF6533C"/>
        <w:category>
          <w:name w:val="Obecné"/>
          <w:gallery w:val="placeholder"/>
        </w:category>
        <w:types>
          <w:type w:val="bbPlcHdr"/>
        </w:types>
        <w:behaviors>
          <w:behavior w:val="content"/>
        </w:behaviors>
        <w:guid w:val="{B687BA20-1927-4606-9ADB-01B29568AB6C}"/>
      </w:docPartPr>
      <w:docPartBody>
        <w:p w:rsidR="00C01AD9" w:rsidRDefault="00C01AD9" w:rsidP="00C01AD9">
          <w:pPr>
            <w:pStyle w:val="860E2E92777F490DACB99E1DCAF6533C"/>
          </w:pPr>
          <w:r w:rsidRPr="009376F7">
            <w:rPr>
              <w:rStyle w:val="Textzstupnhosymbolu"/>
            </w:rPr>
            <w:t>Vyberte položku.</w:t>
          </w:r>
        </w:p>
      </w:docPartBody>
    </w:docPart>
    <w:docPart>
      <w:docPartPr>
        <w:name w:val="AEA738251CDF42FFA83FF25493B7916F"/>
        <w:category>
          <w:name w:val="Obecné"/>
          <w:gallery w:val="placeholder"/>
        </w:category>
        <w:types>
          <w:type w:val="bbPlcHdr"/>
        </w:types>
        <w:behaviors>
          <w:behavior w:val="content"/>
        </w:behaviors>
        <w:guid w:val="{CF972A75-9AD7-47D4-9B60-D1AD5B01D5CB}"/>
      </w:docPartPr>
      <w:docPartBody>
        <w:p w:rsidR="00C01AD9" w:rsidRDefault="00C01AD9" w:rsidP="00C01AD9">
          <w:pPr>
            <w:pStyle w:val="AEA738251CDF42FFA83FF25493B7916F"/>
          </w:pPr>
          <w:r w:rsidRPr="009376F7">
            <w:rPr>
              <w:rStyle w:val="Textzstupnhosymbolu"/>
            </w:rPr>
            <w:t>Kliknutím zadáte text.</w:t>
          </w:r>
        </w:p>
      </w:docPartBody>
    </w:docPart>
    <w:docPart>
      <w:docPartPr>
        <w:name w:val="F51B6E72366D42AFA5D844F4AF0C56A1"/>
        <w:category>
          <w:name w:val="Obecné"/>
          <w:gallery w:val="placeholder"/>
        </w:category>
        <w:types>
          <w:type w:val="bbPlcHdr"/>
        </w:types>
        <w:behaviors>
          <w:behavior w:val="content"/>
        </w:behaviors>
        <w:guid w:val="{C5293B34-8D85-4024-98A6-47523B6D54B1}"/>
      </w:docPartPr>
      <w:docPartBody>
        <w:p w:rsidR="00763F6E" w:rsidRDefault="00C01AD9" w:rsidP="00C01AD9">
          <w:pPr>
            <w:pStyle w:val="F51B6E72366D42AFA5D844F4AF0C56A1"/>
          </w:pPr>
          <w:r w:rsidRPr="009376F7">
            <w:rPr>
              <w:rStyle w:val="Textzstupnhosymbolu"/>
            </w:rPr>
            <w:t>Kliknutím zadáte text.</w:t>
          </w:r>
        </w:p>
      </w:docPartBody>
    </w:docPart>
    <w:docPart>
      <w:docPartPr>
        <w:name w:val="ABF00E1883654A5FAC25DCC13A7EEBA2"/>
        <w:category>
          <w:name w:val="Obecné"/>
          <w:gallery w:val="placeholder"/>
        </w:category>
        <w:types>
          <w:type w:val="bbPlcHdr"/>
        </w:types>
        <w:behaviors>
          <w:behavior w:val="content"/>
        </w:behaviors>
        <w:guid w:val="{512D9DEF-E814-45DF-B7FA-10382EA78CFB}"/>
      </w:docPartPr>
      <w:docPartBody>
        <w:p w:rsidR="00763F6E" w:rsidRDefault="00C01AD9" w:rsidP="00C01AD9">
          <w:pPr>
            <w:pStyle w:val="ABF00E1883654A5FAC25DCC13A7EEBA2"/>
          </w:pPr>
          <w:r w:rsidRPr="009376F7">
            <w:rPr>
              <w:rStyle w:val="Textzstupnhosymbolu"/>
            </w:rPr>
            <w:t>Vyberte položku.</w:t>
          </w:r>
        </w:p>
      </w:docPartBody>
    </w:docPart>
    <w:docPart>
      <w:docPartPr>
        <w:name w:val="AB9F34CACB244EDA95660E2EF8B08B46"/>
        <w:category>
          <w:name w:val="Obecné"/>
          <w:gallery w:val="placeholder"/>
        </w:category>
        <w:types>
          <w:type w:val="bbPlcHdr"/>
        </w:types>
        <w:behaviors>
          <w:behavior w:val="content"/>
        </w:behaviors>
        <w:guid w:val="{3F41A190-483C-4CF6-B137-50793A8D7FB6}"/>
      </w:docPartPr>
      <w:docPartBody>
        <w:p w:rsidR="00763F6E" w:rsidRDefault="00C01AD9" w:rsidP="00C01AD9">
          <w:pPr>
            <w:pStyle w:val="AB9F34CACB244EDA95660E2EF8B08B46"/>
          </w:pPr>
          <w:r w:rsidRPr="009376F7">
            <w:rPr>
              <w:rStyle w:val="Textzstupnhosymbolu"/>
            </w:rPr>
            <w:t>Vyberte položku.</w:t>
          </w:r>
        </w:p>
      </w:docPartBody>
    </w:docPart>
    <w:docPart>
      <w:docPartPr>
        <w:name w:val="4E4D5CDE3DBF4874918F78562810D234"/>
        <w:category>
          <w:name w:val="Obecné"/>
          <w:gallery w:val="placeholder"/>
        </w:category>
        <w:types>
          <w:type w:val="bbPlcHdr"/>
        </w:types>
        <w:behaviors>
          <w:behavior w:val="content"/>
        </w:behaviors>
        <w:guid w:val="{70C34376-0531-404C-A8B9-E4C420067A05}"/>
      </w:docPartPr>
      <w:docPartBody>
        <w:p w:rsidR="00763F6E" w:rsidRDefault="00C01AD9" w:rsidP="00C01AD9">
          <w:pPr>
            <w:pStyle w:val="4E4D5CDE3DBF4874918F78562810D234"/>
          </w:pPr>
          <w:r w:rsidRPr="00956C00">
            <w:rPr>
              <w:rStyle w:val="Textzstupnhosymbolu"/>
              <w:rFonts w:ascii="Times New Roman" w:hAnsi="Times New Roman"/>
              <w:sz w:val="24"/>
              <w:szCs w:val="24"/>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2"/>
  </w:compat>
  <w:rsids>
    <w:rsidRoot w:val="00F30FE5"/>
    <w:rsid w:val="00097243"/>
    <w:rsid w:val="00225758"/>
    <w:rsid w:val="00313F72"/>
    <w:rsid w:val="003C782B"/>
    <w:rsid w:val="003E5163"/>
    <w:rsid w:val="00421194"/>
    <w:rsid w:val="005228D2"/>
    <w:rsid w:val="00630F0D"/>
    <w:rsid w:val="00717DC9"/>
    <w:rsid w:val="00763F6E"/>
    <w:rsid w:val="00877E08"/>
    <w:rsid w:val="008D2D67"/>
    <w:rsid w:val="00965AA2"/>
    <w:rsid w:val="00A32A70"/>
    <w:rsid w:val="00B55626"/>
    <w:rsid w:val="00B80697"/>
    <w:rsid w:val="00BB46FC"/>
    <w:rsid w:val="00BC4903"/>
    <w:rsid w:val="00BF2F80"/>
    <w:rsid w:val="00C01AD9"/>
    <w:rsid w:val="00C076A0"/>
    <w:rsid w:val="00D7121E"/>
    <w:rsid w:val="00DD568E"/>
    <w:rsid w:val="00E04F76"/>
    <w:rsid w:val="00F30FE5"/>
    <w:rsid w:val="00F37FC6"/>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65AA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C01AD9"/>
  </w:style>
  <w:style w:type="paragraph" w:customStyle="1" w:styleId="1CC9EE9F242A4630B1C380571E571C94">
    <w:name w:val="1CC9EE9F242A4630B1C380571E571C94"/>
    <w:rsid w:val="00965AA2"/>
  </w:style>
  <w:style w:type="paragraph" w:customStyle="1" w:styleId="A38EE51644DC41D08CD5E1B05C0F941C">
    <w:name w:val="A38EE51644DC41D08CD5E1B05C0F941C"/>
    <w:rsid w:val="00965AA2"/>
  </w:style>
  <w:style w:type="paragraph" w:customStyle="1" w:styleId="A0DD9F8B75F84D86B20EC7D4B3373659">
    <w:name w:val="A0DD9F8B75F84D86B20EC7D4B3373659"/>
    <w:rsid w:val="00965AA2"/>
  </w:style>
  <w:style w:type="paragraph" w:customStyle="1" w:styleId="0C3D8AB3AF5C4214BF0A5D12A5FC682C">
    <w:name w:val="0C3D8AB3AF5C4214BF0A5D12A5FC682C"/>
    <w:rsid w:val="00965AA2"/>
  </w:style>
  <w:style w:type="paragraph" w:customStyle="1" w:styleId="A4EE9383FA9144E6B256B046C5FCA74B">
    <w:name w:val="A4EE9383FA9144E6B256B046C5FCA74B"/>
    <w:rsid w:val="00965AA2"/>
  </w:style>
  <w:style w:type="paragraph" w:customStyle="1" w:styleId="3792185283A24D72976F4BF6B169F1F5">
    <w:name w:val="3792185283A24D72976F4BF6B169F1F5"/>
    <w:rsid w:val="00965AA2"/>
  </w:style>
  <w:style w:type="paragraph" w:customStyle="1" w:styleId="E95A9AAE94044DD7936E44FD97FE5D07">
    <w:name w:val="E95A9AAE94044DD7936E44FD97FE5D07"/>
    <w:rsid w:val="00965AA2"/>
  </w:style>
  <w:style w:type="paragraph" w:customStyle="1" w:styleId="8399BAEAFF8E42C396CDAB3E459C8545">
    <w:name w:val="8399BAEAFF8E42C396CDAB3E459C8545"/>
    <w:rsid w:val="00965AA2"/>
  </w:style>
  <w:style w:type="paragraph" w:customStyle="1" w:styleId="DAE12FA518224E8E8264C16B7E626B63">
    <w:name w:val="DAE12FA518224E8E8264C16B7E626B63"/>
    <w:rsid w:val="00965AA2"/>
  </w:style>
  <w:style w:type="paragraph" w:customStyle="1" w:styleId="0E05B5BDE74F4C32BB28798D99C9C0E7">
    <w:name w:val="0E05B5BDE74F4C32BB28798D99C9C0E7"/>
    <w:rsid w:val="00965AA2"/>
  </w:style>
  <w:style w:type="paragraph" w:customStyle="1" w:styleId="4E3F7D84A1B745A0957ADE84DD288DB4">
    <w:name w:val="4E3F7D84A1B745A0957ADE84DD288DB4"/>
    <w:rsid w:val="00965AA2"/>
  </w:style>
  <w:style w:type="paragraph" w:customStyle="1" w:styleId="E9FD8025827E46988DDEFEAA3231417B">
    <w:name w:val="E9FD8025827E46988DDEFEAA3231417B"/>
    <w:rsid w:val="00965AA2"/>
  </w:style>
  <w:style w:type="paragraph" w:customStyle="1" w:styleId="A5F367A1FF20474189D5507A88FC18C7">
    <w:name w:val="A5F367A1FF20474189D5507A88FC18C7"/>
    <w:rsid w:val="00965AA2"/>
  </w:style>
  <w:style w:type="paragraph" w:customStyle="1" w:styleId="01C50F9449E141E7BA7ADDAF5440B256">
    <w:name w:val="01C50F9449E141E7BA7ADDAF5440B256"/>
    <w:rsid w:val="00965AA2"/>
  </w:style>
  <w:style w:type="paragraph" w:customStyle="1" w:styleId="9C76AA8AAB164CA0A2258E0C68C4D4A4">
    <w:name w:val="9C76AA8AAB164CA0A2258E0C68C4D4A4"/>
    <w:rsid w:val="00965AA2"/>
  </w:style>
  <w:style w:type="paragraph" w:customStyle="1" w:styleId="22112ADE226C4D1AA95FFA962AC91820">
    <w:name w:val="22112ADE226C4D1AA95FFA962AC91820"/>
    <w:rsid w:val="00965AA2"/>
  </w:style>
  <w:style w:type="paragraph" w:customStyle="1" w:styleId="49EC1DB1F19C4BEC879173103B638291">
    <w:name w:val="49EC1DB1F19C4BEC879173103B638291"/>
    <w:rsid w:val="00965AA2"/>
  </w:style>
  <w:style w:type="paragraph" w:customStyle="1" w:styleId="A1A812F64DED4A2DB2C049B32B438EAE">
    <w:name w:val="A1A812F64DED4A2DB2C049B32B438EAE"/>
    <w:rsid w:val="00965AA2"/>
  </w:style>
  <w:style w:type="paragraph" w:customStyle="1" w:styleId="2A7280121A774762A688CA580DFFFA19">
    <w:name w:val="2A7280121A774762A688CA580DFFFA19"/>
    <w:rsid w:val="00965AA2"/>
  </w:style>
  <w:style w:type="paragraph" w:customStyle="1" w:styleId="FFB7240B57434291910F4601EF5DAE12">
    <w:name w:val="FFB7240B57434291910F4601EF5DAE12"/>
    <w:rsid w:val="00965AA2"/>
  </w:style>
  <w:style w:type="paragraph" w:customStyle="1" w:styleId="7EBC4BCD55E246D89159D8EAB5EDEC27">
    <w:name w:val="7EBC4BCD55E246D89159D8EAB5EDEC27"/>
    <w:rsid w:val="00965AA2"/>
  </w:style>
  <w:style w:type="paragraph" w:customStyle="1" w:styleId="124F81314B244934BBB059F27BB5F950">
    <w:name w:val="124F81314B244934BBB059F27BB5F950"/>
    <w:rsid w:val="00965AA2"/>
  </w:style>
  <w:style w:type="paragraph" w:customStyle="1" w:styleId="7BCEE3CBBD9A40AE8DC86E36E254FF61">
    <w:name w:val="7BCEE3CBBD9A40AE8DC86E36E254FF61"/>
    <w:rsid w:val="00965AA2"/>
  </w:style>
  <w:style w:type="paragraph" w:customStyle="1" w:styleId="2938FD3843C444F8A6A812C82424D00B">
    <w:name w:val="2938FD3843C444F8A6A812C82424D00B"/>
    <w:rsid w:val="00965AA2"/>
  </w:style>
  <w:style w:type="paragraph" w:customStyle="1" w:styleId="8519F6828F3C40C595629BC70B7DA8CB">
    <w:name w:val="8519F6828F3C40C595629BC70B7DA8CB"/>
    <w:rsid w:val="00965AA2"/>
  </w:style>
  <w:style w:type="paragraph" w:customStyle="1" w:styleId="52D4274B114E4986A9CDDB42D40ABEEB">
    <w:name w:val="52D4274B114E4986A9CDDB42D40ABEEB"/>
    <w:rsid w:val="00965AA2"/>
  </w:style>
  <w:style w:type="paragraph" w:customStyle="1" w:styleId="32E103C0F3F44F9A8EAEFCB96326F4BF">
    <w:name w:val="32E103C0F3F44F9A8EAEFCB96326F4BF"/>
    <w:rsid w:val="00965AA2"/>
  </w:style>
  <w:style w:type="paragraph" w:customStyle="1" w:styleId="02FBE4875D0D4FBEA3D2ACF4F54D9A59">
    <w:name w:val="02FBE4875D0D4FBEA3D2ACF4F54D9A59"/>
    <w:rsid w:val="00965AA2"/>
  </w:style>
  <w:style w:type="paragraph" w:customStyle="1" w:styleId="FEF918A9780745B6AD03D1403C925417">
    <w:name w:val="FEF918A9780745B6AD03D1403C925417"/>
    <w:rsid w:val="00965AA2"/>
  </w:style>
  <w:style w:type="paragraph" w:customStyle="1" w:styleId="AD0938666CF34FBCAE05E337FF588BB4">
    <w:name w:val="AD0938666CF34FBCAE05E337FF588BB4"/>
    <w:rsid w:val="00965AA2"/>
  </w:style>
  <w:style w:type="paragraph" w:customStyle="1" w:styleId="CEF9EE26047C44BBBDCA7C013D9F2FBE">
    <w:name w:val="CEF9EE26047C44BBBDCA7C013D9F2FBE"/>
    <w:rsid w:val="00965AA2"/>
  </w:style>
  <w:style w:type="paragraph" w:customStyle="1" w:styleId="E6BAFF979854465488481162FEE60872">
    <w:name w:val="E6BAFF979854465488481162FEE60872"/>
    <w:rsid w:val="00965AA2"/>
  </w:style>
  <w:style w:type="paragraph" w:customStyle="1" w:styleId="46D64D5B162E452384188206CDFCC010">
    <w:name w:val="46D64D5B162E452384188206CDFCC010"/>
    <w:rsid w:val="00965AA2"/>
  </w:style>
  <w:style w:type="paragraph" w:customStyle="1" w:styleId="0FD9667E10AB484D89A17B291461795D">
    <w:name w:val="0FD9667E10AB484D89A17B291461795D"/>
    <w:rsid w:val="00965AA2"/>
  </w:style>
  <w:style w:type="paragraph" w:customStyle="1" w:styleId="FD8CDD47B2644FB6BE0B3FC0B0D03ED4">
    <w:name w:val="FD8CDD47B2644FB6BE0B3FC0B0D03ED4"/>
    <w:rsid w:val="00965AA2"/>
  </w:style>
  <w:style w:type="paragraph" w:customStyle="1" w:styleId="E6B872E7580D4C978C1F4711D2B4A74E">
    <w:name w:val="E6B872E7580D4C978C1F4711D2B4A74E"/>
    <w:rsid w:val="00965AA2"/>
  </w:style>
  <w:style w:type="paragraph" w:customStyle="1" w:styleId="61B2AF5C317A4A289E9AAA79B217C22C">
    <w:name w:val="61B2AF5C317A4A289E9AAA79B217C22C"/>
    <w:rsid w:val="00F30FE5"/>
  </w:style>
  <w:style w:type="paragraph" w:customStyle="1" w:styleId="245CCBB674854B119DBD63E7B747A71C">
    <w:name w:val="245CCBB674854B119DBD63E7B747A71C"/>
    <w:rsid w:val="00F30FE5"/>
  </w:style>
  <w:style w:type="paragraph" w:customStyle="1" w:styleId="1123DE558B8F43168209FB221945A108">
    <w:name w:val="1123DE558B8F43168209FB221945A108"/>
    <w:rsid w:val="00F30FE5"/>
  </w:style>
  <w:style w:type="paragraph" w:customStyle="1" w:styleId="24211962E4204FF790FEBE941C7BF768">
    <w:name w:val="24211962E4204FF790FEBE941C7BF768"/>
    <w:rsid w:val="00F30FE5"/>
  </w:style>
  <w:style w:type="paragraph" w:customStyle="1" w:styleId="2448AC8CF3864C0CB68486CCADFB9183">
    <w:name w:val="2448AC8CF3864C0CB68486CCADFB9183"/>
    <w:rsid w:val="00F30FE5"/>
  </w:style>
  <w:style w:type="paragraph" w:customStyle="1" w:styleId="1C3786F93C0149D78D91F8C0164F078D">
    <w:name w:val="1C3786F93C0149D78D91F8C0164F078D"/>
    <w:rsid w:val="00DD568E"/>
  </w:style>
  <w:style w:type="paragraph" w:customStyle="1" w:styleId="0A7E1F71BD964F1EAE312F232576EF76">
    <w:name w:val="0A7E1F71BD964F1EAE312F232576EF76"/>
    <w:rsid w:val="00DD568E"/>
  </w:style>
  <w:style w:type="paragraph" w:customStyle="1" w:styleId="557833455A204DEDB54FB47EEA85B7B3">
    <w:name w:val="557833455A204DEDB54FB47EEA85B7B3"/>
    <w:rsid w:val="00DD568E"/>
  </w:style>
  <w:style w:type="paragraph" w:customStyle="1" w:styleId="14FD09655B8E4500AA758E1F0B6410E3">
    <w:name w:val="14FD09655B8E4500AA758E1F0B6410E3"/>
    <w:rsid w:val="00DD568E"/>
  </w:style>
  <w:style w:type="paragraph" w:customStyle="1" w:styleId="C07E5227E959458E942F1EEB396E3511">
    <w:name w:val="C07E5227E959458E942F1EEB396E3511"/>
    <w:rsid w:val="00DD568E"/>
  </w:style>
  <w:style w:type="paragraph" w:customStyle="1" w:styleId="13E08ACBDA1540358BBA8F17EC3DDFA4">
    <w:name w:val="13E08ACBDA1540358BBA8F17EC3DDFA4"/>
    <w:rsid w:val="00DD568E"/>
  </w:style>
  <w:style w:type="paragraph" w:customStyle="1" w:styleId="8D9D2FE4985E4D98A13E03878D40E896">
    <w:name w:val="8D9D2FE4985E4D98A13E03878D40E896"/>
    <w:rsid w:val="00DD568E"/>
  </w:style>
  <w:style w:type="paragraph" w:customStyle="1" w:styleId="570511297BF44A89B44A1A3EB74277F3">
    <w:name w:val="570511297BF44A89B44A1A3EB74277F3"/>
    <w:rsid w:val="00DD568E"/>
  </w:style>
  <w:style w:type="paragraph" w:customStyle="1" w:styleId="D4E6F84F1EA044A7A2C3D78F22286DCF">
    <w:name w:val="D4E6F84F1EA044A7A2C3D78F22286DCF"/>
    <w:rsid w:val="00225758"/>
  </w:style>
  <w:style w:type="paragraph" w:customStyle="1" w:styleId="E7D62E8BF3244648A61E9E612E09BCEA">
    <w:name w:val="E7D62E8BF3244648A61E9E612E09BCEA"/>
    <w:rsid w:val="00225758"/>
  </w:style>
  <w:style w:type="paragraph" w:customStyle="1" w:styleId="E32E377498D642B5BDA043D9817C99AC">
    <w:name w:val="E32E377498D642B5BDA043D9817C99AC"/>
    <w:rsid w:val="00225758"/>
  </w:style>
  <w:style w:type="paragraph" w:customStyle="1" w:styleId="CC1E2890F346409DA52EF9BE7251A8D7">
    <w:name w:val="CC1E2890F346409DA52EF9BE7251A8D7"/>
    <w:rsid w:val="00225758"/>
  </w:style>
  <w:style w:type="paragraph" w:customStyle="1" w:styleId="2BB1C2C568C149DCAF6347E89EC99A45">
    <w:name w:val="2BB1C2C568C149DCAF6347E89EC99A45"/>
    <w:rsid w:val="00225758"/>
  </w:style>
  <w:style w:type="paragraph" w:customStyle="1" w:styleId="296C1732E7A840BE96E3869FF54CD859">
    <w:name w:val="296C1732E7A840BE96E3869FF54CD859"/>
    <w:rsid w:val="00225758"/>
  </w:style>
  <w:style w:type="paragraph" w:customStyle="1" w:styleId="BC96B51BA8684D2A8CC1235A9DE6C576">
    <w:name w:val="BC96B51BA8684D2A8CC1235A9DE6C576"/>
    <w:rsid w:val="00225758"/>
  </w:style>
  <w:style w:type="paragraph" w:customStyle="1" w:styleId="2C5D99E0CBCF4B5284192F5D78B2DA86">
    <w:name w:val="2C5D99E0CBCF4B5284192F5D78B2DA86"/>
    <w:rsid w:val="00225758"/>
  </w:style>
  <w:style w:type="paragraph" w:customStyle="1" w:styleId="7FC0B30CE2454528AEE32AC6EC4DAB15">
    <w:name w:val="7FC0B30CE2454528AEE32AC6EC4DAB15"/>
    <w:rsid w:val="00225758"/>
  </w:style>
  <w:style w:type="paragraph" w:customStyle="1" w:styleId="C60224C2C9A94834B169140AD38FB612">
    <w:name w:val="C60224C2C9A94834B169140AD38FB612"/>
    <w:rsid w:val="00225758"/>
  </w:style>
  <w:style w:type="paragraph" w:customStyle="1" w:styleId="EF8B492964B547DA97BBF6788EC7B823">
    <w:name w:val="EF8B492964B547DA97BBF6788EC7B823"/>
    <w:rsid w:val="00225758"/>
  </w:style>
  <w:style w:type="paragraph" w:customStyle="1" w:styleId="B75A8F1D4EA6447AB32E7810E936241A">
    <w:name w:val="B75A8F1D4EA6447AB32E7810E936241A"/>
    <w:rsid w:val="00225758"/>
  </w:style>
  <w:style w:type="paragraph" w:customStyle="1" w:styleId="69354B3C1E9549FCBA267F90FC156F64">
    <w:name w:val="69354B3C1E9549FCBA267F90FC156F64"/>
    <w:rsid w:val="00225758"/>
  </w:style>
  <w:style w:type="paragraph" w:customStyle="1" w:styleId="4625270A21984CFD841B8328218531A4">
    <w:name w:val="4625270A21984CFD841B8328218531A4"/>
    <w:rsid w:val="00225758"/>
  </w:style>
  <w:style w:type="paragraph" w:customStyle="1" w:styleId="42A6381C19AE4557BD02AE3C6CBE10BB">
    <w:name w:val="42A6381C19AE4557BD02AE3C6CBE10BB"/>
    <w:rsid w:val="00225758"/>
  </w:style>
  <w:style w:type="paragraph" w:customStyle="1" w:styleId="ACD0389243974B7E85ACAE69D786DF28">
    <w:name w:val="ACD0389243974B7E85ACAE69D786DF28"/>
    <w:rsid w:val="00225758"/>
  </w:style>
  <w:style w:type="paragraph" w:customStyle="1" w:styleId="38BFBD196E3F479BA155B0FDAE580685">
    <w:name w:val="38BFBD196E3F479BA155B0FDAE580685"/>
    <w:rsid w:val="00225758"/>
  </w:style>
  <w:style w:type="paragraph" w:customStyle="1" w:styleId="84BC149932144B5FBB63401711C86D28">
    <w:name w:val="84BC149932144B5FBB63401711C86D28"/>
    <w:rsid w:val="00877E08"/>
  </w:style>
  <w:style w:type="paragraph" w:customStyle="1" w:styleId="C810F133DC754698A05F38D4286A31F9">
    <w:name w:val="C810F133DC754698A05F38D4286A31F9"/>
    <w:rsid w:val="00877E08"/>
  </w:style>
  <w:style w:type="paragraph" w:customStyle="1" w:styleId="783130EEC2064AA187274A221AB7D14F">
    <w:name w:val="783130EEC2064AA187274A221AB7D14F"/>
    <w:rsid w:val="00877E08"/>
  </w:style>
  <w:style w:type="paragraph" w:customStyle="1" w:styleId="4300ECAD573747C4AB0C519FEF907A40">
    <w:name w:val="4300ECAD573747C4AB0C519FEF907A40"/>
    <w:rsid w:val="00877E08"/>
  </w:style>
  <w:style w:type="paragraph" w:customStyle="1" w:styleId="926610293B3E4750B830E4D6078DC959">
    <w:name w:val="926610293B3E4750B830E4D6078DC959"/>
    <w:rsid w:val="00877E08"/>
  </w:style>
  <w:style w:type="paragraph" w:customStyle="1" w:styleId="4C06DA10C6854A3A999AE5804DEACBBF">
    <w:name w:val="4C06DA10C6854A3A999AE5804DEACBBF"/>
    <w:rsid w:val="00877E08"/>
  </w:style>
  <w:style w:type="paragraph" w:customStyle="1" w:styleId="843D997920CD4AEAB663E92C572EE419">
    <w:name w:val="843D997920CD4AEAB663E92C572EE419"/>
    <w:rsid w:val="00877E08"/>
  </w:style>
  <w:style w:type="paragraph" w:customStyle="1" w:styleId="9824DB9427C645B2BF96AE20E3673BB7">
    <w:name w:val="9824DB9427C645B2BF96AE20E3673BB7"/>
    <w:rsid w:val="00877E08"/>
  </w:style>
  <w:style w:type="paragraph" w:customStyle="1" w:styleId="A5236D4CD208453A96E236E198DAF78F">
    <w:name w:val="A5236D4CD208453A96E236E198DAF78F"/>
    <w:rsid w:val="00877E08"/>
  </w:style>
  <w:style w:type="paragraph" w:customStyle="1" w:styleId="9292BF875E224792B4B4A00602DF162D">
    <w:name w:val="9292BF875E224792B4B4A00602DF162D"/>
    <w:rsid w:val="00877E08"/>
  </w:style>
  <w:style w:type="paragraph" w:customStyle="1" w:styleId="4169CF1E23F24D6CAC68497784CB6268">
    <w:name w:val="4169CF1E23F24D6CAC68497784CB6268"/>
    <w:rsid w:val="00877E08"/>
  </w:style>
  <w:style w:type="paragraph" w:customStyle="1" w:styleId="A897B0CFE56A493381D94BC07DB87E43">
    <w:name w:val="A897B0CFE56A493381D94BC07DB87E43"/>
    <w:rsid w:val="00877E08"/>
  </w:style>
  <w:style w:type="paragraph" w:customStyle="1" w:styleId="095788B768754E349D1023DF6E0D4A28">
    <w:name w:val="095788B768754E349D1023DF6E0D4A28"/>
    <w:rsid w:val="00877E08"/>
  </w:style>
  <w:style w:type="paragraph" w:customStyle="1" w:styleId="92198DE134794DFE966B85B1FE653668">
    <w:name w:val="92198DE134794DFE966B85B1FE653668"/>
    <w:rsid w:val="00877E08"/>
  </w:style>
  <w:style w:type="paragraph" w:customStyle="1" w:styleId="5ED415FEA70646D4A74FF9EA0D3FEE73">
    <w:name w:val="5ED415FEA70646D4A74FF9EA0D3FEE73"/>
    <w:rsid w:val="00877E08"/>
  </w:style>
  <w:style w:type="paragraph" w:customStyle="1" w:styleId="3088700F1EBB404A8DAB2F6CB7369049">
    <w:name w:val="3088700F1EBB404A8DAB2F6CB7369049"/>
    <w:rsid w:val="00877E08"/>
  </w:style>
  <w:style w:type="paragraph" w:customStyle="1" w:styleId="31A7C2381EA040B9A332E63604C42B7F">
    <w:name w:val="31A7C2381EA040B9A332E63604C42B7F"/>
    <w:rsid w:val="00877E08"/>
  </w:style>
  <w:style w:type="paragraph" w:customStyle="1" w:styleId="31929F2389DF446B803D6000E62118BA">
    <w:name w:val="31929F2389DF446B803D6000E62118BA"/>
    <w:rsid w:val="00877E08"/>
  </w:style>
  <w:style w:type="paragraph" w:customStyle="1" w:styleId="13F950F65E6B4F528D02D19956537A3D">
    <w:name w:val="13F950F65E6B4F528D02D19956537A3D"/>
    <w:rsid w:val="00877E08"/>
  </w:style>
  <w:style w:type="paragraph" w:customStyle="1" w:styleId="6A9D8205ED964082A3207B5A049594FD">
    <w:name w:val="6A9D8205ED964082A3207B5A049594FD"/>
    <w:rsid w:val="00877E08"/>
  </w:style>
  <w:style w:type="paragraph" w:customStyle="1" w:styleId="13B12368BB8C41D79915D174C8A2B813">
    <w:name w:val="13B12368BB8C41D79915D174C8A2B813"/>
    <w:rsid w:val="00877E08"/>
  </w:style>
  <w:style w:type="paragraph" w:customStyle="1" w:styleId="BFC10CFD6A144B21A01461B99AD908E6">
    <w:name w:val="BFC10CFD6A144B21A01461B99AD908E6"/>
    <w:rsid w:val="00877E08"/>
  </w:style>
  <w:style w:type="paragraph" w:customStyle="1" w:styleId="71413CBB89C241E591E6F3E8EEC4F200">
    <w:name w:val="71413CBB89C241E591E6F3E8EEC4F200"/>
    <w:rsid w:val="00877E08"/>
  </w:style>
  <w:style w:type="paragraph" w:customStyle="1" w:styleId="B9E39072A6814C9DBE2F86811505E509">
    <w:name w:val="B9E39072A6814C9DBE2F86811505E509"/>
    <w:rsid w:val="00877E08"/>
  </w:style>
  <w:style w:type="paragraph" w:customStyle="1" w:styleId="446C7A00720046CE92FD1B46563DC4A4">
    <w:name w:val="446C7A00720046CE92FD1B46563DC4A4"/>
    <w:rsid w:val="00877E08"/>
  </w:style>
  <w:style w:type="paragraph" w:customStyle="1" w:styleId="9219F72DE7634B638E7C9D62AC4491FD">
    <w:name w:val="9219F72DE7634B638E7C9D62AC4491FD"/>
    <w:rsid w:val="00877E08"/>
  </w:style>
  <w:style w:type="paragraph" w:customStyle="1" w:styleId="5C7A6282DD2B446EA21D4485A307BFA3">
    <w:name w:val="5C7A6282DD2B446EA21D4485A307BFA3"/>
    <w:rsid w:val="00877E08"/>
  </w:style>
  <w:style w:type="paragraph" w:customStyle="1" w:styleId="106411B45C6F4A4190B3688C4BF8830E">
    <w:name w:val="106411B45C6F4A4190B3688C4BF8830E"/>
    <w:rsid w:val="00877E08"/>
  </w:style>
  <w:style w:type="paragraph" w:customStyle="1" w:styleId="863B8BAA3D214837B5C1E088AE08E3B6">
    <w:name w:val="863B8BAA3D214837B5C1E088AE08E3B6"/>
    <w:rsid w:val="00877E08"/>
  </w:style>
  <w:style w:type="paragraph" w:customStyle="1" w:styleId="C8DD2F8343D6489C93B438C769D7C571">
    <w:name w:val="C8DD2F8343D6489C93B438C769D7C571"/>
    <w:rsid w:val="00877E08"/>
  </w:style>
  <w:style w:type="paragraph" w:customStyle="1" w:styleId="B56A3C6559E14484B65C8F3A586E7095">
    <w:name w:val="B56A3C6559E14484B65C8F3A586E7095"/>
    <w:rsid w:val="00877E08"/>
  </w:style>
  <w:style w:type="paragraph" w:customStyle="1" w:styleId="7FA0FE63187043F6948A025E1581C83A">
    <w:name w:val="7FA0FE63187043F6948A025E1581C83A"/>
    <w:rsid w:val="00877E08"/>
  </w:style>
  <w:style w:type="paragraph" w:customStyle="1" w:styleId="CD51D7AC9D6E43F1801E0D7D3DAB228F">
    <w:name w:val="CD51D7AC9D6E43F1801E0D7D3DAB228F"/>
    <w:rsid w:val="00877E08"/>
  </w:style>
  <w:style w:type="paragraph" w:customStyle="1" w:styleId="E6F8B62E7B5A4A0A8F91046D77700D05">
    <w:name w:val="E6F8B62E7B5A4A0A8F91046D77700D05"/>
    <w:rsid w:val="00877E08"/>
  </w:style>
  <w:style w:type="paragraph" w:customStyle="1" w:styleId="DD0F59BE27DA4590946A5AEBEAE90D64">
    <w:name w:val="DD0F59BE27DA4590946A5AEBEAE90D64"/>
    <w:rsid w:val="00877E08"/>
  </w:style>
  <w:style w:type="paragraph" w:customStyle="1" w:styleId="1CC9EE9F242A4630B1C380571E571C941">
    <w:name w:val="1CC9EE9F242A4630B1C380571E571C941"/>
    <w:rsid w:val="00421194"/>
    <w:pPr>
      <w:spacing w:after="200" w:line="276" w:lineRule="auto"/>
    </w:pPr>
    <w:rPr>
      <w:rFonts w:ascii="Calibri" w:eastAsia="Calibri" w:hAnsi="Calibri" w:cs="Times New Roman"/>
      <w:lang w:eastAsia="en-US"/>
    </w:rPr>
  </w:style>
  <w:style w:type="paragraph" w:customStyle="1" w:styleId="A38EE51644DC41D08CD5E1B05C0F941C1">
    <w:name w:val="A38EE51644DC41D08CD5E1B05C0F941C1"/>
    <w:rsid w:val="00421194"/>
    <w:pPr>
      <w:spacing w:after="200" w:line="276" w:lineRule="auto"/>
    </w:pPr>
    <w:rPr>
      <w:rFonts w:ascii="Calibri" w:eastAsia="Calibri" w:hAnsi="Calibri" w:cs="Times New Roman"/>
      <w:lang w:eastAsia="en-US"/>
    </w:rPr>
  </w:style>
  <w:style w:type="paragraph" w:customStyle="1" w:styleId="A0DD9F8B75F84D86B20EC7D4B33736591">
    <w:name w:val="A0DD9F8B75F84D86B20EC7D4B33736591"/>
    <w:rsid w:val="00421194"/>
    <w:pPr>
      <w:spacing w:after="200" w:line="276" w:lineRule="auto"/>
    </w:pPr>
    <w:rPr>
      <w:rFonts w:ascii="Calibri" w:eastAsia="Calibri" w:hAnsi="Calibri" w:cs="Times New Roman"/>
      <w:lang w:eastAsia="en-US"/>
    </w:rPr>
  </w:style>
  <w:style w:type="paragraph" w:customStyle="1" w:styleId="0C3D8AB3AF5C4214BF0A5D12A5FC682C1">
    <w:name w:val="0C3D8AB3AF5C4214BF0A5D12A5FC682C1"/>
    <w:rsid w:val="00421194"/>
    <w:pPr>
      <w:spacing w:after="200" w:line="276" w:lineRule="auto"/>
    </w:pPr>
    <w:rPr>
      <w:rFonts w:ascii="Calibri" w:eastAsia="Calibri" w:hAnsi="Calibri" w:cs="Times New Roman"/>
      <w:lang w:eastAsia="en-US"/>
    </w:rPr>
  </w:style>
  <w:style w:type="paragraph" w:customStyle="1" w:styleId="A4EE9383FA9144E6B256B046C5FCA74B1">
    <w:name w:val="A4EE9383FA9144E6B256B046C5FCA74B1"/>
    <w:rsid w:val="00421194"/>
    <w:pPr>
      <w:spacing w:after="200" w:line="276" w:lineRule="auto"/>
    </w:pPr>
    <w:rPr>
      <w:rFonts w:ascii="Calibri" w:eastAsia="Calibri" w:hAnsi="Calibri" w:cs="Times New Roman"/>
      <w:lang w:eastAsia="en-US"/>
    </w:rPr>
  </w:style>
  <w:style w:type="paragraph" w:customStyle="1" w:styleId="3792185283A24D72976F4BF6B169F1F51">
    <w:name w:val="3792185283A24D72976F4BF6B169F1F51"/>
    <w:rsid w:val="00421194"/>
    <w:pPr>
      <w:spacing w:after="200" w:line="276" w:lineRule="auto"/>
    </w:pPr>
    <w:rPr>
      <w:rFonts w:ascii="Calibri" w:eastAsia="Calibri" w:hAnsi="Calibri" w:cs="Times New Roman"/>
      <w:lang w:eastAsia="en-US"/>
    </w:rPr>
  </w:style>
  <w:style w:type="paragraph" w:customStyle="1" w:styleId="1CC9EE9F242A4630B1C380571E571C942">
    <w:name w:val="1CC9EE9F242A4630B1C380571E571C942"/>
    <w:rsid w:val="00421194"/>
    <w:pPr>
      <w:spacing w:after="200" w:line="276" w:lineRule="auto"/>
    </w:pPr>
    <w:rPr>
      <w:rFonts w:ascii="Calibri" w:eastAsia="Calibri" w:hAnsi="Calibri" w:cs="Times New Roman"/>
      <w:lang w:eastAsia="en-US"/>
    </w:rPr>
  </w:style>
  <w:style w:type="paragraph" w:customStyle="1" w:styleId="A38EE51644DC41D08CD5E1B05C0F941C2">
    <w:name w:val="A38EE51644DC41D08CD5E1B05C0F941C2"/>
    <w:rsid w:val="00421194"/>
    <w:pPr>
      <w:spacing w:after="200" w:line="276" w:lineRule="auto"/>
    </w:pPr>
    <w:rPr>
      <w:rFonts w:ascii="Calibri" w:eastAsia="Calibri" w:hAnsi="Calibri" w:cs="Times New Roman"/>
      <w:lang w:eastAsia="en-US"/>
    </w:rPr>
  </w:style>
  <w:style w:type="paragraph" w:customStyle="1" w:styleId="A0DD9F8B75F84D86B20EC7D4B33736592">
    <w:name w:val="A0DD9F8B75F84D86B20EC7D4B33736592"/>
    <w:rsid w:val="00421194"/>
    <w:pPr>
      <w:spacing w:after="200" w:line="276" w:lineRule="auto"/>
    </w:pPr>
    <w:rPr>
      <w:rFonts w:ascii="Calibri" w:eastAsia="Calibri" w:hAnsi="Calibri" w:cs="Times New Roman"/>
      <w:lang w:eastAsia="en-US"/>
    </w:rPr>
  </w:style>
  <w:style w:type="paragraph" w:customStyle="1" w:styleId="0C3D8AB3AF5C4214BF0A5D12A5FC682C2">
    <w:name w:val="0C3D8AB3AF5C4214BF0A5D12A5FC682C2"/>
    <w:rsid w:val="00421194"/>
    <w:pPr>
      <w:spacing w:after="200" w:line="276" w:lineRule="auto"/>
    </w:pPr>
    <w:rPr>
      <w:rFonts w:ascii="Calibri" w:eastAsia="Calibri" w:hAnsi="Calibri" w:cs="Times New Roman"/>
      <w:lang w:eastAsia="en-US"/>
    </w:rPr>
  </w:style>
  <w:style w:type="paragraph" w:customStyle="1" w:styleId="A4EE9383FA9144E6B256B046C5FCA74B2">
    <w:name w:val="A4EE9383FA9144E6B256B046C5FCA74B2"/>
    <w:rsid w:val="00421194"/>
    <w:pPr>
      <w:spacing w:after="200" w:line="276" w:lineRule="auto"/>
    </w:pPr>
    <w:rPr>
      <w:rFonts w:ascii="Calibri" w:eastAsia="Calibri" w:hAnsi="Calibri" w:cs="Times New Roman"/>
      <w:lang w:eastAsia="en-US"/>
    </w:rPr>
  </w:style>
  <w:style w:type="paragraph" w:customStyle="1" w:styleId="3792185283A24D72976F4BF6B169F1F52">
    <w:name w:val="3792185283A24D72976F4BF6B169F1F52"/>
    <w:rsid w:val="00421194"/>
    <w:pPr>
      <w:spacing w:after="200" w:line="276" w:lineRule="auto"/>
    </w:pPr>
    <w:rPr>
      <w:rFonts w:ascii="Calibri" w:eastAsia="Calibri" w:hAnsi="Calibri" w:cs="Times New Roman"/>
      <w:lang w:eastAsia="en-US"/>
    </w:rPr>
  </w:style>
  <w:style w:type="paragraph" w:customStyle="1" w:styleId="1CC9EE9F242A4630B1C380571E571C943">
    <w:name w:val="1CC9EE9F242A4630B1C380571E571C943"/>
    <w:rsid w:val="00421194"/>
    <w:pPr>
      <w:spacing w:after="200" w:line="276" w:lineRule="auto"/>
    </w:pPr>
    <w:rPr>
      <w:rFonts w:ascii="Calibri" w:eastAsia="Calibri" w:hAnsi="Calibri" w:cs="Times New Roman"/>
      <w:lang w:eastAsia="en-US"/>
    </w:rPr>
  </w:style>
  <w:style w:type="paragraph" w:customStyle="1" w:styleId="A38EE51644DC41D08CD5E1B05C0F941C3">
    <w:name w:val="A38EE51644DC41D08CD5E1B05C0F941C3"/>
    <w:rsid w:val="00421194"/>
    <w:pPr>
      <w:spacing w:after="200" w:line="276" w:lineRule="auto"/>
    </w:pPr>
    <w:rPr>
      <w:rFonts w:ascii="Calibri" w:eastAsia="Calibri" w:hAnsi="Calibri" w:cs="Times New Roman"/>
      <w:lang w:eastAsia="en-US"/>
    </w:rPr>
  </w:style>
  <w:style w:type="paragraph" w:customStyle="1" w:styleId="A0DD9F8B75F84D86B20EC7D4B33736593">
    <w:name w:val="A0DD9F8B75F84D86B20EC7D4B33736593"/>
    <w:rsid w:val="00421194"/>
    <w:pPr>
      <w:spacing w:after="200" w:line="276" w:lineRule="auto"/>
    </w:pPr>
    <w:rPr>
      <w:rFonts w:ascii="Calibri" w:eastAsia="Calibri" w:hAnsi="Calibri" w:cs="Times New Roman"/>
      <w:lang w:eastAsia="en-US"/>
    </w:rPr>
  </w:style>
  <w:style w:type="paragraph" w:customStyle="1" w:styleId="0C3D8AB3AF5C4214BF0A5D12A5FC682C3">
    <w:name w:val="0C3D8AB3AF5C4214BF0A5D12A5FC682C3"/>
    <w:rsid w:val="00421194"/>
    <w:pPr>
      <w:spacing w:after="200" w:line="276" w:lineRule="auto"/>
    </w:pPr>
    <w:rPr>
      <w:rFonts w:ascii="Calibri" w:eastAsia="Calibri" w:hAnsi="Calibri" w:cs="Times New Roman"/>
      <w:lang w:eastAsia="en-US"/>
    </w:rPr>
  </w:style>
  <w:style w:type="paragraph" w:customStyle="1" w:styleId="A4EE9383FA9144E6B256B046C5FCA74B3">
    <w:name w:val="A4EE9383FA9144E6B256B046C5FCA74B3"/>
    <w:rsid w:val="00421194"/>
    <w:pPr>
      <w:spacing w:after="200" w:line="276" w:lineRule="auto"/>
    </w:pPr>
    <w:rPr>
      <w:rFonts w:ascii="Calibri" w:eastAsia="Calibri" w:hAnsi="Calibri" w:cs="Times New Roman"/>
      <w:lang w:eastAsia="en-US"/>
    </w:rPr>
  </w:style>
  <w:style w:type="paragraph" w:customStyle="1" w:styleId="3792185283A24D72976F4BF6B169F1F53">
    <w:name w:val="3792185283A24D72976F4BF6B169F1F53"/>
    <w:rsid w:val="00421194"/>
    <w:pPr>
      <w:spacing w:after="200" w:line="276" w:lineRule="auto"/>
    </w:pPr>
    <w:rPr>
      <w:rFonts w:ascii="Calibri" w:eastAsia="Calibri" w:hAnsi="Calibri" w:cs="Times New Roman"/>
      <w:lang w:eastAsia="en-US"/>
    </w:rPr>
  </w:style>
  <w:style w:type="paragraph" w:customStyle="1" w:styleId="1CC9EE9F242A4630B1C380571E571C944">
    <w:name w:val="1CC9EE9F242A4630B1C380571E571C944"/>
    <w:rsid w:val="00421194"/>
    <w:pPr>
      <w:spacing w:after="200" w:line="276" w:lineRule="auto"/>
    </w:pPr>
    <w:rPr>
      <w:rFonts w:ascii="Calibri" w:eastAsia="Calibri" w:hAnsi="Calibri" w:cs="Times New Roman"/>
      <w:lang w:eastAsia="en-US"/>
    </w:rPr>
  </w:style>
  <w:style w:type="paragraph" w:customStyle="1" w:styleId="A38EE51644DC41D08CD5E1B05C0F941C4">
    <w:name w:val="A38EE51644DC41D08CD5E1B05C0F941C4"/>
    <w:rsid w:val="00421194"/>
    <w:pPr>
      <w:spacing w:after="200" w:line="276" w:lineRule="auto"/>
    </w:pPr>
    <w:rPr>
      <w:rFonts w:ascii="Calibri" w:eastAsia="Calibri" w:hAnsi="Calibri" w:cs="Times New Roman"/>
      <w:lang w:eastAsia="en-US"/>
    </w:rPr>
  </w:style>
  <w:style w:type="paragraph" w:customStyle="1" w:styleId="A0DD9F8B75F84D86B20EC7D4B33736594">
    <w:name w:val="A0DD9F8B75F84D86B20EC7D4B33736594"/>
    <w:rsid w:val="00421194"/>
    <w:pPr>
      <w:spacing w:after="200" w:line="276" w:lineRule="auto"/>
    </w:pPr>
    <w:rPr>
      <w:rFonts w:ascii="Calibri" w:eastAsia="Calibri" w:hAnsi="Calibri" w:cs="Times New Roman"/>
      <w:lang w:eastAsia="en-US"/>
    </w:rPr>
  </w:style>
  <w:style w:type="paragraph" w:customStyle="1" w:styleId="0C3D8AB3AF5C4214BF0A5D12A5FC682C4">
    <w:name w:val="0C3D8AB3AF5C4214BF0A5D12A5FC682C4"/>
    <w:rsid w:val="00421194"/>
    <w:pPr>
      <w:spacing w:after="200" w:line="276" w:lineRule="auto"/>
    </w:pPr>
    <w:rPr>
      <w:rFonts w:ascii="Calibri" w:eastAsia="Calibri" w:hAnsi="Calibri" w:cs="Times New Roman"/>
      <w:lang w:eastAsia="en-US"/>
    </w:rPr>
  </w:style>
  <w:style w:type="paragraph" w:customStyle="1" w:styleId="A4EE9383FA9144E6B256B046C5FCA74B4">
    <w:name w:val="A4EE9383FA9144E6B256B046C5FCA74B4"/>
    <w:rsid w:val="00421194"/>
    <w:pPr>
      <w:spacing w:after="200" w:line="276" w:lineRule="auto"/>
    </w:pPr>
    <w:rPr>
      <w:rFonts w:ascii="Calibri" w:eastAsia="Calibri" w:hAnsi="Calibri" w:cs="Times New Roman"/>
      <w:lang w:eastAsia="en-US"/>
    </w:rPr>
  </w:style>
  <w:style w:type="paragraph" w:customStyle="1" w:styleId="3792185283A24D72976F4BF6B169F1F54">
    <w:name w:val="3792185283A24D72976F4BF6B169F1F54"/>
    <w:rsid w:val="00421194"/>
    <w:pPr>
      <w:spacing w:after="200" w:line="276" w:lineRule="auto"/>
    </w:pPr>
    <w:rPr>
      <w:rFonts w:ascii="Calibri" w:eastAsia="Calibri" w:hAnsi="Calibri" w:cs="Times New Roman"/>
      <w:lang w:eastAsia="en-US"/>
    </w:rPr>
  </w:style>
  <w:style w:type="paragraph" w:customStyle="1" w:styleId="1CC9EE9F242A4630B1C380571E571C945">
    <w:name w:val="1CC9EE9F242A4630B1C380571E571C945"/>
    <w:rsid w:val="00E04F76"/>
    <w:pPr>
      <w:spacing w:after="200" w:line="276" w:lineRule="auto"/>
    </w:pPr>
    <w:rPr>
      <w:rFonts w:ascii="Calibri" w:eastAsia="Calibri" w:hAnsi="Calibri" w:cs="Times New Roman"/>
      <w:lang w:eastAsia="en-US"/>
    </w:rPr>
  </w:style>
  <w:style w:type="paragraph" w:customStyle="1" w:styleId="A38EE51644DC41D08CD5E1B05C0F941C5">
    <w:name w:val="A38EE51644DC41D08CD5E1B05C0F941C5"/>
    <w:rsid w:val="00E04F76"/>
    <w:pPr>
      <w:spacing w:after="200" w:line="276" w:lineRule="auto"/>
    </w:pPr>
    <w:rPr>
      <w:rFonts w:ascii="Calibri" w:eastAsia="Calibri" w:hAnsi="Calibri" w:cs="Times New Roman"/>
      <w:lang w:eastAsia="en-US"/>
    </w:rPr>
  </w:style>
  <w:style w:type="paragraph" w:customStyle="1" w:styleId="A0DD9F8B75F84D86B20EC7D4B33736595">
    <w:name w:val="A0DD9F8B75F84D86B20EC7D4B33736595"/>
    <w:rsid w:val="00E04F76"/>
    <w:pPr>
      <w:spacing w:after="200" w:line="276" w:lineRule="auto"/>
    </w:pPr>
    <w:rPr>
      <w:rFonts w:ascii="Calibri" w:eastAsia="Calibri" w:hAnsi="Calibri" w:cs="Times New Roman"/>
      <w:lang w:eastAsia="en-US"/>
    </w:rPr>
  </w:style>
  <w:style w:type="paragraph" w:customStyle="1" w:styleId="0C3D8AB3AF5C4214BF0A5D12A5FC682C5">
    <w:name w:val="0C3D8AB3AF5C4214BF0A5D12A5FC682C5"/>
    <w:rsid w:val="00E04F76"/>
    <w:pPr>
      <w:spacing w:after="200" w:line="276" w:lineRule="auto"/>
    </w:pPr>
    <w:rPr>
      <w:rFonts w:ascii="Calibri" w:eastAsia="Calibri" w:hAnsi="Calibri" w:cs="Times New Roman"/>
      <w:lang w:eastAsia="en-US"/>
    </w:rPr>
  </w:style>
  <w:style w:type="paragraph" w:customStyle="1" w:styleId="A4EE9383FA9144E6B256B046C5FCA74B5">
    <w:name w:val="A4EE9383FA9144E6B256B046C5FCA74B5"/>
    <w:rsid w:val="00E04F76"/>
    <w:pPr>
      <w:spacing w:after="200" w:line="276" w:lineRule="auto"/>
    </w:pPr>
    <w:rPr>
      <w:rFonts w:ascii="Calibri" w:eastAsia="Calibri" w:hAnsi="Calibri" w:cs="Times New Roman"/>
      <w:lang w:eastAsia="en-US"/>
    </w:rPr>
  </w:style>
  <w:style w:type="paragraph" w:customStyle="1" w:styleId="3792185283A24D72976F4BF6B169F1F55">
    <w:name w:val="3792185283A24D72976F4BF6B169F1F55"/>
    <w:rsid w:val="00E04F76"/>
    <w:pPr>
      <w:spacing w:after="200" w:line="276" w:lineRule="auto"/>
    </w:pPr>
    <w:rPr>
      <w:rFonts w:ascii="Calibri" w:eastAsia="Calibri" w:hAnsi="Calibri" w:cs="Times New Roman"/>
      <w:lang w:eastAsia="en-US"/>
    </w:rPr>
  </w:style>
  <w:style w:type="paragraph" w:customStyle="1" w:styleId="8399BAEAFF8E42C396CDAB3E459C85451">
    <w:name w:val="8399BAEAFF8E42C396CDAB3E459C85451"/>
    <w:rsid w:val="00E04F76"/>
    <w:pPr>
      <w:spacing w:after="200" w:line="276" w:lineRule="auto"/>
    </w:pPr>
    <w:rPr>
      <w:rFonts w:ascii="Calibri" w:eastAsia="Calibri" w:hAnsi="Calibri" w:cs="Times New Roman"/>
      <w:lang w:eastAsia="en-US"/>
    </w:rPr>
  </w:style>
  <w:style w:type="paragraph" w:customStyle="1" w:styleId="0E05B5BDE74F4C32BB28798D99C9C0E71">
    <w:name w:val="0E05B5BDE74F4C32BB28798D99C9C0E71"/>
    <w:rsid w:val="00E04F76"/>
    <w:pPr>
      <w:spacing w:after="200" w:line="276" w:lineRule="auto"/>
    </w:pPr>
    <w:rPr>
      <w:rFonts w:ascii="Calibri" w:eastAsia="Calibri" w:hAnsi="Calibri" w:cs="Times New Roman"/>
      <w:lang w:eastAsia="en-US"/>
    </w:rPr>
  </w:style>
  <w:style w:type="paragraph" w:customStyle="1" w:styleId="4E3F7D84A1B745A0957ADE84DD288DB41">
    <w:name w:val="4E3F7D84A1B745A0957ADE84DD288DB41"/>
    <w:rsid w:val="00E04F76"/>
    <w:pPr>
      <w:spacing w:after="200" w:line="276" w:lineRule="auto"/>
    </w:pPr>
    <w:rPr>
      <w:rFonts w:ascii="Calibri" w:eastAsia="Calibri" w:hAnsi="Calibri" w:cs="Times New Roman"/>
      <w:lang w:eastAsia="en-US"/>
    </w:rPr>
  </w:style>
  <w:style w:type="paragraph" w:customStyle="1" w:styleId="E9FD8025827E46988DDEFEAA3231417B1">
    <w:name w:val="E9FD8025827E46988DDEFEAA3231417B1"/>
    <w:rsid w:val="00E04F76"/>
    <w:pPr>
      <w:spacing w:after="200" w:line="276" w:lineRule="auto"/>
    </w:pPr>
    <w:rPr>
      <w:rFonts w:ascii="Calibri" w:eastAsia="Calibri" w:hAnsi="Calibri" w:cs="Times New Roman"/>
      <w:lang w:eastAsia="en-US"/>
    </w:rPr>
  </w:style>
  <w:style w:type="paragraph" w:customStyle="1" w:styleId="A5F367A1FF20474189D5507A88FC18C71">
    <w:name w:val="A5F367A1FF20474189D5507A88FC18C71"/>
    <w:rsid w:val="00E04F76"/>
    <w:pPr>
      <w:spacing w:after="200" w:line="276" w:lineRule="auto"/>
    </w:pPr>
    <w:rPr>
      <w:rFonts w:ascii="Calibri" w:eastAsia="Calibri" w:hAnsi="Calibri" w:cs="Times New Roman"/>
      <w:lang w:eastAsia="en-US"/>
    </w:rPr>
  </w:style>
  <w:style w:type="paragraph" w:customStyle="1" w:styleId="01C50F9449E141E7BA7ADDAF5440B2561">
    <w:name w:val="01C50F9449E141E7BA7ADDAF5440B2561"/>
    <w:rsid w:val="00E04F76"/>
    <w:pPr>
      <w:spacing w:after="200" w:line="276" w:lineRule="auto"/>
    </w:pPr>
    <w:rPr>
      <w:rFonts w:ascii="Calibri" w:eastAsia="Calibri" w:hAnsi="Calibri" w:cs="Times New Roman"/>
      <w:lang w:eastAsia="en-US"/>
    </w:rPr>
  </w:style>
  <w:style w:type="paragraph" w:customStyle="1" w:styleId="9C76AA8AAB164CA0A2258E0C68C4D4A41">
    <w:name w:val="9C76AA8AAB164CA0A2258E0C68C4D4A41"/>
    <w:rsid w:val="00E04F76"/>
    <w:pPr>
      <w:spacing w:after="200" w:line="276" w:lineRule="auto"/>
    </w:pPr>
    <w:rPr>
      <w:rFonts w:ascii="Calibri" w:eastAsia="Calibri" w:hAnsi="Calibri" w:cs="Times New Roman"/>
      <w:lang w:eastAsia="en-US"/>
    </w:rPr>
  </w:style>
  <w:style w:type="paragraph" w:customStyle="1" w:styleId="22112ADE226C4D1AA95FFA962AC918201">
    <w:name w:val="22112ADE226C4D1AA95FFA962AC918201"/>
    <w:rsid w:val="00E04F76"/>
    <w:pPr>
      <w:spacing w:after="200" w:line="276" w:lineRule="auto"/>
    </w:pPr>
    <w:rPr>
      <w:rFonts w:ascii="Calibri" w:eastAsia="Calibri" w:hAnsi="Calibri" w:cs="Times New Roman"/>
      <w:lang w:eastAsia="en-US"/>
    </w:rPr>
  </w:style>
  <w:style w:type="paragraph" w:customStyle="1" w:styleId="49EC1DB1F19C4BEC879173103B6382911">
    <w:name w:val="49EC1DB1F19C4BEC879173103B6382911"/>
    <w:rsid w:val="00E04F76"/>
    <w:pPr>
      <w:spacing w:after="200" w:line="276" w:lineRule="auto"/>
    </w:pPr>
    <w:rPr>
      <w:rFonts w:ascii="Calibri" w:eastAsia="Calibri" w:hAnsi="Calibri" w:cs="Times New Roman"/>
      <w:lang w:eastAsia="en-US"/>
    </w:rPr>
  </w:style>
  <w:style w:type="paragraph" w:customStyle="1" w:styleId="A1A812F64DED4A2DB2C049B32B438EAE1">
    <w:name w:val="A1A812F64DED4A2DB2C049B32B438EAE1"/>
    <w:rsid w:val="00E04F76"/>
    <w:pPr>
      <w:spacing w:after="200" w:line="276" w:lineRule="auto"/>
    </w:pPr>
    <w:rPr>
      <w:rFonts w:ascii="Calibri" w:eastAsia="Calibri" w:hAnsi="Calibri" w:cs="Times New Roman"/>
      <w:lang w:eastAsia="en-US"/>
    </w:rPr>
  </w:style>
  <w:style w:type="paragraph" w:customStyle="1" w:styleId="2A7280121A774762A688CA580DFFFA191">
    <w:name w:val="2A7280121A774762A688CA580DFFFA191"/>
    <w:rsid w:val="00E04F76"/>
    <w:pPr>
      <w:spacing w:after="200" w:line="276" w:lineRule="auto"/>
    </w:pPr>
    <w:rPr>
      <w:rFonts w:ascii="Calibri" w:eastAsia="Calibri" w:hAnsi="Calibri" w:cs="Times New Roman"/>
      <w:lang w:eastAsia="en-US"/>
    </w:rPr>
  </w:style>
  <w:style w:type="paragraph" w:customStyle="1" w:styleId="FFB7240B57434291910F4601EF5DAE121">
    <w:name w:val="FFB7240B57434291910F4601EF5DAE121"/>
    <w:rsid w:val="00E04F76"/>
    <w:pPr>
      <w:spacing w:after="200" w:line="276" w:lineRule="auto"/>
    </w:pPr>
    <w:rPr>
      <w:rFonts w:ascii="Calibri" w:eastAsia="Calibri" w:hAnsi="Calibri" w:cs="Times New Roman"/>
      <w:lang w:eastAsia="en-US"/>
    </w:rPr>
  </w:style>
  <w:style w:type="paragraph" w:customStyle="1" w:styleId="7EBC4BCD55E246D89159D8EAB5EDEC271">
    <w:name w:val="7EBC4BCD55E246D89159D8EAB5EDEC271"/>
    <w:rsid w:val="00E04F76"/>
    <w:pPr>
      <w:spacing w:after="200" w:line="276" w:lineRule="auto"/>
    </w:pPr>
    <w:rPr>
      <w:rFonts w:ascii="Calibri" w:eastAsia="Calibri" w:hAnsi="Calibri" w:cs="Times New Roman"/>
      <w:lang w:eastAsia="en-US"/>
    </w:rPr>
  </w:style>
  <w:style w:type="paragraph" w:customStyle="1" w:styleId="124F81314B244934BBB059F27BB5F9501">
    <w:name w:val="124F81314B244934BBB059F27BB5F9501"/>
    <w:rsid w:val="00E04F76"/>
    <w:pPr>
      <w:spacing w:after="200" w:line="276" w:lineRule="auto"/>
    </w:pPr>
    <w:rPr>
      <w:rFonts w:ascii="Calibri" w:eastAsia="Calibri" w:hAnsi="Calibri" w:cs="Times New Roman"/>
      <w:lang w:eastAsia="en-US"/>
    </w:rPr>
  </w:style>
  <w:style w:type="paragraph" w:customStyle="1" w:styleId="7BCEE3CBBD9A40AE8DC86E36E254FF611">
    <w:name w:val="7BCEE3CBBD9A40AE8DC86E36E254FF611"/>
    <w:rsid w:val="00E04F76"/>
    <w:pPr>
      <w:spacing w:after="200" w:line="276" w:lineRule="auto"/>
    </w:pPr>
    <w:rPr>
      <w:rFonts w:ascii="Calibri" w:eastAsia="Calibri" w:hAnsi="Calibri" w:cs="Times New Roman"/>
      <w:lang w:eastAsia="en-US"/>
    </w:rPr>
  </w:style>
  <w:style w:type="paragraph" w:customStyle="1" w:styleId="2938FD3843C444F8A6A812C82424D00B1">
    <w:name w:val="2938FD3843C444F8A6A812C82424D00B1"/>
    <w:rsid w:val="00E04F76"/>
    <w:pPr>
      <w:spacing w:after="200" w:line="276" w:lineRule="auto"/>
    </w:pPr>
    <w:rPr>
      <w:rFonts w:ascii="Calibri" w:eastAsia="Calibri" w:hAnsi="Calibri" w:cs="Times New Roman"/>
      <w:lang w:eastAsia="en-US"/>
    </w:rPr>
  </w:style>
  <w:style w:type="paragraph" w:customStyle="1" w:styleId="8519F6828F3C40C595629BC70B7DA8CB1">
    <w:name w:val="8519F6828F3C40C595629BC70B7DA8CB1"/>
    <w:rsid w:val="00E04F76"/>
    <w:pPr>
      <w:spacing w:after="200" w:line="276" w:lineRule="auto"/>
      <w:ind w:left="720"/>
      <w:contextualSpacing/>
    </w:pPr>
    <w:rPr>
      <w:rFonts w:ascii="Calibri" w:eastAsia="Calibri" w:hAnsi="Calibri" w:cs="Times New Roman"/>
      <w:lang w:eastAsia="en-US"/>
    </w:rPr>
  </w:style>
  <w:style w:type="paragraph" w:customStyle="1" w:styleId="52D4274B114E4986A9CDDB42D40ABEEB1">
    <w:name w:val="52D4274B114E4986A9CDDB42D40ABEEB1"/>
    <w:rsid w:val="00E04F76"/>
    <w:pPr>
      <w:spacing w:after="200" w:line="276" w:lineRule="auto"/>
    </w:pPr>
    <w:rPr>
      <w:rFonts w:ascii="Calibri" w:eastAsia="Calibri" w:hAnsi="Calibri" w:cs="Times New Roman"/>
      <w:lang w:eastAsia="en-US"/>
    </w:rPr>
  </w:style>
  <w:style w:type="paragraph" w:customStyle="1" w:styleId="32E103C0F3F44F9A8EAEFCB96326F4BF1">
    <w:name w:val="32E103C0F3F44F9A8EAEFCB96326F4BF1"/>
    <w:rsid w:val="00E04F76"/>
    <w:pPr>
      <w:spacing w:after="200" w:line="276" w:lineRule="auto"/>
    </w:pPr>
    <w:rPr>
      <w:rFonts w:ascii="Calibri" w:eastAsia="Calibri" w:hAnsi="Calibri" w:cs="Times New Roman"/>
      <w:lang w:eastAsia="en-US"/>
    </w:rPr>
  </w:style>
  <w:style w:type="paragraph" w:customStyle="1" w:styleId="02FBE4875D0D4FBEA3D2ACF4F54D9A591">
    <w:name w:val="02FBE4875D0D4FBEA3D2ACF4F54D9A591"/>
    <w:rsid w:val="00E04F76"/>
    <w:pPr>
      <w:spacing w:after="200" w:line="276" w:lineRule="auto"/>
    </w:pPr>
    <w:rPr>
      <w:rFonts w:ascii="Calibri" w:eastAsia="Calibri" w:hAnsi="Calibri" w:cs="Times New Roman"/>
      <w:lang w:eastAsia="en-US"/>
    </w:rPr>
  </w:style>
  <w:style w:type="paragraph" w:customStyle="1" w:styleId="FEF918A9780745B6AD03D1403C9254171">
    <w:name w:val="FEF918A9780745B6AD03D1403C9254171"/>
    <w:rsid w:val="00E04F76"/>
    <w:pPr>
      <w:spacing w:after="200" w:line="276" w:lineRule="auto"/>
      <w:ind w:left="720"/>
      <w:contextualSpacing/>
    </w:pPr>
    <w:rPr>
      <w:rFonts w:ascii="Calibri" w:eastAsia="Calibri" w:hAnsi="Calibri" w:cs="Times New Roman"/>
      <w:lang w:eastAsia="en-US"/>
    </w:rPr>
  </w:style>
  <w:style w:type="paragraph" w:customStyle="1" w:styleId="AD0938666CF34FBCAE05E337FF588BB41">
    <w:name w:val="AD0938666CF34FBCAE05E337FF588BB41"/>
    <w:rsid w:val="00E04F76"/>
    <w:pPr>
      <w:spacing w:after="200" w:line="276" w:lineRule="auto"/>
      <w:ind w:left="720"/>
      <w:contextualSpacing/>
    </w:pPr>
    <w:rPr>
      <w:rFonts w:ascii="Calibri" w:eastAsia="Calibri" w:hAnsi="Calibri" w:cs="Times New Roman"/>
      <w:lang w:eastAsia="en-US"/>
    </w:rPr>
  </w:style>
  <w:style w:type="paragraph" w:customStyle="1" w:styleId="CEF9EE26047C44BBBDCA7C013D9F2FBE1">
    <w:name w:val="CEF9EE26047C44BBBDCA7C013D9F2FBE1"/>
    <w:rsid w:val="00E04F76"/>
    <w:pPr>
      <w:spacing w:after="200" w:line="276" w:lineRule="auto"/>
      <w:ind w:left="720"/>
      <w:contextualSpacing/>
    </w:pPr>
    <w:rPr>
      <w:rFonts w:ascii="Calibri" w:eastAsia="Calibri" w:hAnsi="Calibri" w:cs="Times New Roman"/>
      <w:lang w:eastAsia="en-US"/>
    </w:rPr>
  </w:style>
  <w:style w:type="paragraph" w:customStyle="1" w:styleId="E6BAFF979854465488481162FEE608721">
    <w:name w:val="E6BAFF979854465488481162FEE608721"/>
    <w:rsid w:val="00E04F76"/>
    <w:pPr>
      <w:spacing w:after="200" w:line="276" w:lineRule="auto"/>
      <w:ind w:left="720"/>
      <w:contextualSpacing/>
    </w:pPr>
    <w:rPr>
      <w:rFonts w:ascii="Calibri" w:eastAsia="Calibri" w:hAnsi="Calibri" w:cs="Times New Roman"/>
      <w:lang w:eastAsia="en-US"/>
    </w:rPr>
  </w:style>
  <w:style w:type="paragraph" w:customStyle="1" w:styleId="46D64D5B162E452384188206CDFCC0101">
    <w:name w:val="46D64D5B162E452384188206CDFCC0101"/>
    <w:rsid w:val="00E04F76"/>
    <w:pPr>
      <w:spacing w:after="200" w:line="276" w:lineRule="auto"/>
    </w:pPr>
    <w:rPr>
      <w:rFonts w:ascii="Calibri" w:eastAsia="Calibri" w:hAnsi="Calibri" w:cs="Times New Roman"/>
      <w:lang w:eastAsia="en-US"/>
    </w:rPr>
  </w:style>
  <w:style w:type="paragraph" w:customStyle="1" w:styleId="0FD9667E10AB484D89A17B291461795D1">
    <w:name w:val="0FD9667E10AB484D89A17B291461795D1"/>
    <w:rsid w:val="00E04F76"/>
    <w:pPr>
      <w:spacing w:after="200" w:line="276" w:lineRule="auto"/>
    </w:pPr>
    <w:rPr>
      <w:rFonts w:ascii="Calibri" w:eastAsia="Calibri" w:hAnsi="Calibri" w:cs="Times New Roman"/>
      <w:lang w:eastAsia="en-US"/>
    </w:rPr>
  </w:style>
  <w:style w:type="paragraph" w:customStyle="1" w:styleId="E6B872E7580D4C978C1F4711D2B4A74E1">
    <w:name w:val="E6B872E7580D4C978C1F4711D2B4A74E1"/>
    <w:rsid w:val="00E04F76"/>
    <w:pPr>
      <w:spacing w:after="200" w:line="276" w:lineRule="auto"/>
    </w:pPr>
    <w:rPr>
      <w:rFonts w:ascii="Calibri" w:eastAsia="Calibri" w:hAnsi="Calibri" w:cs="Times New Roman"/>
      <w:lang w:eastAsia="en-US"/>
    </w:rPr>
  </w:style>
  <w:style w:type="paragraph" w:customStyle="1" w:styleId="A323FFCA8AC946B983421E7C1073A807">
    <w:name w:val="A323FFCA8AC946B983421E7C1073A807"/>
    <w:rsid w:val="00630F0D"/>
  </w:style>
  <w:style w:type="paragraph" w:customStyle="1" w:styleId="860A40F4365F42689620FC128E42E2ED">
    <w:name w:val="860A40F4365F42689620FC128E42E2ED"/>
    <w:rsid w:val="00630F0D"/>
  </w:style>
  <w:style w:type="paragraph" w:customStyle="1" w:styleId="B1DC6B4C7F3E4401AD30D7E53DBC4337">
    <w:name w:val="B1DC6B4C7F3E4401AD30D7E53DBC4337"/>
    <w:rsid w:val="00630F0D"/>
  </w:style>
  <w:style w:type="paragraph" w:customStyle="1" w:styleId="0D947898A7724EBE839EB57FA10C4DF9">
    <w:name w:val="0D947898A7724EBE839EB57FA10C4DF9"/>
    <w:rsid w:val="00630F0D"/>
  </w:style>
  <w:style w:type="paragraph" w:customStyle="1" w:styleId="E29733BD179F43EDB9A1F056C4353BC7">
    <w:name w:val="E29733BD179F43EDB9A1F056C4353BC7"/>
    <w:rsid w:val="00630F0D"/>
  </w:style>
  <w:style w:type="paragraph" w:customStyle="1" w:styleId="68876221B2694A9D8A5E6494A8E3C1BA">
    <w:name w:val="68876221B2694A9D8A5E6494A8E3C1BA"/>
    <w:rsid w:val="00630F0D"/>
  </w:style>
  <w:style w:type="paragraph" w:customStyle="1" w:styleId="52D2B2204DCD4D0284E3897014AF0B06">
    <w:name w:val="52D2B2204DCD4D0284E3897014AF0B06"/>
    <w:rsid w:val="00630F0D"/>
  </w:style>
  <w:style w:type="paragraph" w:customStyle="1" w:styleId="C18C49236A1744B08741242207858C0B">
    <w:name w:val="C18C49236A1744B08741242207858C0B"/>
    <w:rsid w:val="00630F0D"/>
  </w:style>
  <w:style w:type="paragraph" w:customStyle="1" w:styleId="ABFF3CFFF41D424A9999A5A1FEE7BF15">
    <w:name w:val="ABFF3CFFF41D424A9999A5A1FEE7BF15"/>
    <w:rsid w:val="00630F0D"/>
  </w:style>
  <w:style w:type="paragraph" w:customStyle="1" w:styleId="DFF0486AD52E4A7D8C02BB9F8D43A89A">
    <w:name w:val="DFF0486AD52E4A7D8C02BB9F8D43A89A"/>
    <w:rsid w:val="00630F0D"/>
  </w:style>
  <w:style w:type="paragraph" w:customStyle="1" w:styleId="CFBD0B117D1444A5AD5A230B5735C135">
    <w:name w:val="CFBD0B117D1444A5AD5A230B5735C135"/>
    <w:rsid w:val="00630F0D"/>
  </w:style>
  <w:style w:type="paragraph" w:customStyle="1" w:styleId="1A00FF47207045D7A42E64A1A616E649">
    <w:name w:val="1A00FF47207045D7A42E64A1A616E649"/>
    <w:rsid w:val="00630F0D"/>
  </w:style>
  <w:style w:type="paragraph" w:customStyle="1" w:styleId="C807505EFDE54FCEB265E43871ACB80B">
    <w:name w:val="C807505EFDE54FCEB265E43871ACB80B"/>
    <w:rsid w:val="00630F0D"/>
  </w:style>
  <w:style w:type="paragraph" w:customStyle="1" w:styleId="298836AE4F6F42E8BC38063D391467FB">
    <w:name w:val="298836AE4F6F42E8BC38063D391467FB"/>
    <w:rsid w:val="00C076A0"/>
  </w:style>
  <w:style w:type="paragraph" w:customStyle="1" w:styleId="55265F5B0DD04A3A80EF7869CEE856CC">
    <w:name w:val="55265F5B0DD04A3A80EF7869CEE856CC"/>
    <w:rsid w:val="00BB46FC"/>
  </w:style>
  <w:style w:type="paragraph" w:customStyle="1" w:styleId="F7F84B01BA424FED8A0719EC520ED99B">
    <w:name w:val="F7F84B01BA424FED8A0719EC520ED99B"/>
    <w:rsid w:val="00BB46FC"/>
  </w:style>
  <w:style w:type="paragraph" w:customStyle="1" w:styleId="F650C647C59B48A5B569B6B6A0E12907">
    <w:name w:val="F650C647C59B48A5B569B6B6A0E12907"/>
    <w:rsid w:val="00BB46FC"/>
  </w:style>
  <w:style w:type="paragraph" w:customStyle="1" w:styleId="704839C0D92E404281E218C7C05C6234">
    <w:name w:val="704839C0D92E404281E218C7C05C6234"/>
    <w:rsid w:val="00BB46FC"/>
  </w:style>
  <w:style w:type="paragraph" w:customStyle="1" w:styleId="5D808CF3CE344B6F9A449CDACDCDF763">
    <w:name w:val="5D808CF3CE344B6F9A449CDACDCDF763"/>
    <w:rsid w:val="003C782B"/>
  </w:style>
  <w:style w:type="paragraph" w:customStyle="1" w:styleId="2C4FF18B726A4AEBB20AE86B70802A77">
    <w:name w:val="2C4FF18B726A4AEBB20AE86B70802A77"/>
    <w:rsid w:val="003C782B"/>
  </w:style>
  <w:style w:type="paragraph" w:customStyle="1" w:styleId="17F6ADA32C7A4C89B8208F78725EF07D">
    <w:name w:val="17F6ADA32C7A4C89B8208F78725EF07D"/>
    <w:rsid w:val="003C782B"/>
  </w:style>
  <w:style w:type="paragraph" w:customStyle="1" w:styleId="041C96A4FC104863BF8E5B840C679EA7">
    <w:name w:val="041C96A4FC104863BF8E5B840C679EA7"/>
    <w:rsid w:val="003C782B"/>
  </w:style>
  <w:style w:type="paragraph" w:customStyle="1" w:styleId="44BD53F739944F06A4200955542DBB4F">
    <w:name w:val="44BD53F739944F06A4200955542DBB4F"/>
    <w:rsid w:val="00717DC9"/>
    <w:pPr>
      <w:spacing w:after="200" w:line="276" w:lineRule="auto"/>
    </w:pPr>
  </w:style>
  <w:style w:type="paragraph" w:customStyle="1" w:styleId="BE7D0987AC9648599E9257B026D72658">
    <w:name w:val="BE7D0987AC9648599E9257B026D72658"/>
    <w:rsid w:val="00717DC9"/>
    <w:pPr>
      <w:spacing w:after="200" w:line="276" w:lineRule="auto"/>
    </w:pPr>
  </w:style>
  <w:style w:type="paragraph" w:customStyle="1" w:styleId="49AD20CB44F34DA6BD161C8B7B1950BA">
    <w:name w:val="49AD20CB44F34DA6BD161C8B7B1950BA"/>
    <w:rsid w:val="00717DC9"/>
    <w:pPr>
      <w:spacing w:after="200" w:line="276" w:lineRule="auto"/>
    </w:pPr>
  </w:style>
  <w:style w:type="paragraph" w:customStyle="1" w:styleId="940F2E7A914C412793D25C10BF5E6ACB">
    <w:name w:val="940F2E7A914C412793D25C10BF5E6ACB"/>
    <w:rsid w:val="00717DC9"/>
    <w:pPr>
      <w:spacing w:after="200" w:line="276" w:lineRule="auto"/>
    </w:pPr>
  </w:style>
  <w:style w:type="paragraph" w:customStyle="1" w:styleId="2C48F313C9994B95B7231CF0780A8C32">
    <w:name w:val="2C48F313C9994B95B7231CF0780A8C32"/>
    <w:rsid w:val="00717DC9"/>
    <w:pPr>
      <w:spacing w:after="200" w:line="276" w:lineRule="auto"/>
    </w:pPr>
  </w:style>
  <w:style w:type="paragraph" w:customStyle="1" w:styleId="817616FC714D4CF09691B592D0EC9FF8">
    <w:name w:val="817616FC714D4CF09691B592D0EC9FF8"/>
    <w:rsid w:val="00717DC9"/>
    <w:pPr>
      <w:spacing w:after="200" w:line="276" w:lineRule="auto"/>
    </w:pPr>
  </w:style>
  <w:style w:type="paragraph" w:customStyle="1" w:styleId="1ECD08A3EDE643BA957FB2751D821FFD">
    <w:name w:val="1ECD08A3EDE643BA957FB2751D821FFD"/>
    <w:rsid w:val="00717DC9"/>
    <w:pPr>
      <w:spacing w:after="200" w:line="276" w:lineRule="auto"/>
    </w:pPr>
  </w:style>
  <w:style w:type="paragraph" w:customStyle="1" w:styleId="7622500296F247D3902F513F6D12C55F">
    <w:name w:val="7622500296F247D3902F513F6D12C55F"/>
    <w:rsid w:val="00313F72"/>
    <w:pPr>
      <w:spacing w:after="200" w:line="276" w:lineRule="auto"/>
    </w:pPr>
  </w:style>
  <w:style w:type="paragraph" w:customStyle="1" w:styleId="4C5E31DE255C4883ABBB3EC401585AFB">
    <w:name w:val="4C5E31DE255C4883ABBB3EC401585AFB"/>
    <w:rsid w:val="00313F72"/>
    <w:pPr>
      <w:spacing w:after="200" w:line="276" w:lineRule="auto"/>
    </w:pPr>
  </w:style>
  <w:style w:type="paragraph" w:customStyle="1" w:styleId="74BD3B92705A474788157B32201372AE">
    <w:name w:val="74BD3B92705A474788157B32201372AE"/>
    <w:rsid w:val="00313F72"/>
    <w:pPr>
      <w:spacing w:after="200" w:line="276" w:lineRule="auto"/>
    </w:pPr>
  </w:style>
  <w:style w:type="paragraph" w:customStyle="1" w:styleId="78630DB87A9F4A46A4A6AB47C589D32E">
    <w:name w:val="78630DB87A9F4A46A4A6AB47C589D32E"/>
    <w:rsid w:val="00313F72"/>
    <w:pPr>
      <w:spacing w:after="200" w:line="276" w:lineRule="auto"/>
    </w:pPr>
  </w:style>
  <w:style w:type="paragraph" w:customStyle="1" w:styleId="DA1E76FA9003442991E195EBE1533C0D">
    <w:name w:val="DA1E76FA9003442991E195EBE1533C0D"/>
    <w:rsid w:val="00313F72"/>
    <w:pPr>
      <w:spacing w:after="200" w:line="276" w:lineRule="auto"/>
    </w:pPr>
  </w:style>
  <w:style w:type="paragraph" w:customStyle="1" w:styleId="F9C48E65F46842DB94D143ABAC137A2F">
    <w:name w:val="F9C48E65F46842DB94D143ABAC137A2F"/>
    <w:rsid w:val="00313F72"/>
    <w:pPr>
      <w:spacing w:after="200" w:line="276" w:lineRule="auto"/>
    </w:pPr>
  </w:style>
  <w:style w:type="paragraph" w:customStyle="1" w:styleId="17A913EF78FB4DF18189FEB83BEEF75C">
    <w:name w:val="17A913EF78FB4DF18189FEB83BEEF75C"/>
    <w:rsid w:val="00313F72"/>
    <w:pPr>
      <w:spacing w:after="200" w:line="276" w:lineRule="auto"/>
    </w:pPr>
  </w:style>
  <w:style w:type="paragraph" w:customStyle="1" w:styleId="2CC58FDDFBC64B7285F60AF9607955A1">
    <w:name w:val="2CC58FDDFBC64B7285F60AF9607955A1"/>
    <w:rsid w:val="00313F72"/>
    <w:pPr>
      <w:spacing w:after="200" w:line="276" w:lineRule="auto"/>
    </w:pPr>
  </w:style>
  <w:style w:type="paragraph" w:customStyle="1" w:styleId="109C60E184444B439AA73F238C059700">
    <w:name w:val="109C60E184444B439AA73F238C059700"/>
    <w:rsid w:val="00313F72"/>
    <w:pPr>
      <w:spacing w:after="200" w:line="276" w:lineRule="auto"/>
    </w:pPr>
  </w:style>
  <w:style w:type="paragraph" w:customStyle="1" w:styleId="2D2FC4CAE65B47D5BB1C7E4BFADBC18F">
    <w:name w:val="2D2FC4CAE65B47D5BB1C7E4BFADBC18F"/>
    <w:rsid w:val="00313F72"/>
    <w:pPr>
      <w:spacing w:after="200" w:line="276" w:lineRule="auto"/>
    </w:pPr>
  </w:style>
  <w:style w:type="paragraph" w:customStyle="1" w:styleId="A1A7E1F0218644079B584C9D65BBCD89">
    <w:name w:val="A1A7E1F0218644079B584C9D65BBCD89"/>
    <w:rsid w:val="00313F72"/>
    <w:pPr>
      <w:spacing w:after="200" w:line="276" w:lineRule="auto"/>
    </w:pPr>
  </w:style>
  <w:style w:type="paragraph" w:customStyle="1" w:styleId="C78B9253A883436EB85A3DC94E33BDBA">
    <w:name w:val="C78B9253A883436EB85A3DC94E33BDBA"/>
    <w:rsid w:val="00313F72"/>
    <w:pPr>
      <w:spacing w:after="200" w:line="276" w:lineRule="auto"/>
    </w:pPr>
  </w:style>
  <w:style w:type="paragraph" w:customStyle="1" w:styleId="C62EE0743FCE4CAD9B732CD95E6ACA17">
    <w:name w:val="C62EE0743FCE4CAD9B732CD95E6ACA17"/>
    <w:rsid w:val="00313F72"/>
    <w:pPr>
      <w:spacing w:after="200" w:line="276" w:lineRule="auto"/>
    </w:pPr>
  </w:style>
  <w:style w:type="paragraph" w:customStyle="1" w:styleId="C6E86283948D4D42914A35DB39BCF5C2">
    <w:name w:val="C6E86283948D4D42914A35DB39BCF5C2"/>
    <w:rsid w:val="00313F72"/>
    <w:pPr>
      <w:spacing w:after="200" w:line="276" w:lineRule="auto"/>
    </w:pPr>
  </w:style>
  <w:style w:type="paragraph" w:customStyle="1" w:styleId="977659CFE47A4E48BF9AFE7DBEB98A4E">
    <w:name w:val="977659CFE47A4E48BF9AFE7DBEB98A4E"/>
    <w:rsid w:val="00313F72"/>
    <w:pPr>
      <w:spacing w:after="200" w:line="276" w:lineRule="auto"/>
    </w:pPr>
  </w:style>
  <w:style w:type="paragraph" w:customStyle="1" w:styleId="60B5D9D87A874001AC80EF8111ED75F6">
    <w:name w:val="60B5D9D87A874001AC80EF8111ED75F6"/>
    <w:rsid w:val="00313F72"/>
    <w:pPr>
      <w:spacing w:after="200" w:line="276" w:lineRule="auto"/>
    </w:pPr>
  </w:style>
  <w:style w:type="paragraph" w:customStyle="1" w:styleId="982E8D2A71A74E9E89054F3D829692B0">
    <w:name w:val="982E8D2A71A74E9E89054F3D829692B0"/>
    <w:rsid w:val="00313F72"/>
    <w:pPr>
      <w:spacing w:after="200" w:line="276" w:lineRule="auto"/>
    </w:pPr>
  </w:style>
  <w:style w:type="paragraph" w:customStyle="1" w:styleId="3B4543A6206A4767994EE850A921FB86">
    <w:name w:val="3B4543A6206A4767994EE850A921FB86"/>
    <w:rsid w:val="00313F72"/>
    <w:pPr>
      <w:spacing w:after="200" w:line="276" w:lineRule="auto"/>
    </w:pPr>
  </w:style>
  <w:style w:type="paragraph" w:customStyle="1" w:styleId="0281F97756C344C2A8E0F03054EB11A0">
    <w:name w:val="0281F97756C344C2A8E0F03054EB11A0"/>
    <w:rsid w:val="00313F72"/>
    <w:pPr>
      <w:spacing w:after="200" w:line="276" w:lineRule="auto"/>
    </w:pPr>
  </w:style>
  <w:style w:type="paragraph" w:customStyle="1" w:styleId="973F75C750EF4886B4153B61C5A36D97">
    <w:name w:val="973F75C750EF4886B4153B61C5A36D97"/>
    <w:rsid w:val="00313F72"/>
    <w:pPr>
      <w:spacing w:after="200" w:line="276" w:lineRule="auto"/>
    </w:pPr>
  </w:style>
  <w:style w:type="paragraph" w:customStyle="1" w:styleId="0289C102B00E49F39003E5DC4BF6D695">
    <w:name w:val="0289C102B00E49F39003E5DC4BF6D695"/>
    <w:rsid w:val="00313F72"/>
    <w:pPr>
      <w:spacing w:after="200" w:line="276" w:lineRule="auto"/>
    </w:pPr>
  </w:style>
  <w:style w:type="paragraph" w:customStyle="1" w:styleId="F80DE9EB332D4248A6FF98E17E5E4D94">
    <w:name w:val="F80DE9EB332D4248A6FF98E17E5E4D94"/>
    <w:rsid w:val="00313F72"/>
    <w:pPr>
      <w:spacing w:after="200" w:line="276" w:lineRule="auto"/>
    </w:pPr>
  </w:style>
  <w:style w:type="paragraph" w:customStyle="1" w:styleId="EC869975CAD04E1BA26DFB050C4D95ED">
    <w:name w:val="EC869975CAD04E1BA26DFB050C4D95ED"/>
    <w:rsid w:val="00313F72"/>
    <w:pPr>
      <w:spacing w:after="200" w:line="276" w:lineRule="auto"/>
    </w:pPr>
  </w:style>
  <w:style w:type="paragraph" w:customStyle="1" w:styleId="D590E97B775A423F974BE172C9F93844">
    <w:name w:val="D590E97B775A423F974BE172C9F93844"/>
    <w:rsid w:val="00313F72"/>
    <w:pPr>
      <w:spacing w:after="200" w:line="276" w:lineRule="auto"/>
    </w:pPr>
  </w:style>
  <w:style w:type="paragraph" w:customStyle="1" w:styleId="0E79160596D8432B93969F0015EBD075">
    <w:name w:val="0E79160596D8432B93969F0015EBD075"/>
    <w:rsid w:val="00313F72"/>
    <w:pPr>
      <w:spacing w:after="200" w:line="276" w:lineRule="auto"/>
    </w:pPr>
  </w:style>
  <w:style w:type="paragraph" w:customStyle="1" w:styleId="861ECF3A6D494DF9ACEE8043D79CE2F0">
    <w:name w:val="861ECF3A6D494DF9ACEE8043D79CE2F0"/>
    <w:rsid w:val="00313F72"/>
    <w:pPr>
      <w:spacing w:after="200" w:line="276" w:lineRule="auto"/>
    </w:pPr>
  </w:style>
  <w:style w:type="paragraph" w:customStyle="1" w:styleId="37AFD041569941BBAD92E6800DFB562E">
    <w:name w:val="37AFD041569941BBAD92E6800DFB562E"/>
    <w:rsid w:val="00313F72"/>
    <w:pPr>
      <w:spacing w:after="200" w:line="276" w:lineRule="auto"/>
    </w:pPr>
  </w:style>
  <w:style w:type="paragraph" w:customStyle="1" w:styleId="628B92AE55BC444AB811F1E2D29A5764">
    <w:name w:val="628B92AE55BC444AB811F1E2D29A5764"/>
    <w:rsid w:val="00313F72"/>
    <w:pPr>
      <w:spacing w:after="200" w:line="276" w:lineRule="auto"/>
    </w:pPr>
  </w:style>
  <w:style w:type="paragraph" w:customStyle="1" w:styleId="4805D94EFBD54AE0A10AAF648AC2B755">
    <w:name w:val="4805D94EFBD54AE0A10AAF648AC2B755"/>
    <w:rsid w:val="00313F72"/>
    <w:pPr>
      <w:spacing w:after="200" w:line="276" w:lineRule="auto"/>
    </w:pPr>
  </w:style>
  <w:style w:type="paragraph" w:customStyle="1" w:styleId="9A0E969ED43846DE8C1882507E9F27B7">
    <w:name w:val="9A0E969ED43846DE8C1882507E9F27B7"/>
    <w:rsid w:val="00313F72"/>
    <w:pPr>
      <w:spacing w:after="200" w:line="276" w:lineRule="auto"/>
    </w:pPr>
  </w:style>
  <w:style w:type="paragraph" w:customStyle="1" w:styleId="9B3DB4D832874F76A0FF9F3D43462A94">
    <w:name w:val="9B3DB4D832874F76A0FF9F3D43462A94"/>
    <w:rsid w:val="00313F72"/>
    <w:pPr>
      <w:spacing w:after="200" w:line="276" w:lineRule="auto"/>
    </w:pPr>
  </w:style>
  <w:style w:type="paragraph" w:customStyle="1" w:styleId="F552D7980EBF46C5A8F5B36C45DE2221">
    <w:name w:val="F552D7980EBF46C5A8F5B36C45DE2221"/>
    <w:rsid w:val="00313F72"/>
    <w:pPr>
      <w:spacing w:after="200" w:line="276" w:lineRule="auto"/>
    </w:pPr>
  </w:style>
  <w:style w:type="paragraph" w:customStyle="1" w:styleId="B77F40AC5B064E198E204E54B177EB74">
    <w:name w:val="B77F40AC5B064E198E204E54B177EB74"/>
    <w:rsid w:val="00313F72"/>
    <w:pPr>
      <w:spacing w:after="200" w:line="276" w:lineRule="auto"/>
    </w:pPr>
  </w:style>
  <w:style w:type="paragraph" w:customStyle="1" w:styleId="3801835B787A4E639AD22D5924A4F26F">
    <w:name w:val="3801835B787A4E639AD22D5924A4F26F"/>
    <w:rsid w:val="00313F72"/>
    <w:pPr>
      <w:spacing w:after="200" w:line="276" w:lineRule="auto"/>
    </w:pPr>
  </w:style>
  <w:style w:type="paragraph" w:customStyle="1" w:styleId="56DF25BA43104A58855636874825AF7B">
    <w:name w:val="56DF25BA43104A58855636874825AF7B"/>
    <w:rsid w:val="00313F72"/>
    <w:pPr>
      <w:spacing w:after="200" w:line="276" w:lineRule="auto"/>
    </w:pPr>
  </w:style>
  <w:style w:type="paragraph" w:customStyle="1" w:styleId="C04B62CCCBE847618C58EF925A0B19F1">
    <w:name w:val="C04B62CCCBE847618C58EF925A0B19F1"/>
    <w:rsid w:val="00313F72"/>
    <w:pPr>
      <w:spacing w:after="200" w:line="276" w:lineRule="auto"/>
    </w:pPr>
  </w:style>
  <w:style w:type="paragraph" w:customStyle="1" w:styleId="FE0BE4B22AE146DA89B8E3D6F27CE2A8">
    <w:name w:val="FE0BE4B22AE146DA89B8E3D6F27CE2A8"/>
    <w:rsid w:val="00313F72"/>
    <w:pPr>
      <w:spacing w:after="200" w:line="276" w:lineRule="auto"/>
    </w:pPr>
  </w:style>
  <w:style w:type="paragraph" w:customStyle="1" w:styleId="A283A455F32347FE8C37E49F5B3F05BA">
    <w:name w:val="A283A455F32347FE8C37E49F5B3F05BA"/>
    <w:rsid w:val="00313F72"/>
    <w:pPr>
      <w:spacing w:after="200" w:line="276" w:lineRule="auto"/>
    </w:pPr>
  </w:style>
  <w:style w:type="paragraph" w:customStyle="1" w:styleId="183C4D866A2E40698E0892D7292D1A92">
    <w:name w:val="183C4D866A2E40698E0892D7292D1A92"/>
    <w:rsid w:val="00313F72"/>
    <w:pPr>
      <w:spacing w:after="200" w:line="276" w:lineRule="auto"/>
    </w:pPr>
  </w:style>
  <w:style w:type="paragraph" w:customStyle="1" w:styleId="8C9363F2449A4696BCA025512BC7F40C">
    <w:name w:val="8C9363F2449A4696BCA025512BC7F40C"/>
    <w:rsid w:val="00313F72"/>
    <w:pPr>
      <w:spacing w:after="200" w:line="276" w:lineRule="auto"/>
    </w:pPr>
  </w:style>
  <w:style w:type="paragraph" w:customStyle="1" w:styleId="A8BDCCED569146198A09858AAA4C302B">
    <w:name w:val="A8BDCCED569146198A09858AAA4C302B"/>
    <w:rsid w:val="00313F72"/>
    <w:pPr>
      <w:spacing w:after="200" w:line="276" w:lineRule="auto"/>
    </w:pPr>
  </w:style>
  <w:style w:type="paragraph" w:customStyle="1" w:styleId="9B808A2B89C4434EB25C6089480F544A">
    <w:name w:val="9B808A2B89C4434EB25C6089480F544A"/>
    <w:rsid w:val="00313F72"/>
    <w:pPr>
      <w:spacing w:after="200" w:line="276" w:lineRule="auto"/>
    </w:pPr>
  </w:style>
  <w:style w:type="paragraph" w:customStyle="1" w:styleId="23BF981DDE3A4CCFA5BC316F9BD68B7C">
    <w:name w:val="23BF981DDE3A4CCFA5BC316F9BD68B7C"/>
    <w:rsid w:val="00313F72"/>
    <w:pPr>
      <w:spacing w:after="200" w:line="276" w:lineRule="auto"/>
    </w:pPr>
  </w:style>
  <w:style w:type="paragraph" w:customStyle="1" w:styleId="D079E64AE5FA49E28BA3EA87EA75CACC">
    <w:name w:val="D079E64AE5FA49E28BA3EA87EA75CACC"/>
    <w:rsid w:val="00313F72"/>
    <w:pPr>
      <w:spacing w:after="200" w:line="276" w:lineRule="auto"/>
    </w:pPr>
  </w:style>
  <w:style w:type="paragraph" w:customStyle="1" w:styleId="A6B53411C0EA40A78E9BAE9282E8FD3F">
    <w:name w:val="A6B53411C0EA40A78E9BAE9282E8FD3F"/>
    <w:rsid w:val="00313F72"/>
    <w:pPr>
      <w:spacing w:after="200" w:line="276" w:lineRule="auto"/>
    </w:pPr>
  </w:style>
  <w:style w:type="paragraph" w:customStyle="1" w:styleId="8C84DC71D963494F820FC9AE5C959E87">
    <w:name w:val="8C84DC71D963494F820FC9AE5C959E87"/>
    <w:rsid w:val="00313F72"/>
    <w:pPr>
      <w:spacing w:after="200" w:line="276" w:lineRule="auto"/>
    </w:pPr>
  </w:style>
  <w:style w:type="paragraph" w:customStyle="1" w:styleId="7031885F3DC7427C9E9F990A1C08321A">
    <w:name w:val="7031885F3DC7427C9E9F990A1C08321A"/>
    <w:rsid w:val="00313F72"/>
    <w:pPr>
      <w:spacing w:after="200" w:line="276" w:lineRule="auto"/>
    </w:pPr>
  </w:style>
  <w:style w:type="paragraph" w:customStyle="1" w:styleId="B2F0DAF8FA5C44C28C55A57219327B32">
    <w:name w:val="B2F0DAF8FA5C44C28C55A57219327B32"/>
    <w:rsid w:val="00313F72"/>
    <w:pPr>
      <w:spacing w:after="200" w:line="276" w:lineRule="auto"/>
    </w:pPr>
  </w:style>
  <w:style w:type="paragraph" w:customStyle="1" w:styleId="89915F0CD0614BDB8DDF45EBB859DBE9">
    <w:name w:val="89915F0CD0614BDB8DDF45EBB859DBE9"/>
    <w:rsid w:val="00313F72"/>
    <w:pPr>
      <w:spacing w:after="200" w:line="276" w:lineRule="auto"/>
    </w:pPr>
  </w:style>
  <w:style w:type="paragraph" w:customStyle="1" w:styleId="0B9BB9E9CAA641009919746A6BEFE811">
    <w:name w:val="0B9BB9E9CAA641009919746A6BEFE811"/>
    <w:rsid w:val="00313F72"/>
    <w:pPr>
      <w:spacing w:after="200" w:line="276" w:lineRule="auto"/>
    </w:pPr>
  </w:style>
  <w:style w:type="paragraph" w:customStyle="1" w:styleId="B57A9A96581E4B33950D1EB14A3609D3">
    <w:name w:val="B57A9A96581E4B33950D1EB14A3609D3"/>
    <w:rsid w:val="00313F72"/>
    <w:pPr>
      <w:spacing w:after="200" w:line="276" w:lineRule="auto"/>
    </w:pPr>
  </w:style>
  <w:style w:type="paragraph" w:customStyle="1" w:styleId="2E11D69444724368839C5ED953539E69">
    <w:name w:val="2E11D69444724368839C5ED953539E69"/>
    <w:rsid w:val="00313F72"/>
    <w:pPr>
      <w:spacing w:after="200" w:line="276" w:lineRule="auto"/>
    </w:pPr>
  </w:style>
  <w:style w:type="paragraph" w:customStyle="1" w:styleId="EAD0B1ABBCFB487E87E16A96B8D2CD16">
    <w:name w:val="EAD0B1ABBCFB487E87E16A96B8D2CD16"/>
    <w:rsid w:val="00313F72"/>
    <w:pPr>
      <w:spacing w:after="200" w:line="276" w:lineRule="auto"/>
    </w:pPr>
  </w:style>
  <w:style w:type="paragraph" w:customStyle="1" w:styleId="9576F7C006F74FF486195B5A6F9E7739">
    <w:name w:val="9576F7C006F74FF486195B5A6F9E7739"/>
    <w:rsid w:val="00313F72"/>
    <w:pPr>
      <w:spacing w:after="200" w:line="276" w:lineRule="auto"/>
    </w:pPr>
  </w:style>
  <w:style w:type="paragraph" w:customStyle="1" w:styleId="F1112F91466C44239F4194D6E53BF897">
    <w:name w:val="F1112F91466C44239F4194D6E53BF897"/>
    <w:rsid w:val="00313F72"/>
    <w:pPr>
      <w:spacing w:after="200" w:line="276" w:lineRule="auto"/>
    </w:pPr>
  </w:style>
  <w:style w:type="paragraph" w:customStyle="1" w:styleId="0CB04B5F11464C8B995B0BBAA184A7E3">
    <w:name w:val="0CB04B5F11464C8B995B0BBAA184A7E3"/>
    <w:rsid w:val="00313F72"/>
    <w:pPr>
      <w:spacing w:after="200" w:line="276" w:lineRule="auto"/>
    </w:pPr>
  </w:style>
  <w:style w:type="paragraph" w:customStyle="1" w:styleId="A04FE7955E904F17A7FAED00C2B13E7A">
    <w:name w:val="A04FE7955E904F17A7FAED00C2B13E7A"/>
    <w:rsid w:val="00313F72"/>
    <w:pPr>
      <w:spacing w:after="200" w:line="276" w:lineRule="auto"/>
    </w:pPr>
  </w:style>
  <w:style w:type="paragraph" w:customStyle="1" w:styleId="CD7139623A624B29B3A8DF65A5EC020E">
    <w:name w:val="CD7139623A624B29B3A8DF65A5EC020E"/>
    <w:rsid w:val="00313F72"/>
    <w:pPr>
      <w:spacing w:after="200" w:line="276" w:lineRule="auto"/>
    </w:pPr>
  </w:style>
  <w:style w:type="paragraph" w:customStyle="1" w:styleId="8D495D1D6C5748BDA139F2427E706001">
    <w:name w:val="8D495D1D6C5748BDA139F2427E706001"/>
    <w:rsid w:val="00313F72"/>
    <w:pPr>
      <w:spacing w:after="200" w:line="276" w:lineRule="auto"/>
    </w:pPr>
  </w:style>
  <w:style w:type="paragraph" w:customStyle="1" w:styleId="030103B7A0CC4F96A3B7E71AE56EED4F">
    <w:name w:val="030103B7A0CC4F96A3B7E71AE56EED4F"/>
    <w:rsid w:val="00313F72"/>
    <w:pPr>
      <w:spacing w:after="200" w:line="276" w:lineRule="auto"/>
    </w:pPr>
  </w:style>
  <w:style w:type="paragraph" w:customStyle="1" w:styleId="2FD704BD705A472EBBFFE4920552FEDF">
    <w:name w:val="2FD704BD705A472EBBFFE4920552FEDF"/>
    <w:rsid w:val="00313F72"/>
    <w:pPr>
      <w:spacing w:after="200" w:line="276" w:lineRule="auto"/>
    </w:pPr>
  </w:style>
  <w:style w:type="paragraph" w:customStyle="1" w:styleId="2FFF05665D32403E833ED7F6881B344C">
    <w:name w:val="2FFF05665D32403E833ED7F6881B344C"/>
    <w:rsid w:val="00313F72"/>
    <w:pPr>
      <w:spacing w:after="200" w:line="276" w:lineRule="auto"/>
    </w:pPr>
  </w:style>
  <w:style w:type="paragraph" w:customStyle="1" w:styleId="764D2392CAF64A87A142A014515A2D2F">
    <w:name w:val="764D2392CAF64A87A142A014515A2D2F"/>
    <w:rsid w:val="00313F72"/>
    <w:pPr>
      <w:spacing w:after="200" w:line="276" w:lineRule="auto"/>
    </w:pPr>
  </w:style>
  <w:style w:type="paragraph" w:customStyle="1" w:styleId="A24157BCDB324B5281121DD5E9FECFD6">
    <w:name w:val="A24157BCDB324B5281121DD5E9FECFD6"/>
    <w:rsid w:val="00313F72"/>
    <w:pPr>
      <w:spacing w:after="200" w:line="276" w:lineRule="auto"/>
    </w:pPr>
  </w:style>
  <w:style w:type="paragraph" w:customStyle="1" w:styleId="3BA64A706A624ED5AC68D0BCBDA36A7D">
    <w:name w:val="3BA64A706A624ED5AC68D0BCBDA36A7D"/>
    <w:rsid w:val="00313F72"/>
    <w:pPr>
      <w:spacing w:after="200" w:line="276" w:lineRule="auto"/>
    </w:pPr>
  </w:style>
  <w:style w:type="paragraph" w:customStyle="1" w:styleId="DC15BA15DE0044B48F501734FFD02EA1">
    <w:name w:val="DC15BA15DE0044B48F501734FFD02EA1"/>
    <w:rsid w:val="00313F72"/>
    <w:pPr>
      <w:spacing w:after="200" w:line="276" w:lineRule="auto"/>
    </w:pPr>
  </w:style>
  <w:style w:type="paragraph" w:customStyle="1" w:styleId="2ADBAA978B694EFAAFC81EDF80407854">
    <w:name w:val="2ADBAA978B694EFAAFC81EDF80407854"/>
    <w:rsid w:val="00313F72"/>
    <w:pPr>
      <w:spacing w:after="200" w:line="276" w:lineRule="auto"/>
    </w:pPr>
  </w:style>
  <w:style w:type="paragraph" w:customStyle="1" w:styleId="2054930845914B96A8B670483B1D8305">
    <w:name w:val="2054930845914B96A8B670483B1D8305"/>
    <w:rsid w:val="00313F72"/>
    <w:pPr>
      <w:spacing w:after="200" w:line="276" w:lineRule="auto"/>
    </w:pPr>
  </w:style>
  <w:style w:type="paragraph" w:customStyle="1" w:styleId="7E47DB2CFF0F4A5B8009FCCF781D7A00">
    <w:name w:val="7E47DB2CFF0F4A5B8009FCCF781D7A00"/>
    <w:rsid w:val="00313F72"/>
    <w:pPr>
      <w:spacing w:after="200" w:line="276" w:lineRule="auto"/>
    </w:pPr>
  </w:style>
  <w:style w:type="paragraph" w:customStyle="1" w:styleId="0A9CF2C913A247C49316E981C673A79C">
    <w:name w:val="0A9CF2C913A247C49316E981C673A79C"/>
    <w:rsid w:val="00313F72"/>
    <w:pPr>
      <w:spacing w:after="200" w:line="276" w:lineRule="auto"/>
    </w:pPr>
  </w:style>
  <w:style w:type="paragraph" w:customStyle="1" w:styleId="3B22D6F190284B6D94566FE22FA513DD">
    <w:name w:val="3B22D6F190284B6D94566FE22FA513DD"/>
    <w:rsid w:val="00313F72"/>
    <w:pPr>
      <w:spacing w:after="200" w:line="276" w:lineRule="auto"/>
    </w:pPr>
  </w:style>
  <w:style w:type="paragraph" w:customStyle="1" w:styleId="B490473B38F64F129A35FD6EE0CDCDF9">
    <w:name w:val="B490473B38F64F129A35FD6EE0CDCDF9"/>
    <w:rsid w:val="00313F72"/>
    <w:pPr>
      <w:spacing w:after="200" w:line="276" w:lineRule="auto"/>
    </w:pPr>
  </w:style>
  <w:style w:type="paragraph" w:customStyle="1" w:styleId="08F7AB3F55EC46489433A5BD30EEA22C">
    <w:name w:val="08F7AB3F55EC46489433A5BD30EEA22C"/>
    <w:rsid w:val="00313F72"/>
    <w:pPr>
      <w:spacing w:after="200" w:line="276" w:lineRule="auto"/>
    </w:pPr>
  </w:style>
  <w:style w:type="paragraph" w:customStyle="1" w:styleId="DA6DAEFB3D7D441AB03ED19FCAF14226">
    <w:name w:val="DA6DAEFB3D7D441AB03ED19FCAF14226"/>
    <w:rsid w:val="00313F72"/>
    <w:pPr>
      <w:spacing w:after="200" w:line="276" w:lineRule="auto"/>
    </w:pPr>
  </w:style>
  <w:style w:type="paragraph" w:customStyle="1" w:styleId="52BBE231533A4EAA9887A9C53FBAD137">
    <w:name w:val="52BBE231533A4EAA9887A9C53FBAD137"/>
    <w:rsid w:val="00313F72"/>
    <w:pPr>
      <w:spacing w:after="200" w:line="276" w:lineRule="auto"/>
    </w:pPr>
  </w:style>
  <w:style w:type="paragraph" w:customStyle="1" w:styleId="6F17AA23D47340EA972878F7F0CE6CD1">
    <w:name w:val="6F17AA23D47340EA972878F7F0CE6CD1"/>
    <w:rsid w:val="00313F72"/>
    <w:pPr>
      <w:spacing w:after="200" w:line="276" w:lineRule="auto"/>
    </w:pPr>
  </w:style>
  <w:style w:type="paragraph" w:customStyle="1" w:styleId="842DE7CE3EB44B4AB222AFBD2D7450CB">
    <w:name w:val="842DE7CE3EB44B4AB222AFBD2D7450CB"/>
    <w:rsid w:val="00313F72"/>
    <w:pPr>
      <w:spacing w:after="200" w:line="276" w:lineRule="auto"/>
    </w:pPr>
  </w:style>
  <w:style w:type="paragraph" w:customStyle="1" w:styleId="68CCD95EFAAC4C72A5BA32BD378FDFF7">
    <w:name w:val="68CCD95EFAAC4C72A5BA32BD378FDFF7"/>
    <w:rsid w:val="00313F72"/>
    <w:pPr>
      <w:spacing w:after="200" w:line="276" w:lineRule="auto"/>
    </w:pPr>
  </w:style>
  <w:style w:type="paragraph" w:customStyle="1" w:styleId="5750E613A00F4C649F20D1ECDA17BE0E">
    <w:name w:val="5750E613A00F4C649F20D1ECDA17BE0E"/>
    <w:rsid w:val="00313F72"/>
    <w:pPr>
      <w:spacing w:after="200" w:line="276" w:lineRule="auto"/>
    </w:pPr>
  </w:style>
  <w:style w:type="paragraph" w:customStyle="1" w:styleId="7E3511A157D84BBE9FC879C2565CBAD8">
    <w:name w:val="7E3511A157D84BBE9FC879C2565CBAD8"/>
    <w:rsid w:val="00313F72"/>
    <w:pPr>
      <w:spacing w:after="200" w:line="276" w:lineRule="auto"/>
    </w:pPr>
  </w:style>
  <w:style w:type="paragraph" w:customStyle="1" w:styleId="9DF8403BB2FB4913B30815845D09C0B5">
    <w:name w:val="9DF8403BB2FB4913B30815845D09C0B5"/>
    <w:rsid w:val="00313F72"/>
    <w:pPr>
      <w:spacing w:after="200" w:line="276" w:lineRule="auto"/>
    </w:pPr>
  </w:style>
  <w:style w:type="paragraph" w:customStyle="1" w:styleId="A8D904617ECF418495DED5E360079B1E">
    <w:name w:val="A8D904617ECF418495DED5E360079B1E"/>
    <w:rsid w:val="00313F72"/>
    <w:pPr>
      <w:spacing w:after="200" w:line="276" w:lineRule="auto"/>
    </w:pPr>
  </w:style>
  <w:style w:type="paragraph" w:customStyle="1" w:styleId="2EA0D63AE81D4DA49C4814997DF25E15">
    <w:name w:val="2EA0D63AE81D4DA49C4814997DF25E15"/>
    <w:rsid w:val="00313F72"/>
    <w:pPr>
      <w:spacing w:after="200" w:line="276" w:lineRule="auto"/>
    </w:pPr>
  </w:style>
  <w:style w:type="paragraph" w:customStyle="1" w:styleId="685948F3DD644FF7BC9E43893E3E8998">
    <w:name w:val="685948F3DD644FF7BC9E43893E3E8998"/>
    <w:rsid w:val="00313F72"/>
    <w:pPr>
      <w:spacing w:after="200" w:line="276" w:lineRule="auto"/>
    </w:pPr>
  </w:style>
  <w:style w:type="paragraph" w:customStyle="1" w:styleId="F4EF70834F0E44BFB8F0394A227446FF">
    <w:name w:val="F4EF70834F0E44BFB8F0394A227446FF"/>
    <w:rsid w:val="00313F72"/>
    <w:pPr>
      <w:spacing w:after="200" w:line="276" w:lineRule="auto"/>
    </w:pPr>
  </w:style>
  <w:style w:type="paragraph" w:customStyle="1" w:styleId="9E6D6626B1904F2EA6C0535F36A07022">
    <w:name w:val="9E6D6626B1904F2EA6C0535F36A07022"/>
    <w:rsid w:val="00313F72"/>
    <w:pPr>
      <w:spacing w:after="200" w:line="276" w:lineRule="auto"/>
    </w:pPr>
  </w:style>
  <w:style w:type="paragraph" w:customStyle="1" w:styleId="9A63424A8306423784B95A0EE31B4DB1">
    <w:name w:val="9A63424A8306423784B95A0EE31B4DB1"/>
    <w:rsid w:val="00965AA2"/>
    <w:pPr>
      <w:spacing w:after="200" w:line="276" w:lineRule="auto"/>
    </w:pPr>
  </w:style>
  <w:style w:type="paragraph" w:customStyle="1" w:styleId="6E96A06844B64731B8937150D32B482D">
    <w:name w:val="6E96A06844B64731B8937150D32B482D"/>
    <w:rsid w:val="00965AA2"/>
    <w:pPr>
      <w:spacing w:after="200" w:line="276" w:lineRule="auto"/>
    </w:pPr>
  </w:style>
  <w:style w:type="paragraph" w:customStyle="1" w:styleId="B7FB6788BCB54324B43F65C992E1771A">
    <w:name w:val="B7FB6788BCB54324B43F65C992E1771A"/>
    <w:rsid w:val="00965AA2"/>
    <w:pPr>
      <w:spacing w:after="200" w:line="276" w:lineRule="auto"/>
    </w:pPr>
  </w:style>
  <w:style w:type="paragraph" w:customStyle="1" w:styleId="11842F025ACD4CCF8D2D37B7037EEA94">
    <w:name w:val="11842F025ACD4CCF8D2D37B7037EEA94"/>
    <w:rsid w:val="00965AA2"/>
    <w:pPr>
      <w:spacing w:after="200" w:line="276" w:lineRule="auto"/>
    </w:pPr>
  </w:style>
  <w:style w:type="paragraph" w:customStyle="1" w:styleId="1E299336AEAA441AA8880BA84166A2FF">
    <w:name w:val="1E299336AEAA441AA8880BA84166A2FF"/>
    <w:rsid w:val="00965AA2"/>
    <w:pPr>
      <w:spacing w:after="200" w:line="276" w:lineRule="auto"/>
    </w:pPr>
  </w:style>
  <w:style w:type="paragraph" w:customStyle="1" w:styleId="EDC57695B26F481887A6D60A032B0E31">
    <w:name w:val="EDC57695B26F481887A6D60A032B0E31"/>
    <w:rsid w:val="00965AA2"/>
    <w:pPr>
      <w:spacing w:after="200" w:line="276" w:lineRule="auto"/>
    </w:pPr>
  </w:style>
  <w:style w:type="paragraph" w:customStyle="1" w:styleId="25DE8AF844544EF69507394407E62215">
    <w:name w:val="25DE8AF844544EF69507394407E62215"/>
    <w:rsid w:val="00C01AD9"/>
    <w:pPr>
      <w:spacing w:after="200" w:line="276" w:lineRule="auto"/>
    </w:pPr>
  </w:style>
  <w:style w:type="paragraph" w:customStyle="1" w:styleId="C24BAC8BE5E64B519FE7C37AEFF98ACD">
    <w:name w:val="C24BAC8BE5E64B519FE7C37AEFF98ACD"/>
    <w:rsid w:val="00C01AD9"/>
    <w:pPr>
      <w:spacing w:after="200" w:line="276" w:lineRule="auto"/>
    </w:pPr>
  </w:style>
  <w:style w:type="paragraph" w:customStyle="1" w:styleId="93E6474997384FA8AADA8F386FCBB987">
    <w:name w:val="93E6474997384FA8AADA8F386FCBB987"/>
    <w:rsid w:val="00C01AD9"/>
    <w:pPr>
      <w:spacing w:after="200" w:line="276" w:lineRule="auto"/>
    </w:pPr>
  </w:style>
  <w:style w:type="paragraph" w:customStyle="1" w:styleId="860E2E92777F490DACB99E1DCAF6533C">
    <w:name w:val="860E2E92777F490DACB99E1DCAF6533C"/>
    <w:rsid w:val="00C01AD9"/>
    <w:pPr>
      <w:spacing w:after="200" w:line="276" w:lineRule="auto"/>
    </w:pPr>
  </w:style>
  <w:style w:type="paragraph" w:customStyle="1" w:styleId="AEA738251CDF42FFA83FF25493B7916F">
    <w:name w:val="AEA738251CDF42FFA83FF25493B7916F"/>
    <w:rsid w:val="00C01AD9"/>
    <w:pPr>
      <w:spacing w:after="200" w:line="276" w:lineRule="auto"/>
    </w:pPr>
  </w:style>
  <w:style w:type="paragraph" w:customStyle="1" w:styleId="F51B6E72366D42AFA5D844F4AF0C56A1">
    <w:name w:val="F51B6E72366D42AFA5D844F4AF0C56A1"/>
    <w:rsid w:val="00C01AD9"/>
    <w:pPr>
      <w:spacing w:after="200" w:line="276" w:lineRule="auto"/>
    </w:pPr>
  </w:style>
  <w:style w:type="paragraph" w:customStyle="1" w:styleId="ABF00E1883654A5FAC25DCC13A7EEBA2">
    <w:name w:val="ABF00E1883654A5FAC25DCC13A7EEBA2"/>
    <w:rsid w:val="00C01AD9"/>
    <w:pPr>
      <w:spacing w:after="200" w:line="276" w:lineRule="auto"/>
    </w:pPr>
  </w:style>
  <w:style w:type="paragraph" w:customStyle="1" w:styleId="AB9F34CACB244EDA95660E2EF8B08B46">
    <w:name w:val="AB9F34CACB244EDA95660E2EF8B08B46"/>
    <w:rsid w:val="00C01AD9"/>
    <w:pPr>
      <w:spacing w:after="200" w:line="276" w:lineRule="auto"/>
    </w:pPr>
  </w:style>
  <w:style w:type="paragraph" w:customStyle="1" w:styleId="C445B6086E474304A5D034B1D3030C6C">
    <w:name w:val="C445B6086E474304A5D034B1D3030C6C"/>
    <w:rsid w:val="00C01AD9"/>
    <w:pPr>
      <w:spacing w:after="200" w:line="276" w:lineRule="auto"/>
    </w:pPr>
  </w:style>
  <w:style w:type="paragraph" w:customStyle="1" w:styleId="4E4D5CDE3DBF4874918F78562810D234">
    <w:name w:val="4E4D5CDE3DBF4874918F78562810D234"/>
    <w:rsid w:val="00C01AD9"/>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52344-3E4F-4559-8514-3E2E89186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Správa</Template>
  <TotalTime>287</TotalTime>
  <Pages>1</Pages>
  <Words>2331</Words>
  <Characters>13291</Characters>
  <Application>Microsoft Office Word</Application>
  <DocSecurity>0</DocSecurity>
  <Lines>110</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Simurka Peter</dc:creator>
  <cp:lastModifiedBy>Hegedus Csaba</cp:lastModifiedBy>
  <cp:revision>88</cp:revision>
  <cp:lastPrinted>2018-11-08T11:00:00Z</cp:lastPrinted>
  <dcterms:created xsi:type="dcterms:W3CDTF">2018-06-12T08:43:00Z</dcterms:created>
  <dcterms:modified xsi:type="dcterms:W3CDTF">2018-11-08T11:00:00Z</dcterms:modified>
</cp:coreProperties>
</file>